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D82A77" w:rsidR="00834004" w:rsidP="00606F81" w:rsidRDefault="00AC4249" w14:paraId="399675A8" w14:textId="7DE7DBB7">
      <w:pPr>
        <w:spacing w:line="276" w:lineRule="auto"/>
        <w:jc w:val="right"/>
        <w:rPr>
          <w:szCs w:val="22"/>
        </w:rPr>
      </w:pPr>
      <w:r>
        <w:t xml:space="preserve"> </w:t>
      </w:r>
      <w:r>
        <w:t xml:space="preserve">Schöck Bauteile GmbH</w:t>
      </w:r>
    </w:p>
    <w:p w:rsidRPr="00D82A77" w:rsidR="00834004" w:rsidP="00606F81" w:rsidRDefault="00801D1A" w14:paraId="5C2C92BC" w14:textId="67BBB29A">
      <w:pPr>
        <w:spacing w:line="276" w:lineRule="auto"/>
        <w:jc w:val="right"/>
        <w:rPr>
          <w:szCs w:val="22"/>
        </w:rPr>
      </w:pPr>
      <w:r>
        <w:t xml:space="preserve">Schöckstrasse 1</w:t>
      </w:r>
    </w:p>
    <w:p w:rsidRPr="00D82A77" w:rsidR="00834004" w:rsidP="00606F81" w:rsidRDefault="00834004" w14:paraId="350614EF" w14:textId="77777777">
      <w:pPr>
        <w:spacing w:line="276" w:lineRule="auto"/>
        <w:jc w:val="right"/>
        <w:rPr>
          <w:szCs w:val="22"/>
        </w:rPr>
      </w:pPr>
      <w:r>
        <w:t xml:space="preserve">76534 Baden-Baden, Germany</w:t>
      </w:r>
    </w:p>
    <w:p w:rsidR="00834004" w:rsidP="00606F81" w:rsidRDefault="00834004" w14:paraId="455DD81C" w14:textId="1CAEF4AC">
      <w:pPr>
        <w:spacing w:line="276" w:lineRule="auto"/>
        <w:jc w:val="right"/>
        <w:rPr>
          <w:szCs w:val="22"/>
        </w:rPr>
      </w:pPr>
      <w:r>
        <w:t xml:space="preserve">Tel.:</w:t>
      </w:r>
      <w:r>
        <w:t xml:space="preserve"> </w:t>
      </w:r>
      <w:r>
        <w:t xml:space="preserve">+49 (0) 7223 9670</w:t>
      </w:r>
    </w:p>
    <w:p w:rsidRPr="00D82A77" w:rsidR="00227FB2" w:rsidP="00606F81" w:rsidRDefault="00227FB2" w14:paraId="69ABD7A6" w14:textId="77777777">
      <w:pPr>
        <w:spacing w:line="276" w:lineRule="auto"/>
        <w:jc w:val="right"/>
      </w:pPr>
      <w:r>
        <w:t xml:space="preserve">Email: presse-de@schoeck.com</w:t>
      </w:r>
    </w:p>
    <w:p w:rsidRPr="00D82A77" w:rsidR="00227FB2" w:rsidP="003732E2" w:rsidRDefault="00227FB2" w14:paraId="7EED1E2E" w14:textId="77777777">
      <w:pPr>
        <w:spacing w:line="360" w:lineRule="auto"/>
        <w:jc w:val="right"/>
        <w:rPr>
          <w:szCs w:val="22"/>
        </w:rPr>
      </w:pPr>
    </w:p>
    <w:p w:rsidR="00227FB2" w:rsidP="00A06A8B" w:rsidRDefault="00227FB2" w14:paraId="33FA1972" w14:textId="77777777">
      <w:pPr>
        <w:rPr>
          <w:sz w:val="49"/>
          <w:szCs w:val="49"/>
        </w:rPr>
      </w:pPr>
    </w:p>
    <w:p w:rsidR="001308D0" w:rsidP="00A06A8B" w:rsidRDefault="001308D0" w14:paraId="2586C580" w14:textId="74AB778C">
      <w:pPr>
        <w:rPr>
          <w:sz w:val="49"/>
          <w:szCs w:val="49"/>
        </w:rPr>
      </w:pPr>
      <w:r>
        <w:rPr>
          <w:sz w:val="49"/>
        </w:rPr>
        <w:t xml:space="preserve">BAU 2023.</w:t>
      </w:r>
    </w:p>
    <w:p w:rsidRPr="00322298" w:rsidR="00A06A8B" w:rsidP="00A06A8B" w:rsidRDefault="00BF58D3" w14:paraId="5B0E7419" w14:textId="6CE37C10">
      <w:pPr>
        <w:rPr>
          <w:sz w:val="49"/>
          <w:szCs w:val="49"/>
        </w:rPr>
      </w:pPr>
      <w:r w:rsidRPr="4819D762" w:rsidR="7FA711A5">
        <w:rPr>
          <w:sz w:val="49"/>
          <w:szCs w:val="49"/>
        </w:rPr>
        <w:t>Case study</w:t>
      </w:r>
      <w:r w:rsidRPr="4819D762" w:rsidR="00BF58D3">
        <w:rPr>
          <w:sz w:val="49"/>
          <w:szCs w:val="49"/>
        </w:rPr>
        <w:t>.</w:t>
      </w:r>
    </w:p>
    <w:p w:rsidR="00A06A8B" w:rsidP="00A06A8B" w:rsidRDefault="00A06A8B" w14:paraId="5488CA12" w14:textId="77777777">
      <w:pPr>
        <w:spacing w:line="360" w:lineRule="auto"/>
        <w:jc w:val="both"/>
      </w:pPr>
    </w:p>
    <w:sdt>
      <w:sdtPr>
        <w:rPr>
          <w:b/>
          <w:bCs/>
          <w:sz w:val="24"/>
          <w:szCs w:val="24"/>
        </w:rPr>
        <w:alias w:val="Headline Arial 14 pt bold"/>
        <w:tag w:val="Headline Arial 14pt fett"/>
        <w:id w:val="-933206720"/>
        <w:placeholder>
          <w:docPart w:val="6AE9963A16EAB14A99856700DED1D54F"/>
        </w:placeholder>
        <w:text/>
      </w:sdtPr>
      <w:sdtContent>
        <w:p w:rsidRPr="00381013" w:rsidR="00A06A8B" w:rsidP="00A06A8B" w:rsidRDefault="002B1A8B" w14:paraId="520625EB" w14:textId="5700BC02">
          <w:pPr>
            <w:tabs>
              <w:tab w:val="left" w:pos="7088"/>
            </w:tabs>
            <w:spacing w:line="360" w:lineRule="auto"/>
            <w:ind w:right="2379"/>
            <w:jc w:val="both"/>
            <w:rPr>
              <w:b/>
              <w:bCs/>
              <w:sz w:val="28"/>
              <w:szCs w:val="28"/>
            </w:rPr>
          </w:pPr>
          <w:r>
            <w:rPr>
              <w:b/>
              <w:sz w:val="24"/>
            </w:rPr>
            <w:t xml:space="preserve">A durable solution to reinforcement corrosion</w:t>
          </w:r>
          <w:r>
            <w:rPr>
              <w:b/>
              <w:sz w:val="24"/>
            </w:rPr>
            <w:t xml:space="preserve"> </w:t>
          </w:r>
        </w:p>
      </w:sdtContent>
    </w:sdt>
    <w:p w:rsidR="00A06A8B" w:rsidP="00D73425" w:rsidRDefault="00000000" w14:paraId="28634CBB" w14:textId="49581BF2">
      <w:pPr>
        <w:rPr>
          <w:b/>
          <w:sz w:val="24"/>
          <w:szCs w:val="24"/>
        </w:rPr>
      </w:pPr>
      <w:sdt>
        <w:sdtPr>
          <w:rPr>
            <w:b/>
            <w:bCs/>
            <w:sz w:val="24"/>
            <w:szCs w:val="24"/>
          </w:rPr>
          <w:id w:val="1326784353"/>
          <w:placeholder>
            <w:docPart w:val="6AE9963A16EAB14A99856700DED1D54F"/>
          </w:placeholder>
        </w:sdtPr>
        <w:sdtContent>
          <w:sdt>
            <w:sdtPr>
              <w:rPr>
                <w:b/>
                <w:bCs/>
                <w:sz w:val="24"/>
                <w:szCs w:val="24"/>
              </w:rPr>
              <w:id w:val="-1573197338"/>
              <w:placeholder>
                <w:docPart w:val="6AE9963A16EAB14A99856700DED1D54F"/>
              </w:placeholder>
            </w:sdtPr>
            <w:sdtContent>
              <w:sdt>
                <w:sdtPr>
                  <w:rPr>
                    <w:b/>
                    <w:bCs/>
                    <w:sz w:val="24"/>
                    <w:szCs w:val="24"/>
                  </w:rPr>
                  <w:alias w:val="Subline Arial 12 pt bold"/>
                  <w:tag w:val="Subline Arial 12pt fett"/>
                  <w:id w:val="-624770831"/>
                  <w:placeholder>
                    <w:docPart w:val="6AE9963A16EAB14A99856700DED1D54F"/>
                  </w:placeholder>
                </w:sdtPr>
                <w:sdtContent>
                  <w:r>
                    <w:rPr>
                      <w:b/>
                      <w:sz w:val="24"/>
                    </w:rPr>
                    <w:t xml:space="preserve">Glass fibre composite replaces steel:</w:t>
                  </w:r>
                  <w:r>
                    <w:rPr>
                      <w:b/>
                      <w:sz w:val="24"/>
                    </w:rPr>
                    <w:t xml:space="preserve"> </w:t>
                  </w:r>
                  <w:r>
                    <w:rPr>
                      <w:b/>
                      <w:sz w:val="24"/>
                    </w:rPr>
                    <w:t xml:space="preserve">Schöck Combar reinforces emergency walkway in motorway tunnel</w:t>
                  </w:r>
                </w:sdtContent>
              </w:sdt>
            </w:sdtContent>
          </w:sdt>
        </w:sdtContent>
      </w:sdt>
      <w:r>
        <w:rPr>
          <w:b/>
          <w:sz w:val="24"/>
        </w:rPr>
        <w:t xml:space="preserve"> </w:t>
      </w:r>
    </w:p>
    <w:p w:rsidR="00D73425" w:rsidP="00D73425" w:rsidRDefault="00D73425" w14:paraId="65B8D745" w14:textId="77777777"/>
    <w:p w:rsidRPr="00D423FB" w:rsidR="00A06A8B" w:rsidP="00A06A8B" w:rsidRDefault="00A06A8B" w14:paraId="04837542" w14:textId="6A5DC67C">
      <w:pPr>
        <w:tabs>
          <w:tab w:val="left" w:pos="7088"/>
        </w:tabs>
        <w:spacing w:line="360" w:lineRule="auto"/>
        <w:ind w:right="2379"/>
        <w:jc w:val="both"/>
        <w:rPr>
          <w:b/>
          <w:bCs/>
        </w:rPr>
      </w:pPr>
      <w:r>
        <w:rPr>
          <w:b/>
        </w:rPr>
        <w:t xml:space="preserve">Baden-Baden, Germany, October 2022 - </w:t>
      </w:r>
      <w:sdt>
        <w:sdtPr>
          <w:rPr>
            <w:b/>
            <w:bCs/>
          </w:rPr>
          <w:alias w:val="Teaser text 11 pt bold justified 1.5 line spacing"/>
          <w:tag w:val="Teasertext 11pt fett"/>
          <w:id w:val="1391306139"/>
          <w:placeholder>
            <w:docPart w:val="6AE9963A16EAB14A99856700DED1D54F"/>
          </w:placeholder>
        </w:sdtPr>
        <w:sdtContent>
          <w:r>
            <w:rPr>
              <w:b/>
            </w:rPr>
            <w:t xml:space="preserve">Conventional steel reinforcement inevitably corrodes over time due to the ingress of condensate containing chloride.</w:t>
          </w:r>
          <w:r>
            <w:rPr>
              <w:b/>
            </w:rPr>
            <w:t xml:space="preserve"> </w:t>
          </w:r>
          <w:r>
            <w:rPr>
              <w:b/>
            </w:rPr>
            <w:t xml:space="preserve">This results in spalling in the concrete, which allows chloride-laden condensate to penetrate through to the steel reinforcement even faster.</w:t>
          </w:r>
          <w:r>
            <w:rPr>
              <w:b/>
            </w:rPr>
            <w:t xml:space="preserve"> </w:t>
          </w:r>
          <w:r>
            <w:rPr>
              <w:b/>
            </w:rPr>
            <w:t xml:space="preserve">In its advanced stage, corrosion also compromises the load-bearing capacity of the reinforcement.</w:t>
          </w:r>
          <w:r>
            <w:rPr>
              <w:b/>
            </w:rPr>
            <w:t xml:space="preserve"> </w:t>
          </w:r>
          <w:r>
            <w:rPr>
              <w:b/>
            </w:rPr>
            <w:t xml:space="preserve">Repairing corroded reinforced concrete components is time-consuming and expensive.</w:t>
          </w:r>
          <w:r>
            <w:rPr>
              <w:b/>
            </w:rPr>
            <w:t xml:space="preserve"> </w:t>
          </w:r>
          <w:r>
            <w:rPr>
              <w:b/>
            </w:rPr>
            <w:t xml:space="preserve">Schöck Combar is a reliable and durable solution to corrosion.</w:t>
          </w:r>
          <w:r>
            <w:rPr>
              <w:b/>
            </w:rPr>
            <w:t xml:space="preserve"> </w:t>
          </w:r>
          <w:r>
            <w:rPr>
              <w:b/>
            </w:rPr>
            <w:t xml:space="preserve">This concrete reinforcement is made of glass-fibre reinforced plastic (GRP), is chemically resistant and does not rust.</w:t>
          </w:r>
          <w:r>
            <w:rPr>
              <w:b/>
            </w:rPr>
            <w:t xml:space="preserve"> </w:t>
          </w:r>
          <w:r>
            <w:rPr>
              <w:b/>
            </w:rPr>
            <w:t xml:space="preserve">The South Bavarian branch of Autobahn GmbH has used this material for the first time to construct an emergency walkway in the Tutting motorway tunnel.</w:t>
          </w:r>
        </w:sdtContent>
      </w:sdt>
    </w:p>
    <w:p w:rsidR="00A06A8B" w:rsidP="00A06A8B" w:rsidRDefault="00A06A8B" w14:paraId="423617DA" w14:textId="7D379B66">
      <w:pPr>
        <w:tabs>
          <w:tab w:val="left" w:pos="7088"/>
        </w:tabs>
        <w:spacing w:line="360" w:lineRule="auto"/>
        <w:ind w:right="2379"/>
        <w:jc w:val="both"/>
      </w:pPr>
    </w:p>
    <w:p w:rsidR="00506CC5" w:rsidP="00A06A8B" w:rsidRDefault="00506CC5" w14:paraId="37F7FFFB" w14:textId="2BB2A4D7">
      <w:pPr>
        <w:tabs>
          <w:tab w:val="left" w:pos="7088"/>
        </w:tabs>
        <w:spacing w:line="360" w:lineRule="auto"/>
        <w:ind w:right="2379"/>
        <w:jc w:val="both"/>
      </w:pPr>
      <w:r>
        <w:t xml:space="preserve">The A94 motorway passes through a tunnel in Tutting, a district of the Lower Bavarian municipality of Kirchham not far from Passau, Germany.</w:t>
      </w:r>
      <w:r>
        <w:t xml:space="preserve"> </w:t>
      </w:r>
      <w:r>
        <w:t xml:space="preserve">This tunnel is being built as a water-impermeable concrete structure.</w:t>
      </w:r>
      <w:r>
        <w:t xml:space="preserve"> </w:t>
      </w:r>
      <w:r>
        <w:t xml:space="preserve">It is approximately 450 metres long and has two emergency walkways, one for each carriageway on either side of the road.</w:t>
      </w:r>
      <w:r>
        <w:t xml:space="preserve"> </w:t>
      </w:r>
      <w:r>
        <w:t xml:space="preserve">The tunnel is scheduled to open at the end of 2023.</w:t>
      </w:r>
    </w:p>
    <w:p w:rsidR="00506CC5" w:rsidP="00A06A8B" w:rsidRDefault="00506CC5" w14:paraId="45F1B909" w14:textId="77777777">
      <w:pPr>
        <w:tabs>
          <w:tab w:val="left" w:pos="7088"/>
        </w:tabs>
        <w:spacing w:line="360" w:lineRule="auto"/>
        <w:ind w:right="2379"/>
        <w:jc w:val="both"/>
      </w:pPr>
    </w:p>
    <w:sdt>
      <w:sdtPr>
        <w:rPr>
          <w:b/>
          <w:bCs/>
        </w:rPr>
        <w:alias w:val="Subheading Arial 11 pt bold"/>
        <w:tag w:val="Zwischenüberschrift Arial 11 pt fett"/>
        <w:id w:val="1469166377"/>
        <w:placeholder>
          <w:docPart w:val="9DF526E21111E240885ABAB7D99D00F2"/>
        </w:placeholder>
        <w:text/>
      </w:sdtPr>
      <w:sdtContent>
        <w:p w:rsidRPr="00CE05BB" w:rsidR="00506CC5" w:rsidP="00506CC5" w:rsidRDefault="00D106DC" w14:paraId="510E96FB" w14:textId="5636853A">
          <w:pPr>
            <w:tabs>
              <w:tab w:val="left" w:pos="7088"/>
            </w:tabs>
            <w:spacing w:line="360" w:lineRule="auto"/>
            <w:ind w:right="2379"/>
            <w:jc w:val="both"/>
            <w:rPr>
              <w:b/>
              <w:bCs/>
            </w:rPr>
          </w:pPr>
          <w:r>
            <w:rPr>
              <w:b/>
            </w:rPr>
            <w:t xml:space="preserve">Concrete spalling due to corroded reinforcement</w:t>
          </w:r>
          <w:r>
            <w:rPr>
              <w:b/>
            </w:rPr>
            <w:t xml:space="preserve"> </w:t>
          </w:r>
        </w:p>
      </w:sdtContent>
    </w:sdt>
    <w:sdt>
      <w:sdtPr>
        <w:alias w:val="Text Arial 11 pt justified 1.5 line spacing"/>
        <w:tag w:val="Text Pressemeldung Arial 11pt Blocksatz 1,5 Zeilenabstand"/>
        <w:id w:val="-1646346471"/>
        <w:placeholder>
          <w:docPart w:val="D16E3DDE0E8EC542A710C89F3A937902"/>
        </w:placeholder>
      </w:sdtPr>
      <w:sdtContent>
        <w:p w:rsidR="001D73D8" w:rsidP="00506CC5" w:rsidRDefault="00D80ABB" w14:paraId="55CE7C18" w14:textId="212E72F5">
          <w:pPr>
            <w:tabs>
              <w:tab w:val="left" w:pos="7088"/>
            </w:tabs>
            <w:spacing w:line="360" w:lineRule="auto"/>
            <w:ind w:right="2379"/>
            <w:jc w:val="both"/>
          </w:pPr>
          <w:r>
            <w:t xml:space="preserve">Reinforcement corrosion is a persistent problem for concretors.</w:t>
          </w:r>
          <w:r>
            <w:t xml:space="preserve"> </w:t>
          </w:r>
          <w:r>
            <w:t xml:space="preserve">The durability of structural elements reinforced with conventional reinforcing steel is often impaired when exposed to chloride.</w:t>
          </w:r>
          <w:r>
            <w:t xml:space="preserve"> </w:t>
          </w:r>
          <w:r>
            <w:t xml:space="preserve">One reason for this is that cracks typically form in reinforced concrete when used as a building material.</w:t>
          </w:r>
          <w:r>
            <w:t xml:space="preserve"> </w:t>
          </w:r>
          <w:r>
            <w:t xml:space="preserve">Water containing de-icing salts can enter cracks only 0.1 millimetres wide, penetrate through to the reinforcing steel and attack it.</w:t>
          </w:r>
          <w:r>
            <w:t xml:space="preserve"> </w:t>
          </w:r>
          <w:r>
            <w:t xml:space="preserve">The onset of corrosion generates rust and the resulting increase in volume can lead to spalling of the concrete above the reinforcement. This opens up a path for water containing de-icing salts to penetrate to the reinforcing steel.</w:t>
          </w:r>
          <w:r>
            <w:t xml:space="preserve"> </w:t>
          </w:r>
        </w:p>
        <w:sdt>
          <w:sdtPr>
            <w:alias w:val="Text Arial 11 pt justified 1.5 line spacing"/>
            <w:tag w:val="Text Pressemeldung Arial 11pt Blocksatz 1,5 Zeilenabstand"/>
            <w:id w:val="1543017797"/>
            <w:placeholder>
              <w:docPart w:val="35D9A71B905615469287A60A3A26CBF6"/>
            </w:placeholder>
          </w:sdtPr>
          <w:sdtContent>
            <w:p w:rsidR="00842DB9" w:rsidP="00506CC5" w:rsidRDefault="00167301" w14:paraId="3B75ABCE" w14:textId="57904051">
              <w:pPr>
                <w:tabs>
                  <w:tab w:val="left" w:pos="7088"/>
                </w:tabs>
                <w:spacing w:line="360" w:lineRule="auto"/>
                <w:ind w:right="2379"/>
                <w:jc w:val="both"/>
              </w:pPr>
              <w:r>
                <w:t xml:space="preserve">Emergency walkways in tunnels must be checked regularly for damage to ensure that they can be safely used at all times.</w:t>
              </w:r>
              <w:r>
                <w:t xml:space="preserve"> </w:t>
              </w:r>
              <w:r>
                <w:t xml:space="preserve">DIN 1076 prescribes a structural inspection every three years so that those responsible can react quickly if necessary.</w:t>
              </w:r>
              <w:r>
                <w:t xml:space="preserve"> </w:t>
              </w:r>
              <w:r>
                <w:t xml:space="preserve">Experience has shown that corrosion damage to emergency walkways with conventional reinforcement is usually so extensive after only 15 to 30 years that there is no other option than to demolish and completely replace it.</w:t>
              </w:r>
              <w:r>
                <w:t xml:space="preserve"> </w:t>
              </w:r>
              <w:r>
                <w:t xml:space="preserve">However, such repairs are time-consuming and expensive.</w:t>
              </w:r>
              <w:r>
                <w:t xml:space="preserve"> </w:t>
              </w:r>
            </w:p>
          </w:sdtContent>
        </w:sdt>
        <w:p w:rsidR="00506CC5" w:rsidP="00506CC5" w:rsidRDefault="00000000" w14:paraId="37C3062F" w14:textId="1D44F01F">
          <w:pPr>
            <w:tabs>
              <w:tab w:val="left" w:pos="7088"/>
            </w:tabs>
            <w:spacing w:line="360" w:lineRule="auto"/>
            <w:ind w:right="2379"/>
            <w:jc w:val="both"/>
          </w:pPr>
        </w:p>
      </w:sdtContent>
    </w:sdt>
    <w:p w:rsidRPr="00506CC5" w:rsidR="00A27656" w:rsidP="00A27656" w:rsidRDefault="00D312CC" w14:paraId="06CAD66A" w14:textId="759A95D8">
      <w:pPr>
        <w:tabs>
          <w:tab w:val="left" w:pos="7088"/>
        </w:tabs>
        <w:spacing w:line="360" w:lineRule="auto"/>
        <w:ind w:right="2379"/>
        <w:jc w:val="both"/>
        <w:rPr>
          <w:b/>
          <w:bCs/>
        </w:rPr>
      </w:pPr>
      <w:r>
        <w:rPr>
          <w:b/>
        </w:rPr>
        <w:t xml:space="preserve">Corrosion-resistant, durable, sustainable</w:t>
      </w:r>
    </w:p>
    <w:p w:rsidR="00DE7206" w:rsidP="00A06A8B" w:rsidRDefault="000127F3" w14:paraId="3CF90CC4" w14:textId="4DC48B90">
      <w:pPr>
        <w:tabs>
          <w:tab w:val="left" w:pos="7088"/>
        </w:tabs>
        <w:spacing w:line="360" w:lineRule="auto"/>
        <w:ind w:right="2379"/>
        <w:jc w:val="both"/>
      </w:pPr>
      <w:r>
        <w:t xml:space="preserve">In search of a durable and reliable solution, the South Bavarian branch of Autobahn GmbH (Germany Federal highway authority) opted for Schöck Combar glass-fibre reinforcement to construct a groundbreaking new tunnel in Tutting.</w:t>
      </w:r>
      <w:r>
        <w:t xml:space="preserve"> </w:t>
      </w:r>
      <w:r>
        <w:t xml:space="preserve">The emergency walkway will run for around 225 metres and is being constructed using Combar, a product with unique material properties.</w:t>
      </w:r>
      <w:r>
        <w:t xml:space="preserve"> </w:t>
      </w:r>
    </w:p>
    <w:p w:rsidR="00DE7206" w:rsidP="00A06A8B" w:rsidRDefault="0039597D" w14:paraId="70752AD4" w14:textId="017518CD">
      <w:pPr>
        <w:tabs>
          <w:tab w:val="left" w:pos="7088"/>
        </w:tabs>
        <w:spacing w:line="360" w:lineRule="auto"/>
        <w:ind w:right="2379"/>
        <w:jc w:val="both"/>
      </w:pPr>
      <w:r>
        <w:t xml:space="preserve">The coated reinforcing bar consists of longitudinal glass fibres embedded in a vinyl ester resin matrix.</w:t>
      </w:r>
      <w:r>
        <w:t xml:space="preserve"> </w:t>
      </w:r>
      <w:r>
        <w:t xml:space="preserve">The high glass fibre content of Combar and the linear parallel arrangement of the fibres makes Combar extremely durable, strong and rigid.</w:t>
      </w:r>
      <w:r>
        <w:t xml:space="preserve"> </w:t>
      </w:r>
    </w:p>
    <w:p w:rsidR="00506CC5" w:rsidP="00A06A8B" w:rsidRDefault="00C92DE4" w14:paraId="65CCF394" w14:textId="68F8819B">
      <w:pPr>
        <w:tabs>
          <w:tab w:val="left" w:pos="7088"/>
        </w:tabs>
        <w:spacing w:line="360" w:lineRule="auto"/>
        <w:ind w:right="2379"/>
        <w:jc w:val="both"/>
      </w:pPr>
      <w:r>
        <w:t xml:space="preserve">The glass-fibre reinforcement made by Schöck is also reliably resistant to corrosion.</w:t>
      </w:r>
      <w:r>
        <w:t xml:space="preserve"> </w:t>
      </w:r>
      <w:r>
        <w:t xml:space="preserve">It does not even corrode when exposed to de-icing salts.</w:t>
      </w:r>
      <w:r>
        <w:t xml:space="preserve"> </w:t>
      </w:r>
      <w:r>
        <w:t xml:space="preserve">The service life of Combar in concrete is 100 years as tested by the German Institute for Building Technology (DIBt).</w:t>
      </w:r>
      <w:r>
        <w:t xml:space="preserve"> </w:t>
      </w:r>
      <w:r>
        <w:t xml:space="preserve">The use of rustproof reinforcement reduces repair costs, increases the durability of building components and so makes an important contribution to sustainable construction.</w:t>
      </w:r>
      <w:r>
        <w:t xml:space="preserve"> </w:t>
      </w:r>
    </w:p>
    <w:p w:rsidR="00C810CF" w:rsidP="00A06A8B" w:rsidRDefault="00C810CF" w14:paraId="20E784A2" w14:textId="77777777">
      <w:pPr>
        <w:tabs>
          <w:tab w:val="left" w:pos="7088"/>
        </w:tabs>
        <w:spacing w:line="360" w:lineRule="auto"/>
        <w:ind w:right="2379"/>
        <w:jc w:val="both"/>
      </w:pPr>
    </w:p>
    <w:sdt>
      <w:sdtPr>
        <w:rPr>
          <w:b/>
          <w:bCs/>
        </w:rPr>
        <w:alias w:val="Subheading Arial 11 pt bold"/>
        <w:tag w:val="Zwischenüberschrift Arial 11 pt fett"/>
        <w:id w:val="135154973"/>
        <w:placeholder>
          <w:docPart w:val="0C1B18EB4EF45045BF210A2C95AAE230"/>
        </w:placeholder>
        <w:text/>
      </w:sdtPr>
      <w:sdtContent>
        <w:p w:rsidRPr="00CE05BB" w:rsidR="00C039AB" w:rsidP="00C039AB" w:rsidRDefault="0049500B" w14:paraId="7544052F" w14:textId="69F5ADF5">
          <w:pPr>
            <w:tabs>
              <w:tab w:val="left" w:pos="7088"/>
            </w:tabs>
            <w:spacing w:line="360" w:lineRule="auto"/>
            <w:ind w:right="2379"/>
            <w:jc w:val="both"/>
            <w:rPr>
              <w:b/>
              <w:bCs/>
            </w:rPr>
          </w:pPr>
          <w:r>
            <w:rPr>
              <w:b/>
            </w:rPr>
            <w:t xml:space="preserve">Easy to handle, simple to install</w:t>
          </w:r>
        </w:p>
      </w:sdtContent>
    </w:sdt>
    <w:sdt>
      <w:sdtPr>
        <w:alias w:val="Text Arial 11 pt justified 1.5 line spacing"/>
        <w:tag w:val="Text Pressemeldung Arial 11pt Blocksatz 1,5 Zeilenabstand"/>
        <w:id w:val="-1631012826"/>
        <w:placeholder>
          <w:docPart w:val="4B2082F67CB8994AA99104922BC8D26C"/>
        </w:placeholder>
      </w:sdtPr>
      <w:sdtContent>
        <w:p w:rsidRPr="00D423FB" w:rsidR="00C039AB" w:rsidP="00C039AB" w:rsidRDefault="00000000" w14:paraId="4D87CC2B" w14:textId="1DA21E24">
          <w:pPr>
            <w:tabs>
              <w:tab w:val="left" w:pos="7088"/>
            </w:tabs>
            <w:spacing w:line="360" w:lineRule="auto"/>
            <w:ind w:right="2379"/>
            <w:jc w:val="both"/>
          </w:pPr>
          <w:sdt>
            <w:sdtPr>
              <w:alias w:val="Text Arial 11 pt justified 1.5 line spacing"/>
              <w:tag w:val="Text Pressemeldung Arial 11pt Blocksatz 1,5 Zeilenabstand"/>
              <w:id w:val="-860440805"/>
              <w:placeholder>
                <w:docPart w:val="C7B2BAAAACAC6740832941D14C3E14C4"/>
              </w:placeholder>
            </w:sdtPr>
            <w:sdtContent>
              <w:r>
                <w:t xml:space="preserve">A further advantage is that Combar is much lighter than steel.</w:t>
              </w:r>
            </w:sdtContent>
          </w:sdt>
          <w:r>
            <w:t xml:space="preserve"> </w:t>
          </w:r>
          <w:r>
            <w:t xml:space="preserve">The reinforcement was therefore installed in the Tutting tunnel emergency walkway without a hitch.</w:t>
          </w:r>
          <w:r>
            <w:t xml:space="preserve"> </w:t>
          </w:r>
          <w:r>
            <w:t xml:space="preserve">Johann Anetzberger, senior site manager at the construction firm Mayerhofer Hoch-, Tief- und Ingenieurbau GmbH from Simbach, confirmed how easy the material was to work with:</w:t>
          </w:r>
          <w:r>
            <w:t xml:space="preserve"> </w:t>
          </w:r>
          <w:r>
            <w:t xml:space="preserve">"The reinforcement cages were delivered to the construction site ready to use.</w:t>
          </w:r>
          <w:r>
            <w:t xml:space="preserve"> </w:t>
          </w:r>
          <w:r>
            <w:t xml:space="preserve">As Combar is much lighter than steel, it is much easier and less tiring to work with and we make fast progress."</w:t>
          </w:r>
        </w:p>
      </w:sdtContent>
    </w:sdt>
    <w:p w:rsidR="004A28C7" w:rsidP="004A28C7" w:rsidRDefault="00C10925" w14:paraId="761877E8" w14:textId="6781CD67">
      <w:pPr>
        <w:tabs>
          <w:tab w:val="left" w:pos="7088"/>
        </w:tabs>
        <w:spacing w:line="360" w:lineRule="auto"/>
        <w:ind w:right="2379"/>
        <w:jc w:val="both"/>
      </w:pPr>
      <w:r>
        <w:t xml:space="preserve">Another benefit of this alternative reinforcement made of GRP</w:t>
      </w:r>
      <w:r>
        <w:t xml:space="preserve"> </w:t>
      </w:r>
      <w:r>
        <w:t xml:space="preserve">is that Schöck Combar is currently the only fibre-reinforced composite material on the market to be approved by the building authorities. Its durability also makes it a very economical solution.</w:t>
      </w:r>
    </w:p>
    <w:p w:rsidRPr="00D423FB" w:rsidR="00C039AB" w:rsidP="00A06A8B" w:rsidRDefault="00C039AB" w14:paraId="08ABEF9A" w14:textId="77777777">
      <w:pPr>
        <w:tabs>
          <w:tab w:val="left" w:pos="7088"/>
        </w:tabs>
        <w:spacing w:line="360" w:lineRule="auto"/>
        <w:ind w:right="2379"/>
        <w:jc w:val="both"/>
      </w:pPr>
    </w:p>
    <w:sdt>
      <w:sdtPr>
        <w:rPr>
          <w:b/>
        </w:rPr>
        <w:alias w:val="Subheading Arial 11 pt bold"/>
        <w:tag w:val="Zwischenüberschrift Arial 11 pt fett"/>
        <w:id w:val="343985827"/>
        <w:placeholder>
          <w:docPart w:val="6AE9963A16EAB14A99856700DED1D54F"/>
        </w:placeholder>
        <w:text/>
      </w:sdtPr>
      <w:sdtContent>
        <w:p w:rsidRPr="00CE05BB" w:rsidR="00A06A8B" w:rsidP="00A06A8B" w:rsidRDefault="00D9699A" w14:paraId="618FD43E" w14:textId="79D8BF47">
          <w:pPr>
            <w:tabs>
              <w:tab w:val="left" w:pos="7088"/>
            </w:tabs>
            <w:spacing w:line="360" w:lineRule="auto"/>
            <w:ind w:right="2379"/>
            <w:jc w:val="both"/>
            <w:rPr>
              <w:b/>
              <w:bCs/>
            </w:rPr>
          </w:pPr>
          <w:r>
            <w:rPr>
              <w:b/>
            </w:rPr>
            <w:t xml:space="preserve">Schöck Combar endurance test</w:t>
          </w:r>
        </w:p>
      </w:sdtContent>
    </w:sdt>
    <w:sdt>
      <w:sdtPr>
        <w:alias w:val="Text Arial 11 pt justified 1.5 line spacing"/>
        <w:tag w:val="Text Pressemeldung Arial 11pt Blocksatz 1,5 Zeilenabstand"/>
        <w:id w:val="1007714953"/>
        <w:placeholder>
          <w:docPart w:val="760B2D7B837BB84F8899EA743D659B26"/>
        </w:placeholder>
      </w:sdtPr>
      <w:sdtContent>
        <w:p w:rsidRPr="00D423FB" w:rsidR="00A06A8B" w:rsidP="00A06A8B" w:rsidRDefault="00AF3054" w14:paraId="65CE3672" w14:textId="15B32E4C">
          <w:pPr>
            <w:tabs>
              <w:tab w:val="left" w:pos="7088"/>
            </w:tabs>
            <w:spacing w:line="360" w:lineRule="auto"/>
            <w:ind w:right="2379"/>
            <w:jc w:val="both"/>
          </w:pPr>
          <w:r>
            <w:t xml:space="preserve">Using Combar to reinforce the emergency walkway is part of a pilot project of Autobahn GmbH.</w:t>
          </w:r>
          <w:r>
            <w:t xml:space="preserve"> </w:t>
          </w:r>
          <w:r>
            <w:t xml:space="preserve">An endurance test is currently underway to investigate the potential service life of an emergency walkway.</w:t>
          </w:r>
          <w:r>
            <w:t xml:space="preserve"> </w:t>
          </w:r>
          <w:r>
            <w:t xml:space="preserve">The test is being supervised by the Munich engineering office Schiessl Gehlen Sodeikat GmbH and the results will then be evaluated.</w:t>
          </w:r>
          <w:r>
            <w:t xml:space="preserve"> </w:t>
          </w:r>
          <w:r>
            <w:t xml:space="preserve">Dr Angelika Schiessl-Pecka, an expert in concrete construction, explains:</w:t>
          </w:r>
          <w:r>
            <w:t xml:space="preserve"> </w:t>
          </w:r>
          <w:r>
            <w:t xml:space="preserve">"We have had major problems with reinforcement corrosion in recent years using the traditional standard construction method.</w:t>
          </w:r>
          <w:r>
            <w:t xml:space="preserve"> </w:t>
          </w:r>
          <w:r>
            <w:t xml:space="preserve">We chose glass-fibre reinforcement to eliminate any future problems related to durability."</w:t>
          </w:r>
        </w:p>
      </w:sdtContent>
    </w:sdt>
    <w:p w:rsidRPr="002B3818" w:rsidR="00F8159C" w:rsidP="00F8159C" w:rsidRDefault="00D83520" w14:paraId="2CB54322" w14:textId="458E1804">
      <w:pPr>
        <w:tabs>
          <w:tab w:val="left" w:pos="7088"/>
        </w:tabs>
        <w:spacing w:line="360" w:lineRule="auto"/>
        <w:ind w:right="2379"/>
        <w:jc w:val="right"/>
        <w:rPr>
          <w:sz w:val="16"/>
          <w:szCs w:val="16"/>
        </w:rPr>
      </w:pPr>
      <w:r>
        <w:rPr>
          <w:sz w:val="16"/>
        </w:rPr>
        <w:t xml:space="preserve">4964 characters (including spaces)</w:t>
      </w:r>
    </w:p>
    <w:p w:rsidR="00C125C6" w:rsidP="00F81238" w:rsidRDefault="00C125C6" w14:paraId="5FEE6AD8" w14:textId="77777777">
      <w:pPr>
        <w:tabs>
          <w:tab w:val="left" w:pos="7088"/>
        </w:tabs>
        <w:spacing w:line="360" w:lineRule="auto"/>
        <w:ind w:right="2379"/>
        <w:jc w:val="both"/>
      </w:pPr>
    </w:p>
    <w:p w:rsidR="00F8159C" w:rsidP="00F81238" w:rsidRDefault="00F8159C" w14:paraId="4F80C60A" w14:textId="77777777">
      <w:pPr>
        <w:tabs>
          <w:tab w:val="left" w:pos="7088"/>
        </w:tabs>
        <w:spacing w:line="360" w:lineRule="auto"/>
        <w:ind w:right="2379"/>
        <w:jc w:val="both"/>
      </w:pPr>
    </w:p>
    <w:p w:rsidR="00D83520" w:rsidP="00F81238" w:rsidRDefault="00D83520" w14:paraId="57C92B46" w14:textId="77777777">
      <w:pPr>
        <w:tabs>
          <w:tab w:val="left" w:pos="7088"/>
        </w:tabs>
        <w:spacing w:line="360" w:lineRule="auto"/>
        <w:ind w:right="2379"/>
        <w:jc w:val="both"/>
      </w:pPr>
    </w:p>
    <w:p w:rsidR="00D83520" w:rsidP="00F81238" w:rsidRDefault="00D83520" w14:paraId="72556DE8" w14:textId="77777777">
      <w:pPr>
        <w:tabs>
          <w:tab w:val="left" w:pos="7088"/>
        </w:tabs>
        <w:spacing w:line="360" w:lineRule="auto"/>
        <w:ind w:right="2379"/>
        <w:jc w:val="both"/>
      </w:pPr>
    </w:p>
    <w:sdt>
      <w:sdtPr>
        <w:rPr>
          <w:b/>
        </w:rPr>
        <w:alias w:val="Subheading Arial 11 pt bold"/>
        <w:tag w:val="Zwischenüberschrift Arial 11 pt fett"/>
        <w:id w:val="-695919310"/>
        <w:placeholder>
          <w:docPart w:val="86E80C35ECDF4203BC5A715EDE106456"/>
        </w:placeholder>
        <w:text/>
      </w:sdtPr>
      <w:sdtContent>
        <w:p w:rsidRPr="00CE05BB" w:rsidR="00F8159C" w:rsidP="00F8159C" w:rsidRDefault="00C63D31" w14:paraId="7DE8C735" w14:textId="2B8E7C47">
          <w:pPr>
            <w:tabs>
              <w:tab w:val="left" w:pos="7088"/>
            </w:tabs>
            <w:spacing w:line="360" w:lineRule="auto"/>
            <w:ind w:right="2379"/>
            <w:jc w:val="both"/>
            <w:rPr>
              <w:b/>
              <w:bCs/>
            </w:rPr>
          </w:pPr>
          <w:r>
            <w:rPr>
              <w:b/>
            </w:rPr>
            <w:t xml:space="preserve">Project information</w:t>
          </w:r>
        </w:p>
      </w:sdtContent>
    </w:sdt>
    <w:p w:rsidRPr="00F8159C" w:rsidR="00F8159C" w:rsidP="00AD3B1D" w:rsidRDefault="00AD3B1D" w14:paraId="72C3C3AF" w14:textId="03683E9C">
      <w:pPr>
        <w:tabs>
          <w:tab w:val="left" w:pos="7088"/>
        </w:tabs>
        <w:spacing w:line="360" w:lineRule="auto"/>
        <w:ind w:right="2379"/>
        <w:jc w:val="both"/>
      </w:pPr>
      <w:r>
        <w:rPr>
          <w:b/>
        </w:rPr>
        <w:t xml:space="preserve">Construction period:</w:t>
      </w:r>
      <w:r>
        <w:t xml:space="preserve"> </w:t>
      </w:r>
      <w:r>
        <w:t xml:space="preserve">2018 - expected 2023</w:t>
      </w:r>
    </w:p>
    <w:p w:rsidRPr="00F8159C" w:rsidR="00F8159C" w:rsidP="00F8159C" w:rsidRDefault="00F8159C" w14:paraId="5B36F7E6" w14:textId="2B368826">
      <w:pPr>
        <w:tabs>
          <w:tab w:val="left" w:pos="7088"/>
        </w:tabs>
        <w:spacing w:line="360" w:lineRule="auto"/>
        <w:ind w:right="2379"/>
        <w:jc w:val="both"/>
      </w:pPr>
      <w:r>
        <w:rPr>
          <w:b/>
        </w:rPr>
        <w:t xml:space="preserve">Principal:</w:t>
      </w:r>
      <w:r>
        <w:t xml:space="preserve"> </w:t>
      </w:r>
      <w:r>
        <w:t xml:space="preserve">Autobahn GmbH des Bundes, South Bavarian branch, Deggendorf, Germany, www.autobahn.de</w:t>
      </w:r>
    </w:p>
    <w:p w:rsidRPr="00F8159C" w:rsidR="00F8159C" w:rsidP="00F8159C" w:rsidRDefault="00F8159C" w14:paraId="66D11EF9" w14:textId="77777777">
      <w:pPr>
        <w:tabs>
          <w:tab w:val="left" w:pos="7088"/>
        </w:tabs>
        <w:spacing w:line="360" w:lineRule="auto"/>
        <w:ind w:right="2379"/>
        <w:jc w:val="both"/>
      </w:pPr>
      <w:r>
        <w:rPr>
          <w:b/>
        </w:rPr>
        <w:t xml:space="preserve">Construction firm:</w:t>
      </w:r>
      <w:r>
        <w:t xml:space="preserve"> </w:t>
      </w:r>
      <w:r>
        <w:t xml:space="preserve">Mayerhofer Hoch-, Tief- und Ingenieurbau GmbH, Simbach am Inn, Germany, www.mayerhofer-bau.de</w:t>
      </w:r>
    </w:p>
    <w:p w:rsidR="00AD3B1D" w:rsidP="00F8159C" w:rsidRDefault="00F8159C" w14:paraId="156277E7" w14:textId="6EF0712B">
      <w:pPr>
        <w:tabs>
          <w:tab w:val="left" w:pos="7088"/>
        </w:tabs>
        <w:spacing w:line="360" w:lineRule="auto"/>
        <w:ind w:right="2379"/>
        <w:jc w:val="both"/>
      </w:pPr>
      <w:r>
        <w:rPr>
          <w:b/>
        </w:rPr>
        <w:t xml:space="preserve">Planning consultants:</w:t>
      </w:r>
      <w:r>
        <w:t xml:space="preserve"> </w:t>
      </w:r>
      <w:r>
        <w:t xml:space="preserve">Ingenieurbüro Schiessl Gehlen Sodeikat GmbH, Munich, Germany, </w:t>
      </w:r>
      <w:hyperlink w:history="1" r:id="rId9">
        <w:r>
          <w:rPr>
            <w:rStyle w:val="Hyperlink"/>
          </w:rPr>
          <w:t xml:space="preserve">www.ib-schiessl.de</w:t>
        </w:r>
      </w:hyperlink>
    </w:p>
    <w:p w:rsidRPr="00F969C5" w:rsidR="00AD3B1D" w:rsidP="00F8159C" w:rsidRDefault="00AD3B1D" w14:paraId="310427EB" w14:textId="18388B44">
      <w:pPr>
        <w:tabs>
          <w:tab w:val="left" w:pos="7088"/>
        </w:tabs>
        <w:spacing w:line="360" w:lineRule="auto"/>
        <w:ind w:right="2379"/>
        <w:jc w:val="both"/>
      </w:pPr>
      <w:r>
        <w:rPr>
          <w:b/>
        </w:rPr>
        <w:t xml:space="preserve">Product:</w:t>
      </w:r>
      <w:r>
        <w:t xml:space="preserve"> </w:t>
      </w:r>
      <w:r>
        <w:t xml:space="preserve">Schöck Combar</w:t>
      </w:r>
    </w:p>
    <w:p w:rsidR="00F8159C" w:rsidP="00F8159C" w:rsidRDefault="00F8159C" w14:paraId="4FA24FDE" w14:textId="77777777">
      <w:pPr>
        <w:tabs>
          <w:tab w:val="left" w:pos="7088"/>
        </w:tabs>
        <w:spacing w:line="360" w:lineRule="auto"/>
        <w:ind w:right="2379"/>
        <w:jc w:val="both"/>
      </w:pPr>
    </w:p>
    <w:p w:rsidR="00BD0182" w:rsidP="00F8159C" w:rsidRDefault="00BD0182" w14:paraId="0EF25196" w14:textId="089151C0">
      <w:pPr>
        <w:tabs>
          <w:tab w:val="left" w:pos="7088"/>
        </w:tabs>
        <w:spacing w:line="360" w:lineRule="auto"/>
        <w:ind w:right="2379"/>
        <w:jc w:val="both"/>
        <w:rPr>
          <w:b/>
          <w:bCs/>
        </w:rPr>
      </w:pPr>
      <w:r>
        <w:rPr>
          <w:b/>
        </w:rPr>
        <w:t xml:space="preserve">Info box</w:t>
      </w:r>
    </w:p>
    <w:p w:rsidRPr="00C418EA" w:rsidR="007C423F" w:rsidP="00F8159C" w:rsidRDefault="007C423F" w14:paraId="49F9E8EC" w14:textId="77777777">
      <w:pPr>
        <w:tabs>
          <w:tab w:val="left" w:pos="7088"/>
        </w:tabs>
        <w:spacing w:line="360" w:lineRule="auto"/>
        <w:ind w:right="2379"/>
        <w:jc w:val="both"/>
        <w:rPr>
          <w:b/>
          <w:bCs/>
        </w:rPr>
      </w:pPr>
    </w:p>
    <w:sdt>
      <w:sdtPr>
        <w:rPr>
          <w:b/>
        </w:rPr>
        <w:alias w:val="Subheading Arial 11 pt bold"/>
        <w:tag w:val="Zwischenüberschrift Arial 11 pt fett"/>
        <w:id w:val="164284473"/>
        <w:placeholder>
          <w:docPart w:val="DA2C9F4AF71B4116A55EA6EF7A735CAB"/>
        </w:placeholder>
        <w:text/>
      </w:sdtPr>
      <w:sdtContent>
        <w:p w:rsidRPr="00CE05BB" w:rsidR="00F8159C" w:rsidP="00F8159C" w:rsidRDefault="00BD0182" w14:paraId="20DECECB" w14:textId="4EEFC770">
          <w:pPr>
            <w:tabs>
              <w:tab w:val="left" w:pos="7088"/>
            </w:tabs>
            <w:spacing w:line="360" w:lineRule="auto"/>
            <w:ind w:right="2379"/>
            <w:jc w:val="both"/>
            <w:rPr>
              <w:b/>
              <w:bCs/>
            </w:rPr>
          </w:pPr>
          <w:r>
            <w:rPr>
              <w:b/>
            </w:rPr>
            <w:t xml:space="preserve">Combar integrated in FRILO structural analysis software</w:t>
          </w:r>
        </w:p>
      </w:sdtContent>
    </w:sdt>
    <w:p w:rsidRPr="00F8159C" w:rsidR="00F8159C" w:rsidP="00F8159C" w:rsidRDefault="00F8159C" w14:paraId="62E6E77B" w14:textId="53900142">
      <w:pPr>
        <w:tabs>
          <w:tab w:val="left" w:pos="7088"/>
        </w:tabs>
        <w:spacing w:line="360" w:lineRule="auto"/>
        <w:ind w:right="2379"/>
        <w:jc w:val="both"/>
      </w:pPr>
      <w:r>
        <w:t xml:space="preserve">Schöck Combar is the first fibre composite reinforcement material and has been integrated into the FRILO B2 module.</w:t>
      </w:r>
      <w:r>
        <w:t xml:space="preserve"> </w:t>
      </w:r>
      <w:r>
        <w:t xml:space="preserve">This means that the glass fibre composite material can now be sized in the familiar software environment as longitudinal reinforcement or as stirrup reinforcement.</w:t>
      </w:r>
      <w:r>
        <w:t xml:space="preserve"> </w:t>
      </w:r>
      <w:r>
        <w:t xml:space="preserve">A wide variety of cross-sections (rectangular, circular and T-beam cross-sections) is available for straightforward dimensioning of Combar in various structural and civil engineering applications.</w:t>
      </w:r>
      <w:r>
        <w:t xml:space="preserve"> </w:t>
      </w:r>
    </w:p>
    <w:p w:rsidR="007C423F" w:rsidP="00F81238" w:rsidRDefault="007C423F" w14:paraId="211DD204" w14:textId="77777777">
      <w:pPr>
        <w:tabs>
          <w:tab w:val="left" w:pos="7088"/>
        </w:tabs>
        <w:spacing w:line="360" w:lineRule="auto"/>
        <w:ind w:right="2379"/>
        <w:jc w:val="both"/>
      </w:pPr>
    </w:p>
    <w:p w:rsidRPr="00D423FB" w:rsidR="00F969C5" w:rsidP="00A06A8B" w:rsidRDefault="00F969C5" w14:paraId="2CE6B692" w14:textId="77777777">
      <w:pPr>
        <w:tabs>
          <w:tab w:val="left" w:pos="7088"/>
        </w:tabs>
        <w:spacing w:line="360" w:lineRule="auto"/>
        <w:ind w:right="2379"/>
        <w:jc w:val="both"/>
      </w:pPr>
    </w:p>
    <w:p w:rsidR="00A06A8B" w:rsidP="00A06A8B" w:rsidRDefault="00A06A8B" w14:paraId="001ED700" w14:textId="7BC4B2B6">
      <w:pPr>
        <w:spacing w:line="360" w:lineRule="auto"/>
        <w:ind w:right="2126"/>
        <w:rPr>
          <w:u w:val="single"/>
          <w:rFonts w:eastAsia="CorpidE1s-Regular"/>
        </w:rPr>
      </w:pPr>
      <w:r>
        <w:rPr>
          <w:b/>
        </w:rPr>
        <w:t xml:space="preserve">Images</w:t>
      </w:r>
    </w:p>
    <w:p w:rsidR="00A06A8B" w:rsidP="00A06A8B" w:rsidRDefault="00A06A8B" w14:paraId="3A2AC197" w14:textId="77777777">
      <w:pPr>
        <w:tabs>
          <w:tab w:val="left" w:pos="7088"/>
        </w:tabs>
        <w:ind w:right="2379"/>
      </w:pPr>
    </w:p>
    <w:p w:rsidRPr="000F6CC5" w:rsidR="00A06A8B" w:rsidP="00A06A8B" w:rsidRDefault="00A06A8B" w14:paraId="1551863E" w14:textId="44BE8BE6">
      <w:pPr>
        <w:spacing w:line="360" w:lineRule="auto"/>
        <w:ind w:right="2126"/>
        <w:rPr>
          <w:b/>
          <w:bCs/>
          <w:rFonts w:eastAsia="CorpidE1s-Regular"/>
        </w:rPr>
      </w:pPr>
      <w:r>
        <w:rPr>
          <w:b/>
        </w:rPr>
        <w:t xml:space="preserve">[</w:t>
      </w:r>
      <w:sdt>
        <w:sdtPr>
          <w:rPr>
            <w:rFonts w:eastAsia="CorpidE1s-Regular"/>
            <w:b/>
            <w:bCs/>
          </w:rPr>
          <w:alias w:val="Bildbezeichnung.jpg"/>
          <w:tag w:val="Bildbeschreibung"/>
          <w:id w:val="1247153288"/>
          <w:placeholder>
            <w:docPart w:val="6AE9963A16EAB14A99856700DED1D54F"/>
          </w:placeholder>
          <w:text/>
        </w:sdtPr>
        <w:sdtContent>
          <w:r>
            <w:rPr>
              <w:b/>
            </w:rPr>
            <w:t xml:space="preserve">Schoeck_Notgehweg-Tunnel-Tutting-1</w:t>
          </w:r>
        </w:sdtContent>
      </w:sdt>
      <w:r>
        <w:rPr>
          <w:b/>
        </w:rPr>
        <w:t xml:space="preserve">]</w:t>
      </w:r>
    </w:p>
    <w:p w:rsidR="00A06A8B" w:rsidP="00A06A8B" w:rsidRDefault="00935F38" w14:paraId="4C11E6F9" w14:textId="720BC793">
      <w:pPr>
        <w:tabs>
          <w:tab w:val="left" w:pos="7088"/>
        </w:tabs>
        <w:ind w:right="2379"/>
      </w:pPr>
      <w:r>
        <w:drawing>
          <wp:inline distT="0" distB="0" distL="0" distR="0" wp14:anchorId="48F444D1" wp14:editId="64B19B8F">
            <wp:extent cx="2514600" cy="1676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sdt>
      <w:sdtPr>
        <w:rPr>
          <w:i/>
          <w:iCs/>
          <w:sz w:val="20"/>
          <w:szCs w:val="20"/>
        </w:rPr>
        <w:alias w:val="Image caption in italics"/>
        <w:tag w:val="Bildunterschrift kursiv"/>
        <w:id w:val="-1558309132"/>
        <w:placeholder>
          <w:docPart w:val="6AE9963A16EAB14A99856700DED1D54F"/>
        </w:placeholder>
      </w:sdtPr>
      <w:sdtContent>
        <w:p w:rsidRPr="00A7078E" w:rsidR="00A06A8B" w:rsidP="00A06A8B" w:rsidRDefault="008B1557" w14:paraId="65D6BE70" w14:textId="68997430">
          <w:pPr>
            <w:tabs>
              <w:tab w:val="left" w:pos="7088"/>
            </w:tabs>
            <w:ind w:right="2379"/>
            <w:rPr>
              <w:i/>
              <w:iCs/>
              <w:sz w:val="20"/>
              <w:szCs w:val="20"/>
            </w:rPr>
          </w:pPr>
          <w:r>
            <w:rPr>
              <w:i/>
              <w:sz w:val="20"/>
            </w:rPr>
            <w:t xml:space="preserve">The South Bavarian branch of Autobahn GmbH has chosen Schöck Combar, the concrete reinforcement made of glass-fibre reinforced plastic, to reinforce the emergency walkway in the Tutting motorway tunnel.</w:t>
          </w:r>
        </w:p>
      </w:sdtContent>
    </w:sdt>
    <w:p w:rsidRPr="00A7078E" w:rsidR="00A06A8B" w:rsidP="00A06A8B" w:rsidRDefault="00A06A8B" w14:paraId="7A54C2AC" w14:textId="278ECB66">
      <w:pPr>
        <w:tabs>
          <w:tab w:val="left" w:pos="7088"/>
        </w:tabs>
        <w:ind w:right="2379"/>
        <w:rPr>
          <w:sz w:val="20"/>
          <w:szCs w:val="20"/>
        </w:rPr>
      </w:pPr>
      <w:r>
        <w:rPr>
          <w:i/>
          <w:sz w:val="20"/>
        </w:rPr>
        <w:t xml:space="preserve">Photo:</w:t>
      </w:r>
      <w:r>
        <w:rPr>
          <w:i/>
          <w:sz w:val="20"/>
        </w:rPr>
        <w:t xml:space="preserve"> </w:t>
      </w:r>
      <w:r>
        <w:rPr>
          <w:i/>
          <w:sz w:val="20"/>
        </w:rPr>
        <w:t xml:space="preserve">Schöck Bauteile GmbH</w:t>
      </w:r>
    </w:p>
    <w:p w:rsidR="00A06A8B" w:rsidP="00A06A8B" w:rsidRDefault="00A06A8B" w14:paraId="20BD4795" w14:textId="77777777">
      <w:pPr>
        <w:tabs>
          <w:tab w:val="left" w:pos="7088"/>
        </w:tabs>
        <w:ind w:right="2379"/>
      </w:pPr>
    </w:p>
    <w:p w:rsidR="000F6CC5" w:rsidP="00A06A8B" w:rsidRDefault="000F6CC5" w14:paraId="5BC7BA9F" w14:textId="77777777">
      <w:pPr>
        <w:tabs>
          <w:tab w:val="left" w:pos="7088"/>
        </w:tabs>
        <w:ind w:right="2379"/>
      </w:pPr>
    </w:p>
    <w:p w:rsidRPr="000F6CC5" w:rsidR="000F6CC5" w:rsidP="000F6CC5" w:rsidRDefault="000F6CC5" w14:paraId="5E7DD9D0" w14:textId="37601CF4">
      <w:pPr>
        <w:spacing w:line="360" w:lineRule="auto"/>
        <w:ind w:right="2126"/>
        <w:rPr>
          <w:b/>
          <w:bCs/>
          <w:rFonts w:eastAsia="CorpidE1s-Regular"/>
        </w:rPr>
      </w:pPr>
      <w:r>
        <w:rPr>
          <w:b/>
        </w:rPr>
        <w:t xml:space="preserve">[</w:t>
      </w:r>
      <w:sdt>
        <w:sdtPr>
          <w:rPr>
            <w:rFonts w:eastAsia="CorpidE1s-Regular"/>
            <w:b/>
            <w:bCs/>
          </w:rPr>
          <w:alias w:val="Bildbezeichnung.jpg"/>
          <w:tag w:val="Bildbeschreibung"/>
          <w:id w:val="-440303644"/>
          <w:placeholder>
            <w:docPart w:val="1F0E092398EEC14BB7D131408CD9C7CA"/>
          </w:placeholder>
          <w:text/>
        </w:sdtPr>
        <w:sdtContent>
          <w:r>
            <w:rPr>
              <w:b/>
            </w:rPr>
            <w:t xml:space="preserve">Schoeck_Notgehweg-Tunnel-Tutting-2</w:t>
          </w:r>
        </w:sdtContent>
      </w:sdt>
      <w:r>
        <w:rPr>
          <w:b/>
        </w:rPr>
        <w:t xml:space="preserve">]</w:t>
      </w:r>
    </w:p>
    <w:p w:rsidR="000F6CC5" w:rsidP="00A06A8B" w:rsidRDefault="00B134A7" w14:paraId="4266EEF5" w14:textId="0030E0B6">
      <w:pPr>
        <w:tabs>
          <w:tab w:val="left" w:pos="7088"/>
        </w:tabs>
        <w:ind w:right="2379"/>
      </w:pPr>
      <w:r>
        <w:drawing>
          <wp:inline distT="0" distB="0" distL="0" distR="0" wp14:anchorId="2F8CB2F3" wp14:editId="4C786306">
            <wp:extent cx="2514600" cy="1676400"/>
            <wp:effectExtent l="0" t="0" r="0" b="0"/>
            <wp:docPr id="6" name="Grafik 6"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sdt>
      <w:sdtPr>
        <w:rPr>
          <w:i/>
          <w:iCs/>
          <w:sz w:val="20"/>
          <w:szCs w:val="20"/>
        </w:rPr>
        <w:alias w:val="Image caption in italics"/>
        <w:tag w:val="Bildunterschrift kursiv"/>
        <w:id w:val="-1387483441"/>
        <w:placeholder>
          <w:docPart w:val="CDA934979D10AE4FA7A8B4AC9872E6C3"/>
        </w:placeholder>
      </w:sdtPr>
      <w:sdtContent>
        <w:p w:rsidRPr="000672BE" w:rsidR="00A7078E" w:rsidP="00A7078E" w:rsidRDefault="0097364D" w14:paraId="570A46D4" w14:textId="688B8BE3">
          <w:pPr>
            <w:tabs>
              <w:tab w:val="left" w:pos="7088"/>
            </w:tabs>
            <w:ind w:right="2379"/>
            <w:rPr>
              <w:i/>
              <w:iCs/>
              <w:sz w:val="20"/>
              <w:szCs w:val="20"/>
            </w:rPr>
          </w:pPr>
          <w:r>
            <w:rPr>
              <w:i/>
              <w:sz w:val="20"/>
            </w:rPr>
            <w:t xml:space="preserve">Schöck Combar is not only corrosion-resistant, but also much lighter than steel.</w:t>
          </w:r>
          <w:r>
            <w:rPr>
              <w:i/>
              <w:sz w:val="20"/>
            </w:rPr>
            <w:t xml:space="preserve"> </w:t>
          </w:r>
          <w:r>
            <w:rPr>
              <w:i/>
              <w:sz w:val="20"/>
            </w:rPr>
            <w:t xml:space="preserve">This makes the product easier to handle and less physically demanding for installers.</w:t>
          </w:r>
          <w:r>
            <w:rPr>
              <w:i/>
              <w:sz w:val="20"/>
            </w:rPr>
            <w:t xml:space="preserve"> </w:t>
          </w:r>
        </w:p>
      </w:sdtContent>
    </w:sdt>
    <w:p w:rsidRPr="000672BE" w:rsidR="00A7078E" w:rsidP="00A7078E" w:rsidRDefault="00A7078E" w14:paraId="404C213C" w14:textId="77777777">
      <w:pPr>
        <w:tabs>
          <w:tab w:val="left" w:pos="7088"/>
        </w:tabs>
        <w:ind w:right="2379"/>
        <w:rPr>
          <w:i/>
          <w:iCs/>
          <w:sz w:val="20"/>
          <w:szCs w:val="20"/>
        </w:rPr>
      </w:pPr>
      <w:r>
        <w:rPr>
          <w:i/>
          <w:sz w:val="20"/>
        </w:rPr>
        <w:t xml:space="preserve">Photo:</w:t>
      </w:r>
      <w:r>
        <w:rPr>
          <w:i/>
          <w:sz w:val="20"/>
        </w:rPr>
        <w:t xml:space="preserve"> </w:t>
      </w:r>
      <w:r>
        <w:rPr>
          <w:i/>
          <w:sz w:val="20"/>
        </w:rPr>
        <w:t xml:space="preserve">Schöck Bauteile GmbH</w:t>
      </w:r>
    </w:p>
    <w:p w:rsidR="000F6CC5" w:rsidP="00A06A8B" w:rsidRDefault="000F6CC5" w14:paraId="0AD3159C" w14:textId="77777777">
      <w:pPr>
        <w:tabs>
          <w:tab w:val="left" w:pos="7088"/>
        </w:tabs>
        <w:ind w:right="2379"/>
      </w:pPr>
    </w:p>
    <w:p w:rsidR="000672BE" w:rsidP="00A06A8B" w:rsidRDefault="000672BE" w14:paraId="5A682997" w14:textId="77777777">
      <w:pPr>
        <w:tabs>
          <w:tab w:val="left" w:pos="7088"/>
        </w:tabs>
        <w:ind w:right="2379"/>
      </w:pPr>
    </w:p>
    <w:p w:rsidRPr="000672BE" w:rsidR="000F6CC5" w:rsidP="000672BE" w:rsidRDefault="000672BE" w14:paraId="391B8756" w14:textId="396DD5CE">
      <w:pPr>
        <w:spacing w:line="360" w:lineRule="auto"/>
        <w:ind w:right="2126"/>
        <w:rPr>
          <w:b/>
          <w:bCs/>
          <w:rFonts w:eastAsia="CorpidE1s-Regular"/>
        </w:rPr>
      </w:pPr>
      <w:r>
        <w:rPr>
          <w:b/>
        </w:rPr>
        <w:t xml:space="preserve">[</w:t>
      </w:r>
      <w:sdt>
        <w:sdtPr>
          <w:rPr>
            <w:rFonts w:eastAsia="CorpidE1s-Regular"/>
            <w:b/>
            <w:bCs/>
          </w:rPr>
          <w:alias w:val="Bildbezeichnung.jpg"/>
          <w:tag w:val="Bildbeschreibung"/>
          <w:id w:val="-2065783264"/>
          <w:placeholder>
            <w:docPart w:val="F6F07F72941E224C867A5F440E113687"/>
          </w:placeholder>
          <w:text/>
        </w:sdtPr>
        <w:sdtContent>
          <w:r>
            <w:rPr>
              <w:b/>
            </w:rPr>
            <w:t xml:space="preserve">Schoeck_Notgehweg-Tunnel-Tutting-3</w:t>
          </w:r>
        </w:sdtContent>
      </w:sdt>
      <w:r>
        <w:rPr>
          <w:b/>
        </w:rPr>
        <w:t xml:space="preserve">]</w:t>
      </w:r>
    </w:p>
    <w:p w:rsidR="008B1557" w:rsidP="00A06A8B" w:rsidRDefault="009A7744" w14:paraId="55CE7D3B" w14:textId="77777777">
      <w:pPr>
        <w:tabs>
          <w:tab w:val="left" w:pos="7088"/>
        </w:tabs>
        <w:ind w:right="2379"/>
      </w:pPr>
      <w:r>
        <w:drawing>
          <wp:inline distT="0" distB="0" distL="0" distR="0" wp14:anchorId="2531DD50" wp14:editId="06C7DAF1">
            <wp:extent cx="2514600" cy="16764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2">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sdt>
      <w:sdtPr>
        <w:rPr>
          <w:i/>
          <w:iCs/>
          <w:sz w:val="20"/>
          <w:szCs w:val="20"/>
        </w:rPr>
        <w:alias w:val="Image caption in italics"/>
        <w:tag w:val="Bildunterschrift kursiv"/>
        <w:id w:val="434111751"/>
        <w:placeholder>
          <w:docPart w:val="FA16B3E062217B46A22FBE4E87EAD4BE"/>
        </w:placeholder>
      </w:sdtPr>
      <w:sdtContent>
        <w:p w:rsidRPr="00A7078E" w:rsidR="00F85FFC" w:rsidP="00F85FFC" w:rsidRDefault="00F85FFC" w14:paraId="14A9F8B1" w14:textId="56241E14">
          <w:pPr>
            <w:tabs>
              <w:tab w:val="left" w:pos="7088"/>
            </w:tabs>
            <w:ind w:right="2379"/>
            <w:rPr>
              <w:i/>
              <w:iCs/>
              <w:sz w:val="20"/>
              <w:szCs w:val="20"/>
            </w:rPr>
          </w:pPr>
          <w:r>
            <w:rPr>
              <w:i/>
              <w:sz w:val="20"/>
            </w:rPr>
            <w:t xml:space="preserve">Schöck Combar is being used as reinforcement over a tunnel length of around 225 metres.</w:t>
          </w:r>
        </w:p>
      </w:sdtContent>
    </w:sdt>
    <w:p w:rsidRPr="003337D0" w:rsidR="00F85FFC" w:rsidP="00F85FFC" w:rsidRDefault="00F85FFC" w14:paraId="57B66988" w14:textId="77777777">
      <w:pPr>
        <w:tabs>
          <w:tab w:val="left" w:pos="7088"/>
        </w:tabs>
        <w:ind w:right="2379"/>
        <w:rPr>
          <w:i/>
          <w:iCs/>
          <w:sz w:val="20"/>
          <w:szCs w:val="20"/>
        </w:rPr>
      </w:pPr>
      <w:r>
        <w:rPr>
          <w:i/>
          <w:sz w:val="20"/>
        </w:rPr>
        <w:t xml:space="preserve">Photo:</w:t>
      </w:r>
      <w:r>
        <w:rPr>
          <w:i/>
          <w:sz w:val="20"/>
        </w:rPr>
        <w:t xml:space="preserve"> </w:t>
      </w:r>
      <w:r>
        <w:rPr>
          <w:i/>
          <w:sz w:val="20"/>
        </w:rPr>
        <w:t xml:space="preserve">Schöck Bauteile GmbH</w:t>
      </w:r>
    </w:p>
    <w:p w:rsidR="008B1557" w:rsidP="00A06A8B" w:rsidRDefault="008B1557" w14:paraId="4028EFC6" w14:textId="77777777">
      <w:pPr>
        <w:tabs>
          <w:tab w:val="left" w:pos="7088"/>
        </w:tabs>
        <w:ind w:right="2379"/>
      </w:pPr>
    </w:p>
    <w:p w:rsidR="008B1557" w:rsidP="00A06A8B" w:rsidRDefault="008B1557" w14:paraId="309B6A24" w14:textId="77777777">
      <w:pPr>
        <w:tabs>
          <w:tab w:val="left" w:pos="7088"/>
        </w:tabs>
        <w:ind w:right="2379"/>
      </w:pPr>
    </w:p>
    <w:p w:rsidRPr="003337D0" w:rsidR="008B1557" w:rsidP="003337D0" w:rsidRDefault="003337D0" w14:paraId="1F7B7504" w14:textId="76676BE9">
      <w:pPr>
        <w:spacing w:line="360" w:lineRule="auto"/>
        <w:ind w:right="2126"/>
        <w:rPr>
          <w:b/>
          <w:bCs/>
          <w:rFonts w:eastAsia="CorpidE1s-Regular"/>
        </w:rPr>
      </w:pPr>
      <w:r>
        <w:rPr>
          <w:b/>
        </w:rPr>
        <w:t xml:space="preserve">[</w:t>
      </w:r>
      <w:sdt>
        <w:sdtPr>
          <w:rPr>
            <w:rFonts w:eastAsia="CorpidE1s-Regular"/>
            <w:b/>
            <w:bCs/>
          </w:rPr>
          <w:alias w:val="Bildbezeichnung.jpg"/>
          <w:tag w:val="Bildbeschreibung"/>
          <w:id w:val="-1000812700"/>
          <w:placeholder>
            <w:docPart w:val="66C41FF743772847A99CD5CAC05D82AA"/>
          </w:placeholder>
          <w:text/>
        </w:sdtPr>
        <w:sdtContent>
          <w:r>
            <w:rPr>
              <w:b/>
            </w:rPr>
            <w:t xml:space="preserve">Schoeck_Notgehweg-Tunnel-Tutting-4</w:t>
          </w:r>
        </w:sdtContent>
      </w:sdt>
      <w:r>
        <w:rPr>
          <w:b/>
        </w:rPr>
        <w:t xml:space="preserve">]</w:t>
      </w:r>
    </w:p>
    <w:p w:rsidR="009A7744" w:rsidP="00A06A8B" w:rsidRDefault="009A7744" w14:paraId="73D86B19" w14:textId="5543A771">
      <w:pPr>
        <w:tabs>
          <w:tab w:val="left" w:pos="7088"/>
        </w:tabs>
        <w:ind w:right="2379"/>
      </w:pPr>
      <w:r>
        <w:drawing>
          <wp:inline distT="0" distB="0" distL="0" distR="0" wp14:anchorId="46DA8899" wp14:editId="35DF9CB4">
            <wp:extent cx="2514600" cy="16764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sdt>
      <w:sdtPr>
        <w:rPr>
          <w:i/>
          <w:iCs/>
          <w:sz w:val="20"/>
          <w:szCs w:val="20"/>
        </w:rPr>
        <w:alias w:val="Image caption in italics"/>
        <w:tag w:val="Bildunterschrift kursiv"/>
        <w:id w:val="-1224982618"/>
        <w:placeholder>
          <w:docPart w:val="2BE02F1D15D3634CBB8B5E7351CFECE0"/>
        </w:placeholder>
      </w:sdtPr>
      <w:sdtContent>
        <w:p w:rsidRPr="00095FB7" w:rsidR="003337D0" w:rsidP="003337D0" w:rsidRDefault="00095FB7" w14:paraId="0F76EC3D" w14:textId="6FC7FAE7">
          <w:pPr>
            <w:tabs>
              <w:tab w:val="left" w:pos="7088"/>
            </w:tabs>
            <w:ind w:right="2379"/>
            <w:rPr>
              <w:i/>
              <w:iCs/>
              <w:sz w:val="20"/>
              <w:szCs w:val="20"/>
            </w:rPr>
          </w:pPr>
          <w:r>
            <w:rPr>
              <w:i/>
              <w:sz w:val="20"/>
            </w:rPr>
            <w:t xml:space="preserve">The GRP reinforcement made by Schöck is durable, extremely strong and reliably corrosion-resistant.</w:t>
          </w:r>
          <w:r>
            <w:rPr>
              <w:i/>
              <w:sz w:val="20"/>
            </w:rPr>
            <w:t xml:space="preserve"> </w:t>
          </w:r>
          <w:r>
            <w:rPr>
              <w:i/>
              <w:sz w:val="20"/>
            </w:rPr>
            <w:t xml:space="preserve">It does not even corrode when exposed to de-icing salts.</w:t>
          </w:r>
        </w:p>
      </w:sdtContent>
    </w:sdt>
    <w:p w:rsidRPr="00095FB7" w:rsidR="003337D0" w:rsidP="003337D0" w:rsidRDefault="003337D0" w14:paraId="6051AA6A" w14:textId="77777777">
      <w:pPr>
        <w:tabs>
          <w:tab w:val="left" w:pos="7088"/>
        </w:tabs>
        <w:ind w:right="2379"/>
        <w:rPr>
          <w:i/>
          <w:iCs/>
          <w:sz w:val="20"/>
          <w:szCs w:val="20"/>
        </w:rPr>
      </w:pPr>
      <w:r>
        <w:rPr>
          <w:i/>
          <w:sz w:val="20"/>
        </w:rPr>
        <w:t xml:space="preserve">Photo:</w:t>
      </w:r>
      <w:r>
        <w:rPr>
          <w:i/>
          <w:sz w:val="20"/>
        </w:rPr>
        <w:t xml:space="preserve"> </w:t>
      </w:r>
      <w:r>
        <w:rPr>
          <w:i/>
          <w:sz w:val="20"/>
        </w:rPr>
        <w:t xml:space="preserve">Schöck Bauteile GmbH</w:t>
      </w:r>
    </w:p>
    <w:p w:rsidRPr="00095FB7" w:rsidR="009A7744" w:rsidP="00A06A8B" w:rsidRDefault="009A7744" w14:paraId="0D75BDE8" w14:textId="77777777">
      <w:pPr>
        <w:tabs>
          <w:tab w:val="left" w:pos="7088"/>
        </w:tabs>
        <w:ind w:right="2379"/>
        <w:rPr>
          <w:i/>
          <w:iCs/>
          <w:sz w:val="20"/>
          <w:szCs w:val="20"/>
        </w:rPr>
      </w:pPr>
    </w:p>
    <w:p w:rsidR="009A7744" w:rsidP="00A06A8B" w:rsidRDefault="009A7744" w14:paraId="68CDFBAF" w14:textId="77777777">
      <w:pPr>
        <w:tabs>
          <w:tab w:val="left" w:pos="7088"/>
        </w:tabs>
        <w:ind w:right="2379"/>
      </w:pPr>
    </w:p>
    <w:p w:rsidRPr="00863749" w:rsidR="009A7744" w:rsidP="00863749" w:rsidRDefault="00863749" w14:paraId="2B8CAB35" w14:textId="464B54E1">
      <w:pPr>
        <w:spacing w:line="360" w:lineRule="auto"/>
        <w:ind w:right="2126"/>
        <w:rPr>
          <w:b/>
          <w:bCs/>
          <w:rFonts w:eastAsia="CorpidE1s-Regular"/>
        </w:rPr>
      </w:pPr>
      <w:r>
        <w:rPr>
          <w:b/>
        </w:rPr>
        <w:t xml:space="preserve">[</w:t>
      </w:r>
      <w:sdt>
        <w:sdtPr>
          <w:rPr>
            <w:rFonts w:eastAsia="CorpidE1s-Regular"/>
            <w:b/>
            <w:bCs/>
          </w:rPr>
          <w:alias w:val="Bildbezeichnung.jpg"/>
          <w:tag w:val="Bildbeschreibung"/>
          <w:id w:val="-1166858182"/>
          <w:placeholder>
            <w:docPart w:val="594860BC4BD7994D973CD9D82B99765A"/>
          </w:placeholder>
          <w:text/>
        </w:sdtPr>
        <w:sdtContent>
          <w:r>
            <w:rPr>
              <w:b/>
            </w:rPr>
            <w:t xml:space="preserve">Schoeck_Notgehweg-Tunnel-Tutting-5</w:t>
          </w:r>
        </w:sdtContent>
      </w:sdt>
      <w:r>
        <w:rPr>
          <w:b/>
        </w:rPr>
        <w:t xml:space="preserve">]</w:t>
      </w:r>
    </w:p>
    <w:p w:rsidR="00A06A8B" w:rsidP="00A06A8B" w:rsidRDefault="00CC7246" w14:paraId="186FE5CA" w14:textId="65EFD6F9">
      <w:pPr>
        <w:tabs>
          <w:tab w:val="left" w:pos="7088"/>
        </w:tabs>
        <w:ind w:right="2379"/>
      </w:pPr>
      <w:r>
        <w:drawing>
          <wp:inline distT="0" distB="0" distL="0" distR="0" wp14:anchorId="3D17018C" wp14:editId="2DB671B3">
            <wp:extent cx="2514600" cy="16764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p w:rsidRPr="0052545B" w:rsidR="00A06A8B" w:rsidP="00A06A8B" w:rsidRDefault="008B4199" w14:paraId="17CF34E0" w14:textId="29F130B2">
      <w:pPr>
        <w:tabs>
          <w:tab w:val="left" w:pos="7088"/>
        </w:tabs>
        <w:ind w:right="2379"/>
        <w:rPr>
          <w:i/>
          <w:iCs/>
          <w:sz w:val="20"/>
          <w:szCs w:val="20"/>
        </w:rPr>
      </w:pPr>
      <w:r>
        <w:rPr>
          <w:i/>
          <w:sz w:val="20"/>
        </w:rPr>
        <w:t xml:space="preserve">The service life of Combar in concrete is 100 years as tested by the German Institute for Building Technology (DIBt). Currently, it is the only fibre composite material on the market to be approved by the building authorities.</w:t>
      </w:r>
    </w:p>
    <w:p w:rsidRPr="008B4199" w:rsidR="008B4199" w:rsidP="00A06A8B" w:rsidRDefault="008B4199" w14:paraId="31267629" w14:textId="61481B1B">
      <w:pPr>
        <w:tabs>
          <w:tab w:val="left" w:pos="7088"/>
        </w:tabs>
        <w:ind w:right="2379"/>
        <w:rPr>
          <w:i/>
          <w:iCs/>
          <w:sz w:val="20"/>
          <w:szCs w:val="20"/>
        </w:rPr>
      </w:pPr>
      <w:r>
        <w:rPr>
          <w:i/>
          <w:sz w:val="20"/>
        </w:rPr>
        <w:t xml:space="preserve">Photo:</w:t>
      </w:r>
      <w:r>
        <w:rPr>
          <w:i/>
          <w:sz w:val="20"/>
        </w:rPr>
        <w:t xml:space="preserve"> </w:t>
      </w:r>
      <w:r>
        <w:rPr>
          <w:i/>
          <w:sz w:val="20"/>
        </w:rPr>
        <w:t xml:space="preserve">Schöck Bauteile GmbH</w:t>
      </w:r>
    </w:p>
    <w:p w:rsidR="008B4199" w:rsidP="00A06A8B" w:rsidRDefault="008B4199" w14:paraId="470E813F" w14:textId="77777777">
      <w:pPr>
        <w:tabs>
          <w:tab w:val="left" w:pos="7088"/>
        </w:tabs>
        <w:ind w:right="2379"/>
      </w:pPr>
    </w:p>
    <w:p w:rsidR="00863749" w:rsidP="00A06A8B" w:rsidRDefault="00863749" w14:paraId="397D20D3" w14:textId="77777777">
      <w:pPr>
        <w:tabs>
          <w:tab w:val="left" w:pos="7088"/>
        </w:tabs>
        <w:ind w:right="2379"/>
      </w:pPr>
    </w:p>
    <w:p w:rsidRPr="00A06A8B" w:rsidR="003732E2" w:rsidP="33BB13F4" w:rsidRDefault="003732E2" w14:paraId="61A698E0" w14:textId="25081690">
      <w:pPr>
        <w:pStyle w:val="paragraph"/>
        <w:spacing w:before="0" w:beforeAutospacing="off" w:after="0" w:afterAutospacing="off" w:line="360" w:lineRule="auto"/>
        <w:ind w:right="2370"/>
        <w:textAlignment w:val="baseline"/>
        <w:rPr>
          <w:rFonts w:ascii="Arial" w:hAnsi="Arial" w:eastAsia="Arial" w:cs="Arial"/>
          <w:color w:val="333333"/>
          <w:sz w:val="18"/>
          <w:szCs w:val="18"/>
          <w:rFonts w:ascii="Arial" w:hAnsi="Arial" w:cs="Arial"/>
        </w:rPr>
      </w:pPr>
      <w:r w:rsidRPr="33BB13F4" w:rsidR="003732E2">
        <w:rPr>
          <w:rStyle w:val="normaltextrun"/>
          <w:rFonts w:ascii="Arial" w:hAnsi="Arial" w:eastAsia="Arial" w:cs="Arial"/>
          <w:b w:val="1"/>
          <w:bCs w:val="1"/>
          <w:color w:val="333333"/>
          <w:sz w:val="22"/>
          <w:szCs w:val="22"/>
        </w:rPr>
        <w:t>About Schöck:</w:t>
      </w:r>
    </w:p>
    <w:p w:rsidR="000C4508" w:rsidP="000C4508" w:rsidRDefault="000C4508" w14:paraId="7391CD1E" w14:textId="77777777">
      <w:pPr>
        <w:tabs>
          <w:tab w:val="left" w:pos="7088"/>
        </w:tabs>
        <w:spacing w:line="240" w:lineRule="auto"/>
        <w:ind w:right="2379"/>
        <w:jc w:val="both"/>
      </w:pPr>
      <w:bookmarkStart w:name="_Hlk112856998" w:id="0"/>
      <w:r>
        <w:t xml:space="preserve">Schöck Bauteile GmbH is a company of the international Schöck Group that has more than 1100 employees and is active in over 40 markets.</w:t>
      </w:r>
      <w:r>
        <w:t xml:space="preserve"> </w:t>
      </w:r>
      <w:r>
        <w:t xml:space="preserve">It has its headquarters in Baden-Baden at the feet of the Black Forest where the company's success story began in 1962.</w:t>
      </w:r>
      <w:r>
        <w:t xml:space="preserve"> </w:t>
      </w:r>
      <w:r>
        <w:t xml:space="preserve">Company founder Eberhard Schöck used his knowledge and experience of building sites to develop products that simplify the construction process and solve the physical problems of construction work.</w:t>
      </w:r>
      <w:r>
        <w:t xml:space="preserve"> </w:t>
      </w:r>
      <w:r>
        <w:t xml:space="preserve">This mission has remained the foundation of the company’s philosophy to this day,</w:t>
      </w:r>
      <w:r>
        <w:t xml:space="preserve"> </w:t>
      </w:r>
      <w:r>
        <w:t xml:space="preserve">a philosophy that has allowed Schöck to become the leading provider of reliable and innovative solutions to reduce thermal bridges and impact sound, for thermally insulating façade connections and reinforcement technology.</w:t>
      </w:r>
      <w:r>
        <w:t xml:space="preserve"> </w:t>
      </w:r>
      <w:r>
        <w:t xml:space="preserve">Schöck products facilitate a more rational approach to construction and safeguard the construction quality in the long term.</w:t>
      </w:r>
      <w:r>
        <w:t xml:space="preserve"> </w:t>
      </w:r>
      <w:r>
        <w:t xml:space="preserve">Our focus is on the building-physical benefits and energy efficiency.</w:t>
      </w:r>
      <w:r>
        <w:t xml:space="preserve"> </w:t>
      </w:r>
      <w:r>
        <w:t xml:space="preserve">Schöck is driving the digitalisation of the work flow from planning to the building site to support the construction work of tomorrow.</w:t>
      </w:r>
    </w:p>
    <w:p w:rsidR="004E4FF5" w:rsidP="000C4508" w:rsidRDefault="004E4FF5" w14:paraId="6BC836EA" w14:textId="77777777">
      <w:pPr>
        <w:tabs>
          <w:tab w:val="left" w:pos="7088"/>
        </w:tabs>
        <w:spacing w:line="240" w:lineRule="auto"/>
        <w:ind w:right="2379"/>
        <w:jc w:val="both"/>
      </w:pPr>
    </w:p>
    <w:p w:rsidR="004E4FF5" w:rsidP="000C4508" w:rsidRDefault="004E4FF5" w14:paraId="4FFC6F6A" w14:textId="77777777">
      <w:pPr>
        <w:tabs>
          <w:tab w:val="left" w:pos="7088"/>
        </w:tabs>
        <w:spacing w:line="240" w:lineRule="auto"/>
        <w:ind w:right="2379"/>
        <w:jc w:val="both"/>
      </w:pPr>
    </w:p>
    <w:p w:rsidRPr="000755B0" w:rsidR="004E4FF5" w:rsidP="004E4FF5" w:rsidRDefault="004E4FF5" w14:paraId="58369C6B" w14:textId="77777777">
      <w:pPr>
        <w:rPr>
          <w:b/>
          <w:sz w:val="18"/>
        </w:rPr>
      </w:pPr>
      <w:r>
        <w:rPr>
          <w:b/>
          <w:sz w:val="18"/>
        </w:rPr>
        <w:t xml:space="preserve">For any questions, please contact:</w:t>
      </w:r>
      <w:r>
        <w:rPr>
          <w:b/>
          <w:sz w:val="18"/>
        </w:rPr>
        <w:t xml:space="preserve"> </w:t>
      </w:r>
    </w:p>
    <w:p w:rsidRPr="000755B0" w:rsidR="004E4FF5" w:rsidP="004E4FF5" w:rsidRDefault="004E4FF5" w14:paraId="421B948E" w14:textId="77777777">
      <w:pPr>
        <w:rPr>
          <w:sz w:val="18"/>
        </w:rPr>
      </w:pPr>
    </w:p>
    <w:p w:rsidRPr="000755B0" w:rsidR="004E4FF5" w:rsidP="004E4FF5" w:rsidRDefault="004E4FF5" w14:paraId="371EE3B4" w14:textId="77777777">
      <w:pPr>
        <w:spacing w:line="240" w:lineRule="auto"/>
        <w:rPr>
          <w:b/>
          <w:sz w:val="18"/>
        </w:rPr>
      </w:pPr>
      <w:r>
        <w:rPr>
          <w:b/>
          <w:sz w:val="18"/>
        </w:rPr>
        <w:t xml:space="preserve">Ansel &amp; Möllers GmbH</w:t>
      </w:r>
    </w:p>
    <w:p w:rsidRPr="000755B0" w:rsidR="004E4FF5" w:rsidP="004E4FF5" w:rsidRDefault="004E4FF5" w14:paraId="37123B3F" w14:textId="77777777">
      <w:pPr>
        <w:spacing w:line="240" w:lineRule="auto"/>
        <w:rPr>
          <w:sz w:val="18"/>
        </w:rPr>
      </w:pPr>
      <w:r>
        <w:rPr>
          <w:sz w:val="18"/>
        </w:rPr>
        <w:t xml:space="preserve">Christine Schams</w:t>
      </w:r>
    </w:p>
    <w:p w:rsidRPr="000755B0" w:rsidR="004E4FF5" w:rsidP="004E4FF5" w:rsidRDefault="004E4FF5" w14:paraId="5177A4F8" w14:textId="77777777">
      <w:pPr>
        <w:spacing w:line="240" w:lineRule="auto"/>
        <w:rPr>
          <w:bCs/>
          <w:sz w:val="18"/>
        </w:rPr>
      </w:pPr>
      <w:r>
        <w:rPr>
          <w:sz w:val="18"/>
        </w:rPr>
        <w:t xml:space="preserve">König-Karl-Strasse 10</w:t>
      </w:r>
    </w:p>
    <w:p w:rsidRPr="000755B0" w:rsidR="004E4FF5" w:rsidP="004E4FF5" w:rsidRDefault="004E4FF5" w14:paraId="7600AA10" w14:textId="77777777">
      <w:pPr>
        <w:spacing w:line="240" w:lineRule="auto"/>
        <w:rPr>
          <w:bCs/>
          <w:sz w:val="18"/>
        </w:rPr>
      </w:pPr>
      <w:r>
        <w:rPr>
          <w:sz w:val="18"/>
        </w:rPr>
        <w:t xml:space="preserve">70372 Stuttgart</w:t>
      </w:r>
    </w:p>
    <w:p w:rsidR="004E4FF5" w:rsidP="004E4FF5" w:rsidRDefault="004E4FF5" w14:paraId="12891E34" w14:textId="77777777">
      <w:pPr>
        <w:spacing w:line="240" w:lineRule="auto"/>
        <w:rPr>
          <w:sz w:val="18"/>
          <w:rFonts w:eastAsia="Calibri"/>
        </w:rPr>
      </w:pPr>
      <w:r>
        <w:rPr>
          <w:sz w:val="18"/>
        </w:rPr>
        <w:t xml:space="preserve">Tel.:</w:t>
      </w:r>
      <w:r>
        <w:rPr>
          <w:sz w:val="18"/>
        </w:rPr>
        <w:t xml:space="preserve"> </w:t>
      </w:r>
      <w:r>
        <w:rPr>
          <w:sz w:val="18"/>
        </w:rPr>
        <w:t xml:space="preserve">+49 (0) 711 92545 284</w:t>
      </w:r>
    </w:p>
    <w:p w:rsidRPr="000755B0" w:rsidR="004E4FF5" w:rsidP="004E4FF5" w:rsidRDefault="004E4FF5" w14:paraId="31586411" w14:textId="77777777">
      <w:pPr>
        <w:pStyle w:val="Textkrper"/>
        <w:shd w:val="clear" w:color="auto" w:fill="FFFFFF" w:themeFill="background1"/>
        <w:spacing w:line="240" w:lineRule="auto"/>
        <w:ind w:left="3402" w:right="2336" w:hanging="3402"/>
        <w:jc w:val="left"/>
        <w:rPr>
          <w:b w:val="0"/>
          <w:bCs w:val="0"/>
          <w:sz w:val="18"/>
          <w:szCs w:val="18"/>
          <w:rFonts w:cs="Arial"/>
        </w:rPr>
      </w:pPr>
      <w:r>
        <w:rPr>
          <w:b w:val="0"/>
          <w:sz w:val="18"/>
        </w:rPr>
        <w:t xml:space="preserve">Email: </w:t>
      </w:r>
      <w:hyperlink w:history="1" r:id="rId15">
        <w:r>
          <w:rPr>
            <w:rStyle w:val="Hyperlink"/>
            <w:b w:val="0"/>
            <w:sz w:val="18"/>
          </w:rPr>
          <w:t xml:space="preserve">c.schams@anselmoellers.de</w:t>
        </w:r>
      </w:hyperlink>
      <w:r>
        <w:rPr>
          <w:b w:val="0"/>
          <w:sz w:val="18"/>
        </w:rPr>
        <w:t xml:space="preserve"> </w:t>
      </w:r>
    </w:p>
    <w:p w:rsidR="004E4FF5" w:rsidP="000C4508" w:rsidRDefault="004E4FF5" w14:paraId="57A22638" w14:textId="77777777">
      <w:pPr>
        <w:tabs>
          <w:tab w:val="left" w:pos="7088"/>
        </w:tabs>
        <w:spacing w:line="240" w:lineRule="auto"/>
        <w:ind w:right="2379"/>
        <w:jc w:val="both"/>
      </w:pPr>
    </w:p>
    <w:bookmarkEnd w:id="0"/>
    <w:p w:rsidR="00EA39EA" w:rsidP="00EA39EA" w:rsidRDefault="00EA39EA" w14:paraId="58392F5E" w14:textId="52B06080">
      <w:pPr>
        <w:tabs>
          <w:tab w:val="left" w:pos="7088"/>
        </w:tabs>
        <w:spacing w:line="240" w:lineRule="auto"/>
        <w:ind w:right="2379"/>
        <w:jc w:val="both"/>
      </w:pPr>
    </w:p>
    <w:p w:rsidR="003732E2" w:rsidP="003732E2" w:rsidRDefault="003732E2" w14:paraId="746E3D65" w14:textId="77777777">
      <w:pPr>
        <w:pStyle w:val="paragraph"/>
        <w:spacing w:before="0" w:beforeAutospacing="0" w:after="0" w:afterAutospacing="0" w:line="360" w:lineRule="auto"/>
        <w:ind w:right="2370"/>
        <w:textAlignment w:val="baseline"/>
        <w:rPr>
          <w:color w:val="333333"/>
          <w:sz w:val="18"/>
          <w:szCs w:val="18"/>
          <w:rFonts w:ascii="Segoe UI" w:hAnsi="Segoe UI" w:cs="Segoe UI"/>
        </w:rPr>
      </w:pPr>
      <w:r>
        <w:rPr>
          <w:rStyle w:val="eop"/>
          <w:color w:val="333333"/>
          <w:sz w:val="22"/>
          <w:rFonts w:ascii="Arial" w:hAnsi="Arial"/>
        </w:rPr>
        <w:t xml:space="preserve"> </w:t>
      </w:r>
    </w:p>
    <w:p w:rsidRPr="006B74A5" w:rsidR="009463C2" w:rsidP="006B74A5" w:rsidRDefault="003732E2" w14:paraId="65720098" w14:textId="7B02B550">
      <w:pPr>
        <w:pStyle w:val="paragraph"/>
        <w:spacing w:before="0" w:beforeAutospacing="0" w:after="0" w:afterAutospacing="0" w:line="360" w:lineRule="auto"/>
        <w:ind w:right="2370"/>
        <w:textAlignment w:val="baseline"/>
        <w:rPr>
          <w:color w:val="333333"/>
          <w:sz w:val="18"/>
          <w:szCs w:val="18"/>
          <w:rFonts w:ascii="Segoe UI" w:hAnsi="Segoe UI" w:cs="Segoe UI"/>
        </w:rPr>
      </w:pPr>
      <w:r>
        <w:rPr>
          <w:rStyle w:val="eop"/>
          <w:color w:val="333333"/>
          <w:sz w:val="22"/>
          <w:rFonts w:ascii="Arial" w:hAnsi="Arial"/>
        </w:rPr>
        <w:t xml:space="preserve"> </w:t>
      </w:r>
    </w:p>
    <w:p w:rsidR="00322298" w:rsidP="003732E2" w:rsidRDefault="00322298" w14:paraId="14F68F95" w14:textId="77777777">
      <w:pPr>
        <w:tabs>
          <w:tab w:val="left" w:pos="7088"/>
        </w:tabs>
        <w:spacing w:line="360" w:lineRule="auto"/>
        <w:ind w:right="2379"/>
      </w:pPr>
    </w:p>
    <w:sectPr w:rsidR="00322298" w:rsidSect="00797FCD">
      <w:headerReference w:type="default" r:id="rId16"/>
      <w:footerReference w:type="default" r:id="rId17"/>
      <w:pgSz w:w="11906" w:h="16838" w:orient="portrait"/>
      <w:pgMar w:top="1911" w:right="1021" w:bottom="1021" w:left="1276" w:header="709" w:footer="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594F" w:rsidP="00A8096F" w:rsidRDefault="003F594F" w14:paraId="28F40055" w14:textId="77777777">
      <w:pPr>
        <w:spacing w:line="240" w:lineRule="auto"/>
      </w:pPr>
      <w:r>
        <w:separator/>
      </w:r>
    </w:p>
  </w:endnote>
  <w:endnote w:type="continuationSeparator" w:id="0">
    <w:p w:rsidR="003F594F" w:rsidP="00A8096F" w:rsidRDefault="003F594F" w14:paraId="0A68CCBC" w14:textId="77777777">
      <w:pPr>
        <w:spacing w:line="240" w:lineRule="auto"/>
      </w:pPr>
      <w:r>
        <w:continuationSeparator/>
      </w:r>
    </w:p>
  </w:endnote>
  <w:endnote w:type="continuationNotice" w:id="1">
    <w:p w:rsidR="003F594F" w:rsidRDefault="003F594F" w14:paraId="4BBC2D2D"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0" w:type="dxa"/>
      <w:tblBorders>
        <w:top w:val="single" w:color="auto" w:sz="4" w:space="0"/>
      </w:tblBorders>
      <w:tblLayout w:type="fixed"/>
      <w:tblCellMar>
        <w:left w:w="71" w:type="dxa"/>
        <w:right w:w="71" w:type="dxa"/>
      </w:tblCellMar>
      <w:tblLook w:val="0000" w:firstRow="0" w:lastRow="0" w:firstColumn="0" w:lastColumn="0" w:noHBand="0" w:noVBand="0"/>
    </w:tblPr>
    <w:tblGrid>
      <w:gridCol w:w="2906"/>
      <w:gridCol w:w="4253"/>
      <w:gridCol w:w="4261"/>
    </w:tblGrid>
    <w:tr w:rsidRPr="00A8096F" w:rsidR="00A8096F" w:rsidTr="00EB00FE" w14:paraId="54DA37FD" w14:textId="77777777">
      <w:tc>
        <w:tcPr>
          <w:tcW w:w="2906" w:type="dxa"/>
          <w:tcBorders>
            <w:top w:val="nil"/>
            <w:left w:val="nil"/>
            <w:bottom w:val="nil"/>
            <w:right w:val="nil"/>
          </w:tcBorders>
        </w:tcPr>
        <w:p w:rsidRPr="00F02063" w:rsidR="00A8096F" w:rsidP="00797FCD" w:rsidRDefault="00A8096F" w14:paraId="41CB53E5" w14:textId="77777777">
          <w:pPr>
            <w:spacing w:line="200" w:lineRule="exact"/>
            <w:rPr>
              <w:rFonts w:eastAsia="Times New Roman" w:cs="Times New Roman"/>
              <w:color w:val="002060"/>
              <w:sz w:val="14"/>
              <w:szCs w:val="14"/>
              <w:lang w:eastAsia="de-DE"/>
            </w:rPr>
          </w:pPr>
        </w:p>
      </w:tc>
      <w:tc>
        <w:tcPr>
          <w:tcW w:w="4253" w:type="dxa"/>
          <w:tcBorders>
            <w:top w:val="nil"/>
            <w:left w:val="nil"/>
            <w:bottom w:val="nil"/>
            <w:right w:val="nil"/>
          </w:tcBorders>
        </w:tcPr>
        <w:p w:rsidRPr="00F02063" w:rsidR="00D452A5" w:rsidP="00797FCD" w:rsidRDefault="00D452A5" w14:paraId="305E3CE7" w14:textId="77777777">
          <w:pPr>
            <w:spacing w:line="200" w:lineRule="exact"/>
            <w:rPr>
              <w:rFonts w:ascii="Arial (W1)" w:hAnsi="Arial (W1)" w:eastAsia="Times New Roman" w:cs="Times New Roman"/>
              <w:color w:val="002060"/>
              <w:sz w:val="14"/>
              <w:szCs w:val="14"/>
              <w:lang w:eastAsia="de-DE"/>
            </w:rPr>
          </w:pPr>
        </w:p>
      </w:tc>
      <w:tc>
        <w:tcPr>
          <w:tcW w:w="4261" w:type="dxa"/>
          <w:tcBorders>
            <w:top w:val="nil"/>
            <w:left w:val="nil"/>
            <w:bottom w:val="nil"/>
            <w:right w:val="nil"/>
          </w:tcBorders>
        </w:tcPr>
        <w:p w:rsidRPr="00F02063" w:rsidR="00A8096F" w:rsidP="00797FCD" w:rsidRDefault="00A8096F" w14:paraId="2A53330D" w14:textId="77777777">
          <w:pPr>
            <w:spacing w:line="200" w:lineRule="exact"/>
            <w:rPr>
              <w:rFonts w:eastAsia="Times New Roman" w:cs="Times New Roman"/>
              <w:color w:val="002060"/>
              <w:sz w:val="14"/>
              <w:szCs w:val="14"/>
              <w:lang w:val="sv-SE" w:eastAsia="de-DE"/>
            </w:rPr>
          </w:pPr>
        </w:p>
      </w:tc>
    </w:tr>
  </w:tbl>
  <w:p w:rsidRPr="00A8096F" w:rsidR="00A8096F" w:rsidP="00A8096F" w:rsidRDefault="00A8096F" w14:paraId="52A2BC93" w14:textId="77777777">
    <w:pPr>
      <w:pStyle w:val="Fuzeile"/>
      <w:spacing w:line="200" w:lineRule="exact"/>
      <w:rPr>
        <w:color w:val="0070C0"/>
        <w:sz w:val="14"/>
        <w:szCs w:val="14"/>
      </w:rPr>
    </w:pPr>
  </w:p>
  <w:p w:rsidR="00A8096F" w:rsidRDefault="00A8096F" w14:paraId="4829412C"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594F" w:rsidP="00A8096F" w:rsidRDefault="003F594F" w14:paraId="71E44065" w14:textId="77777777">
      <w:pPr>
        <w:spacing w:line="240" w:lineRule="auto"/>
      </w:pPr>
      <w:r>
        <w:separator/>
      </w:r>
    </w:p>
  </w:footnote>
  <w:footnote w:type="continuationSeparator" w:id="0">
    <w:p w:rsidR="003F594F" w:rsidP="00A8096F" w:rsidRDefault="003F594F" w14:paraId="51E0F1D1" w14:textId="77777777">
      <w:pPr>
        <w:spacing w:line="240" w:lineRule="auto"/>
      </w:pPr>
      <w:r>
        <w:continuationSeparator/>
      </w:r>
    </w:p>
  </w:footnote>
  <w:footnote w:type="continuationNotice" w:id="1">
    <w:p w:rsidR="003F594F" w:rsidRDefault="003F594F" w14:paraId="32BD6D67"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033A2" w:rsidP="00A8096F" w:rsidRDefault="00A033A2" w14:paraId="4CB75428" w14:textId="497D7E04">
    <w:pPr>
      <w:pStyle w:val="Kopfzeile"/>
      <w:jc w:val="right"/>
    </w:pPr>
  </w:p>
  <w:p w:rsidR="00A8096F" w:rsidP="00A8096F" w:rsidRDefault="49A1376C" w14:paraId="30246D75" w14:textId="77777777">
    <w:pPr>
      <w:pStyle w:val="Kopfzeile"/>
      <w:jc w:val="right"/>
    </w:pPr>
    <w:r>
      <w:drawing>
        <wp:inline distT="0" distB="0" distL="0" distR="0" wp14:anchorId="0F7DDA9D" wp14:editId="38225456">
          <wp:extent cx="2164080" cy="435864"/>
          <wp:effectExtent l="0" t="0" r="762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2164080" cy="435864"/>
                  </a:xfrm>
                  <a:prstGeom prst="rect">
                    <a:avLst/>
                  </a:prstGeom>
                </pic:spPr>
              </pic:pic>
            </a:graphicData>
          </a:graphic>
        </wp:inline>
      </w:drawing>
    </w:r>
  </w:p>
  <w:p w:rsidR="00105DAF" w:rsidP="00A8096F" w:rsidRDefault="00105DAF" w14:paraId="0087DCB4" w14:textId="77777777">
    <w:pPr>
      <w:pStyle w:val="Kopfzeile"/>
      <w:jc w:val="right"/>
    </w:pPr>
  </w:p>
  <w:p w:rsidR="001730A0" w:rsidP="00A8096F" w:rsidRDefault="001730A0" w14:paraId="772A8588" w14:textId="77777777">
    <w:pPr>
      <w:pStyle w:val="Kopfzeile"/>
      <w:jc w:val="right"/>
    </w:pPr>
  </w:p>
  <w:p w:rsidR="00105DAF" w:rsidP="00A8096F" w:rsidRDefault="00105DAF" w14:paraId="3551AFB0" w14:textId="77777777">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4DC"/>
    <w:rsid w:val="00000000"/>
    <w:rsid w:val="00001939"/>
    <w:rsid w:val="00002339"/>
    <w:rsid w:val="0000268C"/>
    <w:rsid w:val="0001083E"/>
    <w:rsid w:val="000127F3"/>
    <w:rsid w:val="00016702"/>
    <w:rsid w:val="0003178E"/>
    <w:rsid w:val="000331FF"/>
    <w:rsid w:val="0004255B"/>
    <w:rsid w:val="00056766"/>
    <w:rsid w:val="000610BC"/>
    <w:rsid w:val="00063E9D"/>
    <w:rsid w:val="000672BE"/>
    <w:rsid w:val="000679F0"/>
    <w:rsid w:val="000755B0"/>
    <w:rsid w:val="00080BF5"/>
    <w:rsid w:val="00095FB7"/>
    <w:rsid w:val="000972BA"/>
    <w:rsid w:val="00097B01"/>
    <w:rsid w:val="000B2212"/>
    <w:rsid w:val="000C4186"/>
    <w:rsid w:val="000C4403"/>
    <w:rsid w:val="000C4508"/>
    <w:rsid w:val="000C658B"/>
    <w:rsid w:val="000C79D2"/>
    <w:rsid w:val="000D5184"/>
    <w:rsid w:val="000D7132"/>
    <w:rsid w:val="000E23A7"/>
    <w:rsid w:val="000E2549"/>
    <w:rsid w:val="000E3B64"/>
    <w:rsid w:val="000E686F"/>
    <w:rsid w:val="000F6692"/>
    <w:rsid w:val="000F6CC5"/>
    <w:rsid w:val="00100CAF"/>
    <w:rsid w:val="001021DF"/>
    <w:rsid w:val="00105DAF"/>
    <w:rsid w:val="0010711A"/>
    <w:rsid w:val="00120517"/>
    <w:rsid w:val="0012359D"/>
    <w:rsid w:val="00123A3E"/>
    <w:rsid w:val="00123FE2"/>
    <w:rsid w:val="001308D0"/>
    <w:rsid w:val="00132A37"/>
    <w:rsid w:val="0014323A"/>
    <w:rsid w:val="001508E8"/>
    <w:rsid w:val="00153454"/>
    <w:rsid w:val="00153852"/>
    <w:rsid w:val="00154D6E"/>
    <w:rsid w:val="00160A3F"/>
    <w:rsid w:val="001616CE"/>
    <w:rsid w:val="00167301"/>
    <w:rsid w:val="00172383"/>
    <w:rsid w:val="001730A0"/>
    <w:rsid w:val="00183AB5"/>
    <w:rsid w:val="001842AE"/>
    <w:rsid w:val="001929B4"/>
    <w:rsid w:val="00194076"/>
    <w:rsid w:val="00194D17"/>
    <w:rsid w:val="001A0031"/>
    <w:rsid w:val="001A1C2B"/>
    <w:rsid w:val="001A1EF9"/>
    <w:rsid w:val="001A50EC"/>
    <w:rsid w:val="001A52B1"/>
    <w:rsid w:val="001A5BF1"/>
    <w:rsid w:val="001B0547"/>
    <w:rsid w:val="001B2856"/>
    <w:rsid w:val="001B3E0B"/>
    <w:rsid w:val="001B7F5C"/>
    <w:rsid w:val="001C0768"/>
    <w:rsid w:val="001C1F37"/>
    <w:rsid w:val="001D2D33"/>
    <w:rsid w:val="001D73D0"/>
    <w:rsid w:val="001D73D8"/>
    <w:rsid w:val="001E2E14"/>
    <w:rsid w:val="001E67B0"/>
    <w:rsid w:val="001E779C"/>
    <w:rsid w:val="001F038B"/>
    <w:rsid w:val="001F29F8"/>
    <w:rsid w:val="001F6831"/>
    <w:rsid w:val="0021126C"/>
    <w:rsid w:val="002117C4"/>
    <w:rsid w:val="002223EB"/>
    <w:rsid w:val="00227FB2"/>
    <w:rsid w:val="00232443"/>
    <w:rsid w:val="00233629"/>
    <w:rsid w:val="00236586"/>
    <w:rsid w:val="00240314"/>
    <w:rsid w:val="00240405"/>
    <w:rsid w:val="00242E59"/>
    <w:rsid w:val="00244ABC"/>
    <w:rsid w:val="0026053A"/>
    <w:rsid w:val="002607F5"/>
    <w:rsid w:val="00267805"/>
    <w:rsid w:val="002738A7"/>
    <w:rsid w:val="002852DB"/>
    <w:rsid w:val="00285BA1"/>
    <w:rsid w:val="00285C9C"/>
    <w:rsid w:val="002B1A8B"/>
    <w:rsid w:val="002B1B4B"/>
    <w:rsid w:val="002B3818"/>
    <w:rsid w:val="002B4E63"/>
    <w:rsid w:val="002B698A"/>
    <w:rsid w:val="002C11CF"/>
    <w:rsid w:val="002C12AD"/>
    <w:rsid w:val="002C7A6F"/>
    <w:rsid w:val="002D197A"/>
    <w:rsid w:val="002D28DF"/>
    <w:rsid w:val="002E3F36"/>
    <w:rsid w:val="002E7749"/>
    <w:rsid w:val="002F1099"/>
    <w:rsid w:val="002F3D88"/>
    <w:rsid w:val="0030103A"/>
    <w:rsid w:val="003067F7"/>
    <w:rsid w:val="003076E8"/>
    <w:rsid w:val="00312A36"/>
    <w:rsid w:val="0031398F"/>
    <w:rsid w:val="00322298"/>
    <w:rsid w:val="00325B07"/>
    <w:rsid w:val="00332EE5"/>
    <w:rsid w:val="003337D0"/>
    <w:rsid w:val="003350A3"/>
    <w:rsid w:val="00337627"/>
    <w:rsid w:val="0033799E"/>
    <w:rsid w:val="00342404"/>
    <w:rsid w:val="003429ED"/>
    <w:rsid w:val="00345C72"/>
    <w:rsid w:val="00347113"/>
    <w:rsid w:val="0035062C"/>
    <w:rsid w:val="00351A77"/>
    <w:rsid w:val="00360605"/>
    <w:rsid w:val="003668F2"/>
    <w:rsid w:val="003732E2"/>
    <w:rsid w:val="00375121"/>
    <w:rsid w:val="00381013"/>
    <w:rsid w:val="00382049"/>
    <w:rsid w:val="00386910"/>
    <w:rsid w:val="00392369"/>
    <w:rsid w:val="00393D48"/>
    <w:rsid w:val="0039597D"/>
    <w:rsid w:val="003B0B3B"/>
    <w:rsid w:val="003C3F01"/>
    <w:rsid w:val="003C3FD3"/>
    <w:rsid w:val="003D1FCF"/>
    <w:rsid w:val="003D221B"/>
    <w:rsid w:val="003E625E"/>
    <w:rsid w:val="003E6F91"/>
    <w:rsid w:val="003F021C"/>
    <w:rsid w:val="003F4054"/>
    <w:rsid w:val="003F476D"/>
    <w:rsid w:val="003F594F"/>
    <w:rsid w:val="003F5B96"/>
    <w:rsid w:val="00427CFA"/>
    <w:rsid w:val="00432C05"/>
    <w:rsid w:val="00433FEC"/>
    <w:rsid w:val="004351E9"/>
    <w:rsid w:val="00443621"/>
    <w:rsid w:val="00452091"/>
    <w:rsid w:val="00454137"/>
    <w:rsid w:val="0045516C"/>
    <w:rsid w:val="00457599"/>
    <w:rsid w:val="00466560"/>
    <w:rsid w:val="00467604"/>
    <w:rsid w:val="004766CF"/>
    <w:rsid w:val="00476A5A"/>
    <w:rsid w:val="0048191A"/>
    <w:rsid w:val="00484FEC"/>
    <w:rsid w:val="00492192"/>
    <w:rsid w:val="0049500B"/>
    <w:rsid w:val="004A28C7"/>
    <w:rsid w:val="004B2551"/>
    <w:rsid w:val="004B2F7E"/>
    <w:rsid w:val="004B77ED"/>
    <w:rsid w:val="004C0B4D"/>
    <w:rsid w:val="004D0B83"/>
    <w:rsid w:val="004D5A51"/>
    <w:rsid w:val="004D6C01"/>
    <w:rsid w:val="004E2C3B"/>
    <w:rsid w:val="004E3164"/>
    <w:rsid w:val="004E4FF5"/>
    <w:rsid w:val="005055C0"/>
    <w:rsid w:val="00506CC5"/>
    <w:rsid w:val="00507A89"/>
    <w:rsid w:val="005139E6"/>
    <w:rsid w:val="005173F1"/>
    <w:rsid w:val="0052545B"/>
    <w:rsid w:val="00525FE2"/>
    <w:rsid w:val="00531513"/>
    <w:rsid w:val="00533BFB"/>
    <w:rsid w:val="00554423"/>
    <w:rsid w:val="005564D6"/>
    <w:rsid w:val="005612A8"/>
    <w:rsid w:val="00563422"/>
    <w:rsid w:val="0057078D"/>
    <w:rsid w:val="00574E4B"/>
    <w:rsid w:val="00582278"/>
    <w:rsid w:val="0058461E"/>
    <w:rsid w:val="00585311"/>
    <w:rsid w:val="0059452E"/>
    <w:rsid w:val="0059499C"/>
    <w:rsid w:val="00595A1E"/>
    <w:rsid w:val="00595C7D"/>
    <w:rsid w:val="005A3847"/>
    <w:rsid w:val="005A3E09"/>
    <w:rsid w:val="005B1CD7"/>
    <w:rsid w:val="005B4EB6"/>
    <w:rsid w:val="005C10D4"/>
    <w:rsid w:val="005C1319"/>
    <w:rsid w:val="005C58EF"/>
    <w:rsid w:val="005D264C"/>
    <w:rsid w:val="005D69F0"/>
    <w:rsid w:val="005E01FA"/>
    <w:rsid w:val="005E6638"/>
    <w:rsid w:val="005F1643"/>
    <w:rsid w:val="005F506A"/>
    <w:rsid w:val="00606F81"/>
    <w:rsid w:val="00610F59"/>
    <w:rsid w:val="00614BFA"/>
    <w:rsid w:val="006176D7"/>
    <w:rsid w:val="00620794"/>
    <w:rsid w:val="006242C7"/>
    <w:rsid w:val="0062562D"/>
    <w:rsid w:val="00626DF8"/>
    <w:rsid w:val="00641B9A"/>
    <w:rsid w:val="00654654"/>
    <w:rsid w:val="00660924"/>
    <w:rsid w:val="00664EE5"/>
    <w:rsid w:val="00665A47"/>
    <w:rsid w:val="006707CE"/>
    <w:rsid w:val="00676B8E"/>
    <w:rsid w:val="00680B25"/>
    <w:rsid w:val="006847B1"/>
    <w:rsid w:val="006A2B17"/>
    <w:rsid w:val="006A2CB9"/>
    <w:rsid w:val="006A4D43"/>
    <w:rsid w:val="006B1084"/>
    <w:rsid w:val="006B1534"/>
    <w:rsid w:val="006B2F72"/>
    <w:rsid w:val="006B74A5"/>
    <w:rsid w:val="006E54F0"/>
    <w:rsid w:val="006F0F2D"/>
    <w:rsid w:val="006F4391"/>
    <w:rsid w:val="006F4E98"/>
    <w:rsid w:val="007014E0"/>
    <w:rsid w:val="007064BB"/>
    <w:rsid w:val="007172FA"/>
    <w:rsid w:val="00742A36"/>
    <w:rsid w:val="007527B5"/>
    <w:rsid w:val="00752D90"/>
    <w:rsid w:val="007534AE"/>
    <w:rsid w:val="0075501A"/>
    <w:rsid w:val="00755618"/>
    <w:rsid w:val="00762C5F"/>
    <w:rsid w:val="00767DBE"/>
    <w:rsid w:val="007712B7"/>
    <w:rsid w:val="00772C91"/>
    <w:rsid w:val="00774A94"/>
    <w:rsid w:val="0077735D"/>
    <w:rsid w:val="00782393"/>
    <w:rsid w:val="007840DF"/>
    <w:rsid w:val="007851DA"/>
    <w:rsid w:val="0078539C"/>
    <w:rsid w:val="00793C93"/>
    <w:rsid w:val="00794CF1"/>
    <w:rsid w:val="00794FC9"/>
    <w:rsid w:val="00797FA2"/>
    <w:rsid w:val="00797FCD"/>
    <w:rsid w:val="007A0B44"/>
    <w:rsid w:val="007A222C"/>
    <w:rsid w:val="007A4CC7"/>
    <w:rsid w:val="007A4F94"/>
    <w:rsid w:val="007B3C7E"/>
    <w:rsid w:val="007B4F59"/>
    <w:rsid w:val="007B7836"/>
    <w:rsid w:val="007C2D98"/>
    <w:rsid w:val="007C423F"/>
    <w:rsid w:val="007C5B2F"/>
    <w:rsid w:val="007C659F"/>
    <w:rsid w:val="007C6D17"/>
    <w:rsid w:val="007D0198"/>
    <w:rsid w:val="007D6B04"/>
    <w:rsid w:val="007E1E20"/>
    <w:rsid w:val="007E237B"/>
    <w:rsid w:val="007E5CE8"/>
    <w:rsid w:val="007F03AC"/>
    <w:rsid w:val="007F25EB"/>
    <w:rsid w:val="00801D1A"/>
    <w:rsid w:val="00801ED4"/>
    <w:rsid w:val="00834004"/>
    <w:rsid w:val="00835F4E"/>
    <w:rsid w:val="0084004F"/>
    <w:rsid w:val="008415F7"/>
    <w:rsid w:val="00841E97"/>
    <w:rsid w:val="008424AF"/>
    <w:rsid w:val="00842DB9"/>
    <w:rsid w:val="00846EAF"/>
    <w:rsid w:val="00847CA0"/>
    <w:rsid w:val="008511C1"/>
    <w:rsid w:val="008565EA"/>
    <w:rsid w:val="00856EA2"/>
    <w:rsid w:val="008572E3"/>
    <w:rsid w:val="00857F0B"/>
    <w:rsid w:val="00863749"/>
    <w:rsid w:val="00864E77"/>
    <w:rsid w:val="00874B37"/>
    <w:rsid w:val="00875A23"/>
    <w:rsid w:val="00877408"/>
    <w:rsid w:val="008871FE"/>
    <w:rsid w:val="00895894"/>
    <w:rsid w:val="008B0B91"/>
    <w:rsid w:val="008B1557"/>
    <w:rsid w:val="008B4199"/>
    <w:rsid w:val="008B4837"/>
    <w:rsid w:val="008B58DC"/>
    <w:rsid w:val="008C036E"/>
    <w:rsid w:val="008C3267"/>
    <w:rsid w:val="008C4E4A"/>
    <w:rsid w:val="008E07A7"/>
    <w:rsid w:val="008E403A"/>
    <w:rsid w:val="008E7D51"/>
    <w:rsid w:val="008F3D2E"/>
    <w:rsid w:val="008F636F"/>
    <w:rsid w:val="008F704A"/>
    <w:rsid w:val="008F7965"/>
    <w:rsid w:val="00903817"/>
    <w:rsid w:val="00905277"/>
    <w:rsid w:val="00910B9B"/>
    <w:rsid w:val="00912D56"/>
    <w:rsid w:val="00920A35"/>
    <w:rsid w:val="00920D21"/>
    <w:rsid w:val="00921171"/>
    <w:rsid w:val="00935F38"/>
    <w:rsid w:val="00936211"/>
    <w:rsid w:val="009365CD"/>
    <w:rsid w:val="00946007"/>
    <w:rsid w:val="009463C2"/>
    <w:rsid w:val="00946AAB"/>
    <w:rsid w:val="00956495"/>
    <w:rsid w:val="00957003"/>
    <w:rsid w:val="00967691"/>
    <w:rsid w:val="009679BC"/>
    <w:rsid w:val="0097364D"/>
    <w:rsid w:val="00976C8B"/>
    <w:rsid w:val="0098303F"/>
    <w:rsid w:val="00983F71"/>
    <w:rsid w:val="0098584F"/>
    <w:rsid w:val="00987A20"/>
    <w:rsid w:val="0099122F"/>
    <w:rsid w:val="00997D6D"/>
    <w:rsid w:val="009A3CF2"/>
    <w:rsid w:val="009A7744"/>
    <w:rsid w:val="009A7B6B"/>
    <w:rsid w:val="009B234C"/>
    <w:rsid w:val="009C2ECF"/>
    <w:rsid w:val="009C6F54"/>
    <w:rsid w:val="009C72CF"/>
    <w:rsid w:val="009F1486"/>
    <w:rsid w:val="00A00F18"/>
    <w:rsid w:val="00A033A2"/>
    <w:rsid w:val="00A05F3C"/>
    <w:rsid w:val="00A0608A"/>
    <w:rsid w:val="00A06A8B"/>
    <w:rsid w:val="00A078B4"/>
    <w:rsid w:val="00A13039"/>
    <w:rsid w:val="00A17463"/>
    <w:rsid w:val="00A20DE2"/>
    <w:rsid w:val="00A21343"/>
    <w:rsid w:val="00A23AE2"/>
    <w:rsid w:val="00A266E8"/>
    <w:rsid w:val="00A27656"/>
    <w:rsid w:val="00A365B7"/>
    <w:rsid w:val="00A40EBF"/>
    <w:rsid w:val="00A41956"/>
    <w:rsid w:val="00A60A14"/>
    <w:rsid w:val="00A60FF3"/>
    <w:rsid w:val="00A63F38"/>
    <w:rsid w:val="00A7078E"/>
    <w:rsid w:val="00A73F1C"/>
    <w:rsid w:val="00A76760"/>
    <w:rsid w:val="00A8096F"/>
    <w:rsid w:val="00A833F3"/>
    <w:rsid w:val="00A85B9D"/>
    <w:rsid w:val="00A90002"/>
    <w:rsid w:val="00A973A2"/>
    <w:rsid w:val="00AA3A87"/>
    <w:rsid w:val="00AA7011"/>
    <w:rsid w:val="00AB1BAC"/>
    <w:rsid w:val="00AB29D6"/>
    <w:rsid w:val="00AB3687"/>
    <w:rsid w:val="00AB4B5B"/>
    <w:rsid w:val="00AB66BB"/>
    <w:rsid w:val="00AB6E75"/>
    <w:rsid w:val="00AC2404"/>
    <w:rsid w:val="00AC2707"/>
    <w:rsid w:val="00AC4249"/>
    <w:rsid w:val="00AD2357"/>
    <w:rsid w:val="00AD3B1D"/>
    <w:rsid w:val="00AE3FAF"/>
    <w:rsid w:val="00AE68E5"/>
    <w:rsid w:val="00AE718E"/>
    <w:rsid w:val="00AF3054"/>
    <w:rsid w:val="00AF720E"/>
    <w:rsid w:val="00B07060"/>
    <w:rsid w:val="00B11A4D"/>
    <w:rsid w:val="00B134A7"/>
    <w:rsid w:val="00B21030"/>
    <w:rsid w:val="00B21C4D"/>
    <w:rsid w:val="00B2308F"/>
    <w:rsid w:val="00B231F4"/>
    <w:rsid w:val="00B24F5B"/>
    <w:rsid w:val="00B32BFB"/>
    <w:rsid w:val="00B32C71"/>
    <w:rsid w:val="00B36683"/>
    <w:rsid w:val="00B45BD2"/>
    <w:rsid w:val="00B47C96"/>
    <w:rsid w:val="00B504C6"/>
    <w:rsid w:val="00B53FFB"/>
    <w:rsid w:val="00B560D8"/>
    <w:rsid w:val="00B74247"/>
    <w:rsid w:val="00B75EA9"/>
    <w:rsid w:val="00B810DB"/>
    <w:rsid w:val="00B85479"/>
    <w:rsid w:val="00B958DC"/>
    <w:rsid w:val="00BA167E"/>
    <w:rsid w:val="00BA2FDD"/>
    <w:rsid w:val="00BB1F9F"/>
    <w:rsid w:val="00BB4F51"/>
    <w:rsid w:val="00BB7E32"/>
    <w:rsid w:val="00BC1796"/>
    <w:rsid w:val="00BC50A9"/>
    <w:rsid w:val="00BC59F4"/>
    <w:rsid w:val="00BC5BE0"/>
    <w:rsid w:val="00BD0182"/>
    <w:rsid w:val="00BD3C5A"/>
    <w:rsid w:val="00BE1A35"/>
    <w:rsid w:val="00BE1C05"/>
    <w:rsid w:val="00BE1D93"/>
    <w:rsid w:val="00BF3D49"/>
    <w:rsid w:val="00BF58D3"/>
    <w:rsid w:val="00BF6214"/>
    <w:rsid w:val="00C00A4E"/>
    <w:rsid w:val="00C039AB"/>
    <w:rsid w:val="00C03E03"/>
    <w:rsid w:val="00C071E1"/>
    <w:rsid w:val="00C10925"/>
    <w:rsid w:val="00C125C6"/>
    <w:rsid w:val="00C13184"/>
    <w:rsid w:val="00C141BD"/>
    <w:rsid w:val="00C14C1B"/>
    <w:rsid w:val="00C225D7"/>
    <w:rsid w:val="00C23925"/>
    <w:rsid w:val="00C268AC"/>
    <w:rsid w:val="00C30EDC"/>
    <w:rsid w:val="00C4043D"/>
    <w:rsid w:val="00C418EA"/>
    <w:rsid w:val="00C47A02"/>
    <w:rsid w:val="00C504D5"/>
    <w:rsid w:val="00C636AF"/>
    <w:rsid w:val="00C63D31"/>
    <w:rsid w:val="00C65C4F"/>
    <w:rsid w:val="00C701EF"/>
    <w:rsid w:val="00C721D5"/>
    <w:rsid w:val="00C756C6"/>
    <w:rsid w:val="00C76002"/>
    <w:rsid w:val="00C80C34"/>
    <w:rsid w:val="00C810CF"/>
    <w:rsid w:val="00C832BD"/>
    <w:rsid w:val="00C87CAC"/>
    <w:rsid w:val="00C92CBF"/>
    <w:rsid w:val="00C92DE4"/>
    <w:rsid w:val="00C97C00"/>
    <w:rsid w:val="00CA7605"/>
    <w:rsid w:val="00CB056D"/>
    <w:rsid w:val="00CB5147"/>
    <w:rsid w:val="00CC1AD8"/>
    <w:rsid w:val="00CC6F57"/>
    <w:rsid w:val="00CC7246"/>
    <w:rsid w:val="00CC7E92"/>
    <w:rsid w:val="00CD1DF4"/>
    <w:rsid w:val="00CD2264"/>
    <w:rsid w:val="00CD4B91"/>
    <w:rsid w:val="00CE05BB"/>
    <w:rsid w:val="00CE2027"/>
    <w:rsid w:val="00CE5725"/>
    <w:rsid w:val="00CE5CC1"/>
    <w:rsid w:val="00CE60C9"/>
    <w:rsid w:val="00D02E9F"/>
    <w:rsid w:val="00D02EFB"/>
    <w:rsid w:val="00D063DD"/>
    <w:rsid w:val="00D07135"/>
    <w:rsid w:val="00D106DC"/>
    <w:rsid w:val="00D12823"/>
    <w:rsid w:val="00D150C0"/>
    <w:rsid w:val="00D24611"/>
    <w:rsid w:val="00D312CC"/>
    <w:rsid w:val="00D31382"/>
    <w:rsid w:val="00D423FB"/>
    <w:rsid w:val="00D452A5"/>
    <w:rsid w:val="00D66D80"/>
    <w:rsid w:val="00D708AE"/>
    <w:rsid w:val="00D73425"/>
    <w:rsid w:val="00D808FF"/>
    <w:rsid w:val="00D80ABB"/>
    <w:rsid w:val="00D83520"/>
    <w:rsid w:val="00D83897"/>
    <w:rsid w:val="00D87863"/>
    <w:rsid w:val="00D91BEC"/>
    <w:rsid w:val="00D94412"/>
    <w:rsid w:val="00D947AE"/>
    <w:rsid w:val="00D9699A"/>
    <w:rsid w:val="00DA3142"/>
    <w:rsid w:val="00DA5FF3"/>
    <w:rsid w:val="00DB1A21"/>
    <w:rsid w:val="00DC51DC"/>
    <w:rsid w:val="00DC6EDE"/>
    <w:rsid w:val="00DC72B4"/>
    <w:rsid w:val="00DD2D32"/>
    <w:rsid w:val="00DD7280"/>
    <w:rsid w:val="00DE7206"/>
    <w:rsid w:val="00DF082D"/>
    <w:rsid w:val="00DF4B44"/>
    <w:rsid w:val="00DF5FB6"/>
    <w:rsid w:val="00E056ED"/>
    <w:rsid w:val="00E10343"/>
    <w:rsid w:val="00E119FD"/>
    <w:rsid w:val="00E14546"/>
    <w:rsid w:val="00E15951"/>
    <w:rsid w:val="00E225A1"/>
    <w:rsid w:val="00E278C3"/>
    <w:rsid w:val="00E30B3E"/>
    <w:rsid w:val="00E33E07"/>
    <w:rsid w:val="00E35151"/>
    <w:rsid w:val="00E35E8C"/>
    <w:rsid w:val="00E420F9"/>
    <w:rsid w:val="00E45BCD"/>
    <w:rsid w:val="00E45BFE"/>
    <w:rsid w:val="00E51B0D"/>
    <w:rsid w:val="00E53AF0"/>
    <w:rsid w:val="00E73C18"/>
    <w:rsid w:val="00E85364"/>
    <w:rsid w:val="00E93FC9"/>
    <w:rsid w:val="00E96D18"/>
    <w:rsid w:val="00EA39EA"/>
    <w:rsid w:val="00EB00FE"/>
    <w:rsid w:val="00EB2E59"/>
    <w:rsid w:val="00ED2B92"/>
    <w:rsid w:val="00ED5D5E"/>
    <w:rsid w:val="00ED5E20"/>
    <w:rsid w:val="00ED78DD"/>
    <w:rsid w:val="00EE2409"/>
    <w:rsid w:val="00EE30CD"/>
    <w:rsid w:val="00EE6B3A"/>
    <w:rsid w:val="00EF0BAA"/>
    <w:rsid w:val="00EF15F0"/>
    <w:rsid w:val="00F00671"/>
    <w:rsid w:val="00F02063"/>
    <w:rsid w:val="00F16F76"/>
    <w:rsid w:val="00F22439"/>
    <w:rsid w:val="00F2373B"/>
    <w:rsid w:val="00F24CEC"/>
    <w:rsid w:val="00F33955"/>
    <w:rsid w:val="00F33DA7"/>
    <w:rsid w:val="00F34F4A"/>
    <w:rsid w:val="00F41ED5"/>
    <w:rsid w:val="00F519D9"/>
    <w:rsid w:val="00F70908"/>
    <w:rsid w:val="00F70994"/>
    <w:rsid w:val="00F7124E"/>
    <w:rsid w:val="00F81238"/>
    <w:rsid w:val="00F8159C"/>
    <w:rsid w:val="00F8512A"/>
    <w:rsid w:val="00F85FFC"/>
    <w:rsid w:val="00F93DF5"/>
    <w:rsid w:val="00F957B1"/>
    <w:rsid w:val="00F969C5"/>
    <w:rsid w:val="00F974DC"/>
    <w:rsid w:val="00F97829"/>
    <w:rsid w:val="00FA0D9D"/>
    <w:rsid w:val="00FB05C8"/>
    <w:rsid w:val="00FB7E60"/>
    <w:rsid w:val="00FC4208"/>
    <w:rsid w:val="00FD1CD9"/>
    <w:rsid w:val="00FD5F06"/>
    <w:rsid w:val="00FE7D06"/>
    <w:rsid w:val="00FF4CF5"/>
    <w:rsid w:val="00FF66AB"/>
    <w:rsid w:val="170ADDD5"/>
    <w:rsid w:val="2330D1E3"/>
    <w:rsid w:val="23A3FF60"/>
    <w:rsid w:val="30626022"/>
    <w:rsid w:val="33BB13F4"/>
    <w:rsid w:val="39400D00"/>
    <w:rsid w:val="4819D762"/>
    <w:rsid w:val="49A1376C"/>
    <w:rsid w:val="5325A6B5"/>
    <w:rsid w:val="6F439CC8"/>
    <w:rsid w:val="7FA711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79BFA"/>
  <w15:docId w15:val="{2D18D7F6-DC88-A648-866E-4897C74B8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834004"/>
    <w:pPr>
      <w:spacing w:after="0" w:line="240" w:lineRule="atLeast"/>
    </w:pPr>
    <w:rPr>
      <w:rFonts w:ascii="Arial" w:hAnsi="Arial" w:cs="Arial"/>
      <w:color w:val="333333"/>
      <w:szCs w:val="1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basedOn w:val="Absatz-Standardschriftart"/>
    <w:unhideWhenUsed/>
    <w:rsid w:val="00D947AE"/>
    <w:rPr>
      <w:color w:val="0000FF" w:themeColor="hyperlink"/>
      <w:u w:val="single"/>
    </w:rPr>
  </w:style>
  <w:style w:type="character" w:styleId="NichtaufgelsteErwhnung1" w:customStyle="1">
    <w:name w:val="Nicht aufgelöste Erwähnung1"/>
    <w:basedOn w:val="Absatz-Standardschriftart"/>
    <w:uiPriority w:val="99"/>
    <w:semiHidden/>
    <w:unhideWhenUsed/>
    <w:rsid w:val="00D947AE"/>
    <w:rPr>
      <w:color w:val="605E5C"/>
      <w:shd w:val="clear" w:color="auto" w:fill="E1DFDD"/>
    </w:rPr>
  </w:style>
  <w:style w:type="paragraph" w:styleId="Kopfzeile">
    <w:name w:val="header"/>
    <w:basedOn w:val="Standard"/>
    <w:link w:val="Kopf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KopfzeileZchn" w:customStyle="1">
    <w:name w:val="Kopfzeile Zchn"/>
    <w:basedOn w:val="Absatz-Standardschriftart"/>
    <w:link w:val="Kopfzeile"/>
    <w:uiPriority w:val="99"/>
    <w:rsid w:val="00A8096F"/>
  </w:style>
  <w:style w:type="paragraph" w:styleId="Fuzeile">
    <w:name w:val="footer"/>
    <w:basedOn w:val="Standard"/>
    <w:link w:val="Fu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FuzeileZchn" w:customStyle="1">
    <w:name w:val="Fußzeile Zchn"/>
    <w:basedOn w:val="Absatz-Standardschriftart"/>
    <w:link w:val="Fuzeile"/>
    <w:uiPriority w:val="99"/>
    <w:rsid w:val="00A8096F"/>
  </w:style>
  <w:style w:type="paragraph" w:styleId="Textkrper">
    <w:name w:val="Body Text"/>
    <w:basedOn w:val="Standard"/>
    <w:link w:val="TextkrperZchn"/>
    <w:rsid w:val="00322298"/>
    <w:pPr>
      <w:suppressAutoHyphens/>
      <w:spacing w:line="360" w:lineRule="atLeast"/>
      <w:jc w:val="both"/>
    </w:pPr>
    <w:rPr>
      <w:rFonts w:eastAsia="Times New Roman" w:cs="Times New Roman"/>
      <w:b/>
      <w:bCs/>
      <w:color w:val="auto"/>
      <w:sz w:val="24"/>
      <w:szCs w:val="24"/>
      <w:lang w:eastAsia="ar-SA"/>
    </w:rPr>
  </w:style>
  <w:style w:type="character" w:styleId="TextkrperZchn" w:customStyle="1">
    <w:name w:val="Textkörper Zchn"/>
    <w:basedOn w:val="Absatz-Standardschriftart"/>
    <w:link w:val="Textkrper"/>
    <w:rsid w:val="00322298"/>
    <w:rPr>
      <w:rFonts w:ascii="Arial" w:hAnsi="Arial" w:eastAsia="Times New Roman" w:cs="Times New Roman"/>
      <w:b/>
      <w:bCs/>
      <w:sz w:val="24"/>
      <w:szCs w:val="24"/>
      <w:lang w:eastAsia="ar-SA"/>
    </w:rPr>
  </w:style>
  <w:style w:type="character" w:styleId="Platzhaltertext">
    <w:name w:val="Placeholder Text"/>
    <w:basedOn w:val="Absatz-Standardschriftart"/>
    <w:uiPriority w:val="99"/>
    <w:semiHidden/>
    <w:rsid w:val="00D423FB"/>
    <w:rPr>
      <w:color w:val="808080"/>
    </w:rPr>
  </w:style>
  <w:style w:type="character" w:styleId="normaltextrun" w:customStyle="1">
    <w:name w:val="normaltextrun"/>
    <w:basedOn w:val="Absatz-Standardschriftart"/>
    <w:rsid w:val="000D7132"/>
  </w:style>
  <w:style w:type="character" w:styleId="eop" w:customStyle="1">
    <w:name w:val="eop"/>
    <w:basedOn w:val="Absatz-Standardschriftart"/>
    <w:rsid w:val="000D7132"/>
  </w:style>
  <w:style w:type="paragraph" w:styleId="paragraph" w:customStyle="1">
    <w:name w:val="paragraph"/>
    <w:basedOn w:val="Standard"/>
    <w:rsid w:val="003732E2"/>
    <w:pPr>
      <w:spacing w:before="100" w:beforeAutospacing="1" w:after="100" w:afterAutospacing="1" w:line="240" w:lineRule="auto"/>
    </w:pPr>
    <w:rPr>
      <w:rFonts w:ascii="Times New Roman" w:hAnsi="Times New Roman" w:eastAsia="Times New Roman" w:cs="Times New Roman"/>
      <w:color w:val="auto"/>
      <w:sz w:val="24"/>
      <w:szCs w:val="24"/>
      <w:lang w:eastAsia="de-DE"/>
    </w:rPr>
  </w:style>
  <w:style w:type="character" w:styleId="Kommentarzeichen">
    <w:name w:val="annotation reference"/>
    <w:basedOn w:val="Absatz-Standardschriftart"/>
    <w:uiPriority w:val="99"/>
    <w:semiHidden/>
    <w:unhideWhenUsed/>
    <w:rsid w:val="003E625E"/>
    <w:rPr>
      <w:sz w:val="16"/>
      <w:szCs w:val="16"/>
    </w:rPr>
  </w:style>
  <w:style w:type="paragraph" w:styleId="Kommentartext">
    <w:name w:val="annotation text"/>
    <w:basedOn w:val="Standard"/>
    <w:link w:val="KommentartextZchn"/>
    <w:uiPriority w:val="99"/>
    <w:unhideWhenUsed/>
    <w:rsid w:val="003E625E"/>
    <w:pPr>
      <w:spacing w:line="240" w:lineRule="auto"/>
    </w:pPr>
    <w:rPr>
      <w:sz w:val="20"/>
      <w:szCs w:val="20"/>
    </w:rPr>
  </w:style>
  <w:style w:type="character" w:styleId="KommentartextZchn" w:customStyle="1">
    <w:name w:val="Kommentartext Zchn"/>
    <w:basedOn w:val="Absatz-Standardschriftart"/>
    <w:link w:val="Kommentartext"/>
    <w:uiPriority w:val="99"/>
    <w:rsid w:val="003E625E"/>
    <w:rPr>
      <w:rFonts w:ascii="Arial" w:hAnsi="Arial" w:cs="Arial"/>
      <w:color w:val="333333"/>
      <w:sz w:val="20"/>
      <w:szCs w:val="20"/>
    </w:rPr>
  </w:style>
  <w:style w:type="paragraph" w:styleId="Kommentarthema">
    <w:name w:val="annotation subject"/>
    <w:basedOn w:val="Kommentartext"/>
    <w:next w:val="Kommentartext"/>
    <w:link w:val="KommentarthemaZchn"/>
    <w:uiPriority w:val="99"/>
    <w:semiHidden/>
    <w:unhideWhenUsed/>
    <w:rsid w:val="003E625E"/>
    <w:rPr>
      <w:b/>
      <w:bCs/>
    </w:rPr>
  </w:style>
  <w:style w:type="character" w:styleId="KommentarthemaZchn" w:customStyle="1">
    <w:name w:val="Kommentarthema Zchn"/>
    <w:basedOn w:val="KommentartextZchn"/>
    <w:link w:val="Kommentarthema"/>
    <w:uiPriority w:val="99"/>
    <w:semiHidden/>
    <w:rsid w:val="003E625E"/>
    <w:rPr>
      <w:rFonts w:ascii="Arial" w:hAnsi="Arial" w:cs="Arial"/>
      <w:b/>
      <w:bCs/>
      <w:color w:val="333333"/>
      <w:sz w:val="20"/>
      <w:szCs w:val="20"/>
    </w:rPr>
  </w:style>
  <w:style w:type="paragraph" w:styleId="Sprechblasentext">
    <w:name w:val="Balloon Text"/>
    <w:basedOn w:val="Standard"/>
    <w:link w:val="SprechblasentextZchn"/>
    <w:uiPriority w:val="99"/>
    <w:semiHidden/>
    <w:unhideWhenUsed/>
    <w:rsid w:val="00F81238"/>
    <w:pPr>
      <w:spacing w:line="240" w:lineRule="auto"/>
    </w:pPr>
    <w:rPr>
      <w:rFonts w:ascii="Segoe UI" w:hAnsi="Segoe UI" w:cs="Segoe UI"/>
      <w:sz w:val="18"/>
    </w:rPr>
  </w:style>
  <w:style w:type="character" w:styleId="SprechblasentextZchn" w:customStyle="1">
    <w:name w:val="Sprechblasentext Zchn"/>
    <w:basedOn w:val="Absatz-Standardschriftart"/>
    <w:link w:val="Sprechblasentext"/>
    <w:uiPriority w:val="99"/>
    <w:semiHidden/>
    <w:rsid w:val="00F81238"/>
    <w:rPr>
      <w:rFonts w:ascii="Segoe UI" w:hAnsi="Segoe UI" w:cs="Segoe UI"/>
      <w:color w:val="333333"/>
      <w:sz w:val="18"/>
      <w:szCs w:val="18"/>
    </w:rPr>
  </w:style>
  <w:style w:type="paragraph" w:styleId="berarbeitung">
    <w:name w:val="Revision"/>
    <w:hidden/>
    <w:uiPriority w:val="99"/>
    <w:semiHidden/>
    <w:rsid w:val="001A52B1"/>
    <w:pPr>
      <w:spacing w:after="0" w:line="240" w:lineRule="auto"/>
    </w:pPr>
    <w:rPr>
      <w:rFonts w:ascii="Arial" w:hAnsi="Arial" w:cs="Arial"/>
      <w:color w:val="333333"/>
      <w:szCs w:val="18"/>
    </w:rPr>
  </w:style>
  <w:style w:type="character" w:styleId="NichtaufgelsteErwhnung2" w:customStyle="1">
    <w:name w:val="Nicht aufgelöste Erwähnung2"/>
    <w:basedOn w:val="Absatz-Standardschriftart"/>
    <w:uiPriority w:val="99"/>
    <w:semiHidden/>
    <w:unhideWhenUsed/>
    <w:rsid w:val="00AD3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22452">
      <w:bodyDiv w:val="1"/>
      <w:marLeft w:val="0"/>
      <w:marRight w:val="0"/>
      <w:marTop w:val="0"/>
      <w:marBottom w:val="0"/>
      <w:divBdr>
        <w:top w:val="none" w:sz="0" w:space="0" w:color="auto"/>
        <w:left w:val="none" w:sz="0" w:space="0" w:color="auto"/>
        <w:bottom w:val="none" w:sz="0" w:space="0" w:color="auto"/>
        <w:right w:val="none" w:sz="0" w:space="0" w:color="auto"/>
      </w:divBdr>
      <w:divsChild>
        <w:div w:id="28995137">
          <w:marLeft w:val="0"/>
          <w:marRight w:val="0"/>
          <w:marTop w:val="0"/>
          <w:marBottom w:val="0"/>
          <w:divBdr>
            <w:top w:val="none" w:sz="0" w:space="0" w:color="auto"/>
            <w:left w:val="none" w:sz="0" w:space="0" w:color="auto"/>
            <w:bottom w:val="none" w:sz="0" w:space="0" w:color="auto"/>
            <w:right w:val="none" w:sz="0" w:space="0" w:color="auto"/>
          </w:divBdr>
        </w:div>
        <w:div w:id="33431558">
          <w:marLeft w:val="0"/>
          <w:marRight w:val="0"/>
          <w:marTop w:val="0"/>
          <w:marBottom w:val="0"/>
          <w:divBdr>
            <w:top w:val="none" w:sz="0" w:space="0" w:color="auto"/>
            <w:left w:val="none" w:sz="0" w:space="0" w:color="auto"/>
            <w:bottom w:val="none" w:sz="0" w:space="0" w:color="auto"/>
            <w:right w:val="none" w:sz="0" w:space="0" w:color="auto"/>
          </w:divBdr>
        </w:div>
        <w:div w:id="65881963">
          <w:marLeft w:val="0"/>
          <w:marRight w:val="0"/>
          <w:marTop w:val="0"/>
          <w:marBottom w:val="0"/>
          <w:divBdr>
            <w:top w:val="none" w:sz="0" w:space="0" w:color="auto"/>
            <w:left w:val="none" w:sz="0" w:space="0" w:color="auto"/>
            <w:bottom w:val="none" w:sz="0" w:space="0" w:color="auto"/>
            <w:right w:val="none" w:sz="0" w:space="0" w:color="auto"/>
          </w:divBdr>
        </w:div>
        <w:div w:id="113136804">
          <w:marLeft w:val="0"/>
          <w:marRight w:val="0"/>
          <w:marTop w:val="0"/>
          <w:marBottom w:val="0"/>
          <w:divBdr>
            <w:top w:val="none" w:sz="0" w:space="0" w:color="auto"/>
            <w:left w:val="none" w:sz="0" w:space="0" w:color="auto"/>
            <w:bottom w:val="none" w:sz="0" w:space="0" w:color="auto"/>
            <w:right w:val="none" w:sz="0" w:space="0" w:color="auto"/>
          </w:divBdr>
        </w:div>
        <w:div w:id="133136029">
          <w:marLeft w:val="0"/>
          <w:marRight w:val="0"/>
          <w:marTop w:val="0"/>
          <w:marBottom w:val="0"/>
          <w:divBdr>
            <w:top w:val="none" w:sz="0" w:space="0" w:color="auto"/>
            <w:left w:val="none" w:sz="0" w:space="0" w:color="auto"/>
            <w:bottom w:val="none" w:sz="0" w:space="0" w:color="auto"/>
            <w:right w:val="none" w:sz="0" w:space="0" w:color="auto"/>
          </w:divBdr>
        </w:div>
        <w:div w:id="155145163">
          <w:marLeft w:val="0"/>
          <w:marRight w:val="0"/>
          <w:marTop w:val="0"/>
          <w:marBottom w:val="0"/>
          <w:divBdr>
            <w:top w:val="none" w:sz="0" w:space="0" w:color="auto"/>
            <w:left w:val="none" w:sz="0" w:space="0" w:color="auto"/>
            <w:bottom w:val="none" w:sz="0" w:space="0" w:color="auto"/>
            <w:right w:val="none" w:sz="0" w:space="0" w:color="auto"/>
          </w:divBdr>
        </w:div>
        <w:div w:id="200629877">
          <w:marLeft w:val="0"/>
          <w:marRight w:val="0"/>
          <w:marTop w:val="0"/>
          <w:marBottom w:val="0"/>
          <w:divBdr>
            <w:top w:val="none" w:sz="0" w:space="0" w:color="auto"/>
            <w:left w:val="none" w:sz="0" w:space="0" w:color="auto"/>
            <w:bottom w:val="none" w:sz="0" w:space="0" w:color="auto"/>
            <w:right w:val="none" w:sz="0" w:space="0" w:color="auto"/>
          </w:divBdr>
        </w:div>
        <w:div w:id="206646078">
          <w:marLeft w:val="0"/>
          <w:marRight w:val="0"/>
          <w:marTop w:val="0"/>
          <w:marBottom w:val="0"/>
          <w:divBdr>
            <w:top w:val="none" w:sz="0" w:space="0" w:color="auto"/>
            <w:left w:val="none" w:sz="0" w:space="0" w:color="auto"/>
            <w:bottom w:val="none" w:sz="0" w:space="0" w:color="auto"/>
            <w:right w:val="none" w:sz="0" w:space="0" w:color="auto"/>
          </w:divBdr>
        </w:div>
        <w:div w:id="219563184">
          <w:marLeft w:val="0"/>
          <w:marRight w:val="0"/>
          <w:marTop w:val="0"/>
          <w:marBottom w:val="0"/>
          <w:divBdr>
            <w:top w:val="none" w:sz="0" w:space="0" w:color="auto"/>
            <w:left w:val="none" w:sz="0" w:space="0" w:color="auto"/>
            <w:bottom w:val="none" w:sz="0" w:space="0" w:color="auto"/>
            <w:right w:val="none" w:sz="0" w:space="0" w:color="auto"/>
          </w:divBdr>
        </w:div>
        <w:div w:id="241450554">
          <w:marLeft w:val="0"/>
          <w:marRight w:val="0"/>
          <w:marTop w:val="0"/>
          <w:marBottom w:val="0"/>
          <w:divBdr>
            <w:top w:val="none" w:sz="0" w:space="0" w:color="auto"/>
            <w:left w:val="none" w:sz="0" w:space="0" w:color="auto"/>
            <w:bottom w:val="none" w:sz="0" w:space="0" w:color="auto"/>
            <w:right w:val="none" w:sz="0" w:space="0" w:color="auto"/>
          </w:divBdr>
        </w:div>
        <w:div w:id="257522209">
          <w:marLeft w:val="0"/>
          <w:marRight w:val="0"/>
          <w:marTop w:val="0"/>
          <w:marBottom w:val="0"/>
          <w:divBdr>
            <w:top w:val="none" w:sz="0" w:space="0" w:color="auto"/>
            <w:left w:val="none" w:sz="0" w:space="0" w:color="auto"/>
            <w:bottom w:val="none" w:sz="0" w:space="0" w:color="auto"/>
            <w:right w:val="none" w:sz="0" w:space="0" w:color="auto"/>
          </w:divBdr>
        </w:div>
        <w:div w:id="279722068">
          <w:marLeft w:val="0"/>
          <w:marRight w:val="0"/>
          <w:marTop w:val="0"/>
          <w:marBottom w:val="0"/>
          <w:divBdr>
            <w:top w:val="none" w:sz="0" w:space="0" w:color="auto"/>
            <w:left w:val="none" w:sz="0" w:space="0" w:color="auto"/>
            <w:bottom w:val="none" w:sz="0" w:space="0" w:color="auto"/>
            <w:right w:val="none" w:sz="0" w:space="0" w:color="auto"/>
          </w:divBdr>
        </w:div>
        <w:div w:id="318462570">
          <w:marLeft w:val="0"/>
          <w:marRight w:val="0"/>
          <w:marTop w:val="0"/>
          <w:marBottom w:val="0"/>
          <w:divBdr>
            <w:top w:val="none" w:sz="0" w:space="0" w:color="auto"/>
            <w:left w:val="none" w:sz="0" w:space="0" w:color="auto"/>
            <w:bottom w:val="none" w:sz="0" w:space="0" w:color="auto"/>
            <w:right w:val="none" w:sz="0" w:space="0" w:color="auto"/>
          </w:divBdr>
        </w:div>
        <w:div w:id="344093639">
          <w:marLeft w:val="0"/>
          <w:marRight w:val="0"/>
          <w:marTop w:val="0"/>
          <w:marBottom w:val="0"/>
          <w:divBdr>
            <w:top w:val="none" w:sz="0" w:space="0" w:color="auto"/>
            <w:left w:val="none" w:sz="0" w:space="0" w:color="auto"/>
            <w:bottom w:val="none" w:sz="0" w:space="0" w:color="auto"/>
            <w:right w:val="none" w:sz="0" w:space="0" w:color="auto"/>
          </w:divBdr>
        </w:div>
        <w:div w:id="349338933">
          <w:marLeft w:val="0"/>
          <w:marRight w:val="0"/>
          <w:marTop w:val="0"/>
          <w:marBottom w:val="0"/>
          <w:divBdr>
            <w:top w:val="none" w:sz="0" w:space="0" w:color="auto"/>
            <w:left w:val="none" w:sz="0" w:space="0" w:color="auto"/>
            <w:bottom w:val="none" w:sz="0" w:space="0" w:color="auto"/>
            <w:right w:val="none" w:sz="0" w:space="0" w:color="auto"/>
          </w:divBdr>
        </w:div>
        <w:div w:id="350230342">
          <w:marLeft w:val="0"/>
          <w:marRight w:val="0"/>
          <w:marTop w:val="0"/>
          <w:marBottom w:val="0"/>
          <w:divBdr>
            <w:top w:val="none" w:sz="0" w:space="0" w:color="auto"/>
            <w:left w:val="none" w:sz="0" w:space="0" w:color="auto"/>
            <w:bottom w:val="none" w:sz="0" w:space="0" w:color="auto"/>
            <w:right w:val="none" w:sz="0" w:space="0" w:color="auto"/>
          </w:divBdr>
        </w:div>
        <w:div w:id="399520698">
          <w:marLeft w:val="0"/>
          <w:marRight w:val="0"/>
          <w:marTop w:val="0"/>
          <w:marBottom w:val="0"/>
          <w:divBdr>
            <w:top w:val="none" w:sz="0" w:space="0" w:color="auto"/>
            <w:left w:val="none" w:sz="0" w:space="0" w:color="auto"/>
            <w:bottom w:val="none" w:sz="0" w:space="0" w:color="auto"/>
            <w:right w:val="none" w:sz="0" w:space="0" w:color="auto"/>
          </w:divBdr>
        </w:div>
        <w:div w:id="430007369">
          <w:marLeft w:val="0"/>
          <w:marRight w:val="0"/>
          <w:marTop w:val="0"/>
          <w:marBottom w:val="0"/>
          <w:divBdr>
            <w:top w:val="none" w:sz="0" w:space="0" w:color="auto"/>
            <w:left w:val="none" w:sz="0" w:space="0" w:color="auto"/>
            <w:bottom w:val="none" w:sz="0" w:space="0" w:color="auto"/>
            <w:right w:val="none" w:sz="0" w:space="0" w:color="auto"/>
          </w:divBdr>
        </w:div>
        <w:div w:id="502748661">
          <w:marLeft w:val="0"/>
          <w:marRight w:val="0"/>
          <w:marTop w:val="0"/>
          <w:marBottom w:val="0"/>
          <w:divBdr>
            <w:top w:val="none" w:sz="0" w:space="0" w:color="auto"/>
            <w:left w:val="none" w:sz="0" w:space="0" w:color="auto"/>
            <w:bottom w:val="none" w:sz="0" w:space="0" w:color="auto"/>
            <w:right w:val="none" w:sz="0" w:space="0" w:color="auto"/>
          </w:divBdr>
        </w:div>
        <w:div w:id="597568088">
          <w:marLeft w:val="0"/>
          <w:marRight w:val="0"/>
          <w:marTop w:val="0"/>
          <w:marBottom w:val="0"/>
          <w:divBdr>
            <w:top w:val="none" w:sz="0" w:space="0" w:color="auto"/>
            <w:left w:val="none" w:sz="0" w:space="0" w:color="auto"/>
            <w:bottom w:val="none" w:sz="0" w:space="0" w:color="auto"/>
            <w:right w:val="none" w:sz="0" w:space="0" w:color="auto"/>
          </w:divBdr>
        </w:div>
        <w:div w:id="624652219">
          <w:marLeft w:val="0"/>
          <w:marRight w:val="0"/>
          <w:marTop w:val="0"/>
          <w:marBottom w:val="0"/>
          <w:divBdr>
            <w:top w:val="none" w:sz="0" w:space="0" w:color="auto"/>
            <w:left w:val="none" w:sz="0" w:space="0" w:color="auto"/>
            <w:bottom w:val="none" w:sz="0" w:space="0" w:color="auto"/>
            <w:right w:val="none" w:sz="0" w:space="0" w:color="auto"/>
          </w:divBdr>
        </w:div>
        <w:div w:id="625698193">
          <w:marLeft w:val="0"/>
          <w:marRight w:val="0"/>
          <w:marTop w:val="0"/>
          <w:marBottom w:val="0"/>
          <w:divBdr>
            <w:top w:val="none" w:sz="0" w:space="0" w:color="auto"/>
            <w:left w:val="none" w:sz="0" w:space="0" w:color="auto"/>
            <w:bottom w:val="none" w:sz="0" w:space="0" w:color="auto"/>
            <w:right w:val="none" w:sz="0" w:space="0" w:color="auto"/>
          </w:divBdr>
        </w:div>
        <w:div w:id="632029593">
          <w:marLeft w:val="0"/>
          <w:marRight w:val="0"/>
          <w:marTop w:val="0"/>
          <w:marBottom w:val="0"/>
          <w:divBdr>
            <w:top w:val="none" w:sz="0" w:space="0" w:color="auto"/>
            <w:left w:val="none" w:sz="0" w:space="0" w:color="auto"/>
            <w:bottom w:val="none" w:sz="0" w:space="0" w:color="auto"/>
            <w:right w:val="none" w:sz="0" w:space="0" w:color="auto"/>
          </w:divBdr>
        </w:div>
        <w:div w:id="789788872">
          <w:marLeft w:val="0"/>
          <w:marRight w:val="0"/>
          <w:marTop w:val="0"/>
          <w:marBottom w:val="0"/>
          <w:divBdr>
            <w:top w:val="none" w:sz="0" w:space="0" w:color="auto"/>
            <w:left w:val="none" w:sz="0" w:space="0" w:color="auto"/>
            <w:bottom w:val="none" w:sz="0" w:space="0" w:color="auto"/>
            <w:right w:val="none" w:sz="0" w:space="0" w:color="auto"/>
          </w:divBdr>
        </w:div>
        <w:div w:id="800879417">
          <w:marLeft w:val="0"/>
          <w:marRight w:val="0"/>
          <w:marTop w:val="0"/>
          <w:marBottom w:val="0"/>
          <w:divBdr>
            <w:top w:val="none" w:sz="0" w:space="0" w:color="auto"/>
            <w:left w:val="none" w:sz="0" w:space="0" w:color="auto"/>
            <w:bottom w:val="none" w:sz="0" w:space="0" w:color="auto"/>
            <w:right w:val="none" w:sz="0" w:space="0" w:color="auto"/>
          </w:divBdr>
        </w:div>
        <w:div w:id="810562008">
          <w:marLeft w:val="0"/>
          <w:marRight w:val="0"/>
          <w:marTop w:val="0"/>
          <w:marBottom w:val="0"/>
          <w:divBdr>
            <w:top w:val="none" w:sz="0" w:space="0" w:color="auto"/>
            <w:left w:val="none" w:sz="0" w:space="0" w:color="auto"/>
            <w:bottom w:val="none" w:sz="0" w:space="0" w:color="auto"/>
            <w:right w:val="none" w:sz="0" w:space="0" w:color="auto"/>
          </w:divBdr>
        </w:div>
        <w:div w:id="815149218">
          <w:marLeft w:val="0"/>
          <w:marRight w:val="0"/>
          <w:marTop w:val="0"/>
          <w:marBottom w:val="0"/>
          <w:divBdr>
            <w:top w:val="none" w:sz="0" w:space="0" w:color="auto"/>
            <w:left w:val="none" w:sz="0" w:space="0" w:color="auto"/>
            <w:bottom w:val="none" w:sz="0" w:space="0" w:color="auto"/>
            <w:right w:val="none" w:sz="0" w:space="0" w:color="auto"/>
          </w:divBdr>
        </w:div>
        <w:div w:id="816914728">
          <w:marLeft w:val="0"/>
          <w:marRight w:val="0"/>
          <w:marTop w:val="0"/>
          <w:marBottom w:val="0"/>
          <w:divBdr>
            <w:top w:val="none" w:sz="0" w:space="0" w:color="auto"/>
            <w:left w:val="none" w:sz="0" w:space="0" w:color="auto"/>
            <w:bottom w:val="none" w:sz="0" w:space="0" w:color="auto"/>
            <w:right w:val="none" w:sz="0" w:space="0" w:color="auto"/>
          </w:divBdr>
        </w:div>
        <w:div w:id="870874561">
          <w:marLeft w:val="0"/>
          <w:marRight w:val="0"/>
          <w:marTop w:val="0"/>
          <w:marBottom w:val="0"/>
          <w:divBdr>
            <w:top w:val="none" w:sz="0" w:space="0" w:color="auto"/>
            <w:left w:val="none" w:sz="0" w:space="0" w:color="auto"/>
            <w:bottom w:val="none" w:sz="0" w:space="0" w:color="auto"/>
            <w:right w:val="none" w:sz="0" w:space="0" w:color="auto"/>
          </w:divBdr>
        </w:div>
        <w:div w:id="878014382">
          <w:marLeft w:val="0"/>
          <w:marRight w:val="0"/>
          <w:marTop w:val="0"/>
          <w:marBottom w:val="0"/>
          <w:divBdr>
            <w:top w:val="none" w:sz="0" w:space="0" w:color="auto"/>
            <w:left w:val="none" w:sz="0" w:space="0" w:color="auto"/>
            <w:bottom w:val="none" w:sz="0" w:space="0" w:color="auto"/>
            <w:right w:val="none" w:sz="0" w:space="0" w:color="auto"/>
          </w:divBdr>
        </w:div>
        <w:div w:id="898058843">
          <w:marLeft w:val="0"/>
          <w:marRight w:val="0"/>
          <w:marTop w:val="0"/>
          <w:marBottom w:val="0"/>
          <w:divBdr>
            <w:top w:val="none" w:sz="0" w:space="0" w:color="auto"/>
            <w:left w:val="none" w:sz="0" w:space="0" w:color="auto"/>
            <w:bottom w:val="none" w:sz="0" w:space="0" w:color="auto"/>
            <w:right w:val="none" w:sz="0" w:space="0" w:color="auto"/>
          </w:divBdr>
        </w:div>
        <w:div w:id="901870286">
          <w:marLeft w:val="0"/>
          <w:marRight w:val="0"/>
          <w:marTop w:val="0"/>
          <w:marBottom w:val="0"/>
          <w:divBdr>
            <w:top w:val="none" w:sz="0" w:space="0" w:color="auto"/>
            <w:left w:val="none" w:sz="0" w:space="0" w:color="auto"/>
            <w:bottom w:val="none" w:sz="0" w:space="0" w:color="auto"/>
            <w:right w:val="none" w:sz="0" w:space="0" w:color="auto"/>
          </w:divBdr>
        </w:div>
        <w:div w:id="915819392">
          <w:marLeft w:val="0"/>
          <w:marRight w:val="0"/>
          <w:marTop w:val="0"/>
          <w:marBottom w:val="0"/>
          <w:divBdr>
            <w:top w:val="none" w:sz="0" w:space="0" w:color="auto"/>
            <w:left w:val="none" w:sz="0" w:space="0" w:color="auto"/>
            <w:bottom w:val="none" w:sz="0" w:space="0" w:color="auto"/>
            <w:right w:val="none" w:sz="0" w:space="0" w:color="auto"/>
          </w:divBdr>
        </w:div>
        <w:div w:id="928929719">
          <w:marLeft w:val="0"/>
          <w:marRight w:val="0"/>
          <w:marTop w:val="0"/>
          <w:marBottom w:val="0"/>
          <w:divBdr>
            <w:top w:val="none" w:sz="0" w:space="0" w:color="auto"/>
            <w:left w:val="none" w:sz="0" w:space="0" w:color="auto"/>
            <w:bottom w:val="none" w:sz="0" w:space="0" w:color="auto"/>
            <w:right w:val="none" w:sz="0" w:space="0" w:color="auto"/>
          </w:divBdr>
        </w:div>
        <w:div w:id="961611287">
          <w:marLeft w:val="0"/>
          <w:marRight w:val="0"/>
          <w:marTop w:val="0"/>
          <w:marBottom w:val="0"/>
          <w:divBdr>
            <w:top w:val="none" w:sz="0" w:space="0" w:color="auto"/>
            <w:left w:val="none" w:sz="0" w:space="0" w:color="auto"/>
            <w:bottom w:val="none" w:sz="0" w:space="0" w:color="auto"/>
            <w:right w:val="none" w:sz="0" w:space="0" w:color="auto"/>
          </w:divBdr>
        </w:div>
        <w:div w:id="1001852858">
          <w:marLeft w:val="0"/>
          <w:marRight w:val="0"/>
          <w:marTop w:val="0"/>
          <w:marBottom w:val="0"/>
          <w:divBdr>
            <w:top w:val="none" w:sz="0" w:space="0" w:color="auto"/>
            <w:left w:val="none" w:sz="0" w:space="0" w:color="auto"/>
            <w:bottom w:val="none" w:sz="0" w:space="0" w:color="auto"/>
            <w:right w:val="none" w:sz="0" w:space="0" w:color="auto"/>
          </w:divBdr>
        </w:div>
        <w:div w:id="1027095923">
          <w:marLeft w:val="0"/>
          <w:marRight w:val="0"/>
          <w:marTop w:val="0"/>
          <w:marBottom w:val="0"/>
          <w:divBdr>
            <w:top w:val="none" w:sz="0" w:space="0" w:color="auto"/>
            <w:left w:val="none" w:sz="0" w:space="0" w:color="auto"/>
            <w:bottom w:val="none" w:sz="0" w:space="0" w:color="auto"/>
            <w:right w:val="none" w:sz="0" w:space="0" w:color="auto"/>
          </w:divBdr>
        </w:div>
        <w:div w:id="1039941629">
          <w:marLeft w:val="0"/>
          <w:marRight w:val="0"/>
          <w:marTop w:val="0"/>
          <w:marBottom w:val="0"/>
          <w:divBdr>
            <w:top w:val="none" w:sz="0" w:space="0" w:color="auto"/>
            <w:left w:val="none" w:sz="0" w:space="0" w:color="auto"/>
            <w:bottom w:val="none" w:sz="0" w:space="0" w:color="auto"/>
            <w:right w:val="none" w:sz="0" w:space="0" w:color="auto"/>
          </w:divBdr>
        </w:div>
        <w:div w:id="1043670364">
          <w:marLeft w:val="0"/>
          <w:marRight w:val="0"/>
          <w:marTop w:val="0"/>
          <w:marBottom w:val="0"/>
          <w:divBdr>
            <w:top w:val="none" w:sz="0" w:space="0" w:color="auto"/>
            <w:left w:val="none" w:sz="0" w:space="0" w:color="auto"/>
            <w:bottom w:val="none" w:sz="0" w:space="0" w:color="auto"/>
            <w:right w:val="none" w:sz="0" w:space="0" w:color="auto"/>
          </w:divBdr>
        </w:div>
        <w:div w:id="1075279428">
          <w:marLeft w:val="0"/>
          <w:marRight w:val="0"/>
          <w:marTop w:val="0"/>
          <w:marBottom w:val="0"/>
          <w:divBdr>
            <w:top w:val="none" w:sz="0" w:space="0" w:color="auto"/>
            <w:left w:val="none" w:sz="0" w:space="0" w:color="auto"/>
            <w:bottom w:val="none" w:sz="0" w:space="0" w:color="auto"/>
            <w:right w:val="none" w:sz="0" w:space="0" w:color="auto"/>
          </w:divBdr>
        </w:div>
        <w:div w:id="1164131117">
          <w:marLeft w:val="0"/>
          <w:marRight w:val="0"/>
          <w:marTop w:val="0"/>
          <w:marBottom w:val="0"/>
          <w:divBdr>
            <w:top w:val="none" w:sz="0" w:space="0" w:color="auto"/>
            <w:left w:val="none" w:sz="0" w:space="0" w:color="auto"/>
            <w:bottom w:val="none" w:sz="0" w:space="0" w:color="auto"/>
            <w:right w:val="none" w:sz="0" w:space="0" w:color="auto"/>
          </w:divBdr>
        </w:div>
        <w:div w:id="1174684877">
          <w:marLeft w:val="0"/>
          <w:marRight w:val="0"/>
          <w:marTop w:val="0"/>
          <w:marBottom w:val="0"/>
          <w:divBdr>
            <w:top w:val="none" w:sz="0" w:space="0" w:color="auto"/>
            <w:left w:val="none" w:sz="0" w:space="0" w:color="auto"/>
            <w:bottom w:val="none" w:sz="0" w:space="0" w:color="auto"/>
            <w:right w:val="none" w:sz="0" w:space="0" w:color="auto"/>
          </w:divBdr>
        </w:div>
        <w:div w:id="1201476594">
          <w:marLeft w:val="0"/>
          <w:marRight w:val="0"/>
          <w:marTop w:val="0"/>
          <w:marBottom w:val="0"/>
          <w:divBdr>
            <w:top w:val="none" w:sz="0" w:space="0" w:color="auto"/>
            <w:left w:val="none" w:sz="0" w:space="0" w:color="auto"/>
            <w:bottom w:val="none" w:sz="0" w:space="0" w:color="auto"/>
            <w:right w:val="none" w:sz="0" w:space="0" w:color="auto"/>
          </w:divBdr>
        </w:div>
        <w:div w:id="1206721824">
          <w:marLeft w:val="0"/>
          <w:marRight w:val="0"/>
          <w:marTop w:val="0"/>
          <w:marBottom w:val="0"/>
          <w:divBdr>
            <w:top w:val="none" w:sz="0" w:space="0" w:color="auto"/>
            <w:left w:val="none" w:sz="0" w:space="0" w:color="auto"/>
            <w:bottom w:val="none" w:sz="0" w:space="0" w:color="auto"/>
            <w:right w:val="none" w:sz="0" w:space="0" w:color="auto"/>
          </w:divBdr>
        </w:div>
        <w:div w:id="1207334094">
          <w:marLeft w:val="0"/>
          <w:marRight w:val="0"/>
          <w:marTop w:val="0"/>
          <w:marBottom w:val="0"/>
          <w:divBdr>
            <w:top w:val="none" w:sz="0" w:space="0" w:color="auto"/>
            <w:left w:val="none" w:sz="0" w:space="0" w:color="auto"/>
            <w:bottom w:val="none" w:sz="0" w:space="0" w:color="auto"/>
            <w:right w:val="none" w:sz="0" w:space="0" w:color="auto"/>
          </w:divBdr>
        </w:div>
        <w:div w:id="1229848765">
          <w:marLeft w:val="0"/>
          <w:marRight w:val="0"/>
          <w:marTop w:val="0"/>
          <w:marBottom w:val="0"/>
          <w:divBdr>
            <w:top w:val="none" w:sz="0" w:space="0" w:color="auto"/>
            <w:left w:val="none" w:sz="0" w:space="0" w:color="auto"/>
            <w:bottom w:val="none" w:sz="0" w:space="0" w:color="auto"/>
            <w:right w:val="none" w:sz="0" w:space="0" w:color="auto"/>
          </w:divBdr>
        </w:div>
        <w:div w:id="1238053561">
          <w:marLeft w:val="0"/>
          <w:marRight w:val="0"/>
          <w:marTop w:val="0"/>
          <w:marBottom w:val="0"/>
          <w:divBdr>
            <w:top w:val="none" w:sz="0" w:space="0" w:color="auto"/>
            <w:left w:val="none" w:sz="0" w:space="0" w:color="auto"/>
            <w:bottom w:val="none" w:sz="0" w:space="0" w:color="auto"/>
            <w:right w:val="none" w:sz="0" w:space="0" w:color="auto"/>
          </w:divBdr>
        </w:div>
        <w:div w:id="1240140155">
          <w:marLeft w:val="0"/>
          <w:marRight w:val="0"/>
          <w:marTop w:val="0"/>
          <w:marBottom w:val="0"/>
          <w:divBdr>
            <w:top w:val="none" w:sz="0" w:space="0" w:color="auto"/>
            <w:left w:val="none" w:sz="0" w:space="0" w:color="auto"/>
            <w:bottom w:val="none" w:sz="0" w:space="0" w:color="auto"/>
            <w:right w:val="none" w:sz="0" w:space="0" w:color="auto"/>
          </w:divBdr>
        </w:div>
        <w:div w:id="1261253113">
          <w:marLeft w:val="0"/>
          <w:marRight w:val="0"/>
          <w:marTop w:val="0"/>
          <w:marBottom w:val="0"/>
          <w:divBdr>
            <w:top w:val="none" w:sz="0" w:space="0" w:color="auto"/>
            <w:left w:val="none" w:sz="0" w:space="0" w:color="auto"/>
            <w:bottom w:val="none" w:sz="0" w:space="0" w:color="auto"/>
            <w:right w:val="none" w:sz="0" w:space="0" w:color="auto"/>
          </w:divBdr>
        </w:div>
        <w:div w:id="1361398794">
          <w:marLeft w:val="0"/>
          <w:marRight w:val="0"/>
          <w:marTop w:val="0"/>
          <w:marBottom w:val="0"/>
          <w:divBdr>
            <w:top w:val="none" w:sz="0" w:space="0" w:color="auto"/>
            <w:left w:val="none" w:sz="0" w:space="0" w:color="auto"/>
            <w:bottom w:val="none" w:sz="0" w:space="0" w:color="auto"/>
            <w:right w:val="none" w:sz="0" w:space="0" w:color="auto"/>
          </w:divBdr>
        </w:div>
        <w:div w:id="1471442206">
          <w:marLeft w:val="0"/>
          <w:marRight w:val="0"/>
          <w:marTop w:val="0"/>
          <w:marBottom w:val="0"/>
          <w:divBdr>
            <w:top w:val="none" w:sz="0" w:space="0" w:color="auto"/>
            <w:left w:val="none" w:sz="0" w:space="0" w:color="auto"/>
            <w:bottom w:val="none" w:sz="0" w:space="0" w:color="auto"/>
            <w:right w:val="none" w:sz="0" w:space="0" w:color="auto"/>
          </w:divBdr>
        </w:div>
        <w:div w:id="1488130685">
          <w:marLeft w:val="0"/>
          <w:marRight w:val="0"/>
          <w:marTop w:val="0"/>
          <w:marBottom w:val="0"/>
          <w:divBdr>
            <w:top w:val="none" w:sz="0" w:space="0" w:color="auto"/>
            <w:left w:val="none" w:sz="0" w:space="0" w:color="auto"/>
            <w:bottom w:val="none" w:sz="0" w:space="0" w:color="auto"/>
            <w:right w:val="none" w:sz="0" w:space="0" w:color="auto"/>
          </w:divBdr>
        </w:div>
        <w:div w:id="1529443748">
          <w:marLeft w:val="0"/>
          <w:marRight w:val="0"/>
          <w:marTop w:val="0"/>
          <w:marBottom w:val="0"/>
          <w:divBdr>
            <w:top w:val="none" w:sz="0" w:space="0" w:color="auto"/>
            <w:left w:val="none" w:sz="0" w:space="0" w:color="auto"/>
            <w:bottom w:val="none" w:sz="0" w:space="0" w:color="auto"/>
            <w:right w:val="none" w:sz="0" w:space="0" w:color="auto"/>
          </w:divBdr>
        </w:div>
        <w:div w:id="1532961690">
          <w:marLeft w:val="0"/>
          <w:marRight w:val="0"/>
          <w:marTop w:val="0"/>
          <w:marBottom w:val="0"/>
          <w:divBdr>
            <w:top w:val="none" w:sz="0" w:space="0" w:color="auto"/>
            <w:left w:val="none" w:sz="0" w:space="0" w:color="auto"/>
            <w:bottom w:val="none" w:sz="0" w:space="0" w:color="auto"/>
            <w:right w:val="none" w:sz="0" w:space="0" w:color="auto"/>
          </w:divBdr>
        </w:div>
        <w:div w:id="1545752916">
          <w:marLeft w:val="0"/>
          <w:marRight w:val="0"/>
          <w:marTop w:val="0"/>
          <w:marBottom w:val="0"/>
          <w:divBdr>
            <w:top w:val="none" w:sz="0" w:space="0" w:color="auto"/>
            <w:left w:val="none" w:sz="0" w:space="0" w:color="auto"/>
            <w:bottom w:val="none" w:sz="0" w:space="0" w:color="auto"/>
            <w:right w:val="none" w:sz="0" w:space="0" w:color="auto"/>
          </w:divBdr>
        </w:div>
        <w:div w:id="1558400330">
          <w:marLeft w:val="0"/>
          <w:marRight w:val="0"/>
          <w:marTop w:val="0"/>
          <w:marBottom w:val="0"/>
          <w:divBdr>
            <w:top w:val="none" w:sz="0" w:space="0" w:color="auto"/>
            <w:left w:val="none" w:sz="0" w:space="0" w:color="auto"/>
            <w:bottom w:val="none" w:sz="0" w:space="0" w:color="auto"/>
            <w:right w:val="none" w:sz="0" w:space="0" w:color="auto"/>
          </w:divBdr>
        </w:div>
        <w:div w:id="1573201302">
          <w:marLeft w:val="0"/>
          <w:marRight w:val="0"/>
          <w:marTop w:val="0"/>
          <w:marBottom w:val="0"/>
          <w:divBdr>
            <w:top w:val="none" w:sz="0" w:space="0" w:color="auto"/>
            <w:left w:val="none" w:sz="0" w:space="0" w:color="auto"/>
            <w:bottom w:val="none" w:sz="0" w:space="0" w:color="auto"/>
            <w:right w:val="none" w:sz="0" w:space="0" w:color="auto"/>
          </w:divBdr>
        </w:div>
        <w:div w:id="1613627855">
          <w:marLeft w:val="0"/>
          <w:marRight w:val="0"/>
          <w:marTop w:val="0"/>
          <w:marBottom w:val="0"/>
          <w:divBdr>
            <w:top w:val="none" w:sz="0" w:space="0" w:color="auto"/>
            <w:left w:val="none" w:sz="0" w:space="0" w:color="auto"/>
            <w:bottom w:val="none" w:sz="0" w:space="0" w:color="auto"/>
            <w:right w:val="none" w:sz="0" w:space="0" w:color="auto"/>
          </w:divBdr>
        </w:div>
        <w:div w:id="1627469646">
          <w:marLeft w:val="0"/>
          <w:marRight w:val="0"/>
          <w:marTop w:val="0"/>
          <w:marBottom w:val="0"/>
          <w:divBdr>
            <w:top w:val="none" w:sz="0" w:space="0" w:color="auto"/>
            <w:left w:val="none" w:sz="0" w:space="0" w:color="auto"/>
            <w:bottom w:val="none" w:sz="0" w:space="0" w:color="auto"/>
            <w:right w:val="none" w:sz="0" w:space="0" w:color="auto"/>
          </w:divBdr>
        </w:div>
        <w:div w:id="1627927398">
          <w:marLeft w:val="0"/>
          <w:marRight w:val="0"/>
          <w:marTop w:val="0"/>
          <w:marBottom w:val="0"/>
          <w:divBdr>
            <w:top w:val="none" w:sz="0" w:space="0" w:color="auto"/>
            <w:left w:val="none" w:sz="0" w:space="0" w:color="auto"/>
            <w:bottom w:val="none" w:sz="0" w:space="0" w:color="auto"/>
            <w:right w:val="none" w:sz="0" w:space="0" w:color="auto"/>
          </w:divBdr>
        </w:div>
        <w:div w:id="1661083140">
          <w:marLeft w:val="0"/>
          <w:marRight w:val="0"/>
          <w:marTop w:val="0"/>
          <w:marBottom w:val="0"/>
          <w:divBdr>
            <w:top w:val="none" w:sz="0" w:space="0" w:color="auto"/>
            <w:left w:val="none" w:sz="0" w:space="0" w:color="auto"/>
            <w:bottom w:val="none" w:sz="0" w:space="0" w:color="auto"/>
            <w:right w:val="none" w:sz="0" w:space="0" w:color="auto"/>
          </w:divBdr>
        </w:div>
        <w:div w:id="1687827296">
          <w:marLeft w:val="0"/>
          <w:marRight w:val="0"/>
          <w:marTop w:val="0"/>
          <w:marBottom w:val="0"/>
          <w:divBdr>
            <w:top w:val="none" w:sz="0" w:space="0" w:color="auto"/>
            <w:left w:val="none" w:sz="0" w:space="0" w:color="auto"/>
            <w:bottom w:val="none" w:sz="0" w:space="0" w:color="auto"/>
            <w:right w:val="none" w:sz="0" w:space="0" w:color="auto"/>
          </w:divBdr>
        </w:div>
        <w:div w:id="1762724453">
          <w:marLeft w:val="0"/>
          <w:marRight w:val="0"/>
          <w:marTop w:val="0"/>
          <w:marBottom w:val="0"/>
          <w:divBdr>
            <w:top w:val="none" w:sz="0" w:space="0" w:color="auto"/>
            <w:left w:val="none" w:sz="0" w:space="0" w:color="auto"/>
            <w:bottom w:val="none" w:sz="0" w:space="0" w:color="auto"/>
            <w:right w:val="none" w:sz="0" w:space="0" w:color="auto"/>
          </w:divBdr>
        </w:div>
        <w:div w:id="1887453000">
          <w:marLeft w:val="0"/>
          <w:marRight w:val="0"/>
          <w:marTop w:val="0"/>
          <w:marBottom w:val="0"/>
          <w:divBdr>
            <w:top w:val="none" w:sz="0" w:space="0" w:color="auto"/>
            <w:left w:val="none" w:sz="0" w:space="0" w:color="auto"/>
            <w:bottom w:val="none" w:sz="0" w:space="0" w:color="auto"/>
            <w:right w:val="none" w:sz="0" w:space="0" w:color="auto"/>
          </w:divBdr>
        </w:div>
        <w:div w:id="1916743143">
          <w:marLeft w:val="0"/>
          <w:marRight w:val="0"/>
          <w:marTop w:val="0"/>
          <w:marBottom w:val="0"/>
          <w:divBdr>
            <w:top w:val="none" w:sz="0" w:space="0" w:color="auto"/>
            <w:left w:val="none" w:sz="0" w:space="0" w:color="auto"/>
            <w:bottom w:val="none" w:sz="0" w:space="0" w:color="auto"/>
            <w:right w:val="none" w:sz="0" w:space="0" w:color="auto"/>
          </w:divBdr>
        </w:div>
        <w:div w:id="1927610635">
          <w:marLeft w:val="0"/>
          <w:marRight w:val="0"/>
          <w:marTop w:val="0"/>
          <w:marBottom w:val="0"/>
          <w:divBdr>
            <w:top w:val="none" w:sz="0" w:space="0" w:color="auto"/>
            <w:left w:val="none" w:sz="0" w:space="0" w:color="auto"/>
            <w:bottom w:val="none" w:sz="0" w:space="0" w:color="auto"/>
            <w:right w:val="none" w:sz="0" w:space="0" w:color="auto"/>
          </w:divBdr>
        </w:div>
        <w:div w:id="1957249816">
          <w:marLeft w:val="0"/>
          <w:marRight w:val="0"/>
          <w:marTop w:val="0"/>
          <w:marBottom w:val="0"/>
          <w:divBdr>
            <w:top w:val="none" w:sz="0" w:space="0" w:color="auto"/>
            <w:left w:val="none" w:sz="0" w:space="0" w:color="auto"/>
            <w:bottom w:val="none" w:sz="0" w:space="0" w:color="auto"/>
            <w:right w:val="none" w:sz="0" w:space="0" w:color="auto"/>
          </w:divBdr>
        </w:div>
        <w:div w:id="1983802190">
          <w:marLeft w:val="0"/>
          <w:marRight w:val="0"/>
          <w:marTop w:val="0"/>
          <w:marBottom w:val="0"/>
          <w:divBdr>
            <w:top w:val="none" w:sz="0" w:space="0" w:color="auto"/>
            <w:left w:val="none" w:sz="0" w:space="0" w:color="auto"/>
            <w:bottom w:val="none" w:sz="0" w:space="0" w:color="auto"/>
            <w:right w:val="none" w:sz="0" w:space="0" w:color="auto"/>
          </w:divBdr>
        </w:div>
        <w:div w:id="1996299533">
          <w:marLeft w:val="0"/>
          <w:marRight w:val="0"/>
          <w:marTop w:val="0"/>
          <w:marBottom w:val="0"/>
          <w:divBdr>
            <w:top w:val="none" w:sz="0" w:space="0" w:color="auto"/>
            <w:left w:val="none" w:sz="0" w:space="0" w:color="auto"/>
            <w:bottom w:val="none" w:sz="0" w:space="0" w:color="auto"/>
            <w:right w:val="none" w:sz="0" w:space="0" w:color="auto"/>
          </w:divBdr>
        </w:div>
        <w:div w:id="2031372019">
          <w:marLeft w:val="0"/>
          <w:marRight w:val="0"/>
          <w:marTop w:val="0"/>
          <w:marBottom w:val="0"/>
          <w:divBdr>
            <w:top w:val="none" w:sz="0" w:space="0" w:color="auto"/>
            <w:left w:val="none" w:sz="0" w:space="0" w:color="auto"/>
            <w:bottom w:val="none" w:sz="0" w:space="0" w:color="auto"/>
            <w:right w:val="none" w:sz="0" w:space="0" w:color="auto"/>
          </w:divBdr>
        </w:div>
        <w:div w:id="2035574070">
          <w:marLeft w:val="0"/>
          <w:marRight w:val="0"/>
          <w:marTop w:val="0"/>
          <w:marBottom w:val="0"/>
          <w:divBdr>
            <w:top w:val="none" w:sz="0" w:space="0" w:color="auto"/>
            <w:left w:val="none" w:sz="0" w:space="0" w:color="auto"/>
            <w:bottom w:val="none" w:sz="0" w:space="0" w:color="auto"/>
            <w:right w:val="none" w:sz="0" w:space="0" w:color="auto"/>
          </w:divBdr>
        </w:div>
        <w:div w:id="2087067305">
          <w:marLeft w:val="0"/>
          <w:marRight w:val="0"/>
          <w:marTop w:val="0"/>
          <w:marBottom w:val="0"/>
          <w:divBdr>
            <w:top w:val="none" w:sz="0" w:space="0" w:color="auto"/>
            <w:left w:val="none" w:sz="0" w:space="0" w:color="auto"/>
            <w:bottom w:val="none" w:sz="0" w:space="0" w:color="auto"/>
            <w:right w:val="none" w:sz="0" w:space="0" w:color="auto"/>
          </w:divBdr>
        </w:div>
        <w:div w:id="2105883053">
          <w:marLeft w:val="0"/>
          <w:marRight w:val="0"/>
          <w:marTop w:val="0"/>
          <w:marBottom w:val="0"/>
          <w:divBdr>
            <w:top w:val="none" w:sz="0" w:space="0" w:color="auto"/>
            <w:left w:val="none" w:sz="0" w:space="0" w:color="auto"/>
            <w:bottom w:val="none" w:sz="0" w:space="0" w:color="auto"/>
            <w:right w:val="none" w:sz="0" w:space="0" w:color="auto"/>
          </w:divBdr>
        </w:div>
        <w:div w:id="2140297255">
          <w:marLeft w:val="0"/>
          <w:marRight w:val="0"/>
          <w:marTop w:val="0"/>
          <w:marBottom w:val="0"/>
          <w:divBdr>
            <w:top w:val="none" w:sz="0" w:space="0" w:color="auto"/>
            <w:left w:val="none" w:sz="0" w:space="0" w:color="auto"/>
            <w:bottom w:val="none" w:sz="0" w:space="0" w:color="auto"/>
            <w:right w:val="none" w:sz="0" w:space="0" w:color="auto"/>
          </w:divBdr>
        </w:div>
        <w:div w:id="2143842876">
          <w:marLeft w:val="0"/>
          <w:marRight w:val="0"/>
          <w:marTop w:val="0"/>
          <w:marBottom w:val="0"/>
          <w:divBdr>
            <w:top w:val="none" w:sz="0" w:space="0" w:color="auto"/>
            <w:left w:val="none" w:sz="0" w:space="0" w:color="auto"/>
            <w:bottom w:val="none" w:sz="0" w:space="0" w:color="auto"/>
            <w:right w:val="none" w:sz="0" w:space="0" w:color="auto"/>
          </w:divBdr>
        </w:div>
      </w:divsChild>
    </w:div>
    <w:div w:id="927540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image" Target="media/image4.jpg"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image" Target="media/image3.jpg"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2.jpg" Id="rId11" /><Relationship Type="http://schemas.openxmlformats.org/officeDocument/2006/relationships/settings" Target="settings.xml" Id="rId5" /><Relationship Type="http://schemas.openxmlformats.org/officeDocument/2006/relationships/hyperlink" Target="mailto:c.schams@anselmoellers.de" TargetMode="External" Id="rId15" /><Relationship Type="http://schemas.openxmlformats.org/officeDocument/2006/relationships/image" Target="media/image1.jpg" Id="rId10" /><Relationship Type="http://schemas.openxmlformats.org/officeDocument/2006/relationships/glossaryDocument" Target="glossary/document.xml" Id="rId19" /><Relationship Type="http://schemas.openxmlformats.org/officeDocument/2006/relationships/styles" Target="styles.xml" Id="rId4" /><Relationship Type="http://schemas.openxmlformats.org/officeDocument/2006/relationships/hyperlink" Target="http://www.ib-schiessl.de" TargetMode="External" Id="rId9" /><Relationship Type="http://schemas.openxmlformats.org/officeDocument/2006/relationships/image" Target="media/image5.jpg" Id="rId14" /></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ebmart\Desktop\ELO-Zwischenablage\Vorlagen%20mit%20Logo%20neu\Blanko%20Word%20mit%20Logo%20neut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E9963A16EAB14A99856700DED1D54F"/>
        <w:category>
          <w:name w:val="Allgemein"/>
          <w:gallery w:val="placeholder"/>
        </w:category>
        <w:types>
          <w:type w:val="bbPlcHdr"/>
        </w:types>
        <w:behaviors>
          <w:behavior w:val="content"/>
        </w:behaviors>
        <w:guid w:val="{DE5FB726-B79B-F04E-8C56-17088EE15210}"/>
      </w:docPartPr>
      <w:docPartBody>
        <w:p w:rsidR="0013349E" w:rsidRDefault="00752D90" w:rsidP="00752D90">
          <w:pPr>
            <w:pStyle w:val="6AE9963A16EAB14A99856700DED1D54F"/>
          </w:pPr>
          <w:r w:rsidRPr="00802ADA">
            <w:rPr>
              <w:rStyle w:val="Platzhaltertext"/>
            </w:rPr>
            <w:t>Klicken oder tippen Sie hier, um Text einzugeben.</w:t>
          </w:r>
        </w:p>
      </w:docPartBody>
    </w:docPart>
    <w:docPart>
      <w:docPartPr>
        <w:name w:val="760B2D7B837BB84F8899EA743D659B26"/>
        <w:category>
          <w:name w:val="Allgemein"/>
          <w:gallery w:val="placeholder"/>
        </w:category>
        <w:types>
          <w:type w:val="bbPlcHdr"/>
        </w:types>
        <w:behaviors>
          <w:behavior w:val="content"/>
        </w:behaviors>
        <w:guid w:val="{9B055E45-DCF5-1C44-96DF-18A2A9127E43}"/>
      </w:docPartPr>
      <w:docPartBody>
        <w:p w:rsidR="0013349E" w:rsidRDefault="00752D90" w:rsidP="00752D90">
          <w:pPr>
            <w:pStyle w:val="760B2D7B837BB84F8899EA743D659B26"/>
          </w:pPr>
          <w:r w:rsidRPr="00802ADA">
            <w:rPr>
              <w:rStyle w:val="Platzhaltertext"/>
            </w:rPr>
            <w:t>Klicken oder tippen Sie hier, um Text einzugeben.</w:t>
          </w:r>
        </w:p>
      </w:docPartBody>
    </w:docPart>
    <w:docPart>
      <w:docPartPr>
        <w:name w:val="86E80C35ECDF4203BC5A715EDE106456"/>
        <w:category>
          <w:name w:val="Allgemein"/>
          <w:gallery w:val="placeholder"/>
        </w:category>
        <w:types>
          <w:type w:val="bbPlcHdr"/>
        </w:types>
        <w:behaviors>
          <w:behavior w:val="content"/>
        </w:behaviors>
        <w:guid w:val="{B66B025A-19C2-4E3E-B405-49CD292ADBC4}"/>
      </w:docPartPr>
      <w:docPartBody>
        <w:p w:rsidR="000242B5" w:rsidRDefault="00AF720E" w:rsidP="00AF720E">
          <w:pPr>
            <w:pStyle w:val="86E80C35ECDF4203BC5A715EDE106456"/>
          </w:pPr>
          <w:r w:rsidRPr="00802ADA">
            <w:rPr>
              <w:rStyle w:val="Platzhaltertext"/>
            </w:rPr>
            <w:t>Klicken oder tippen Sie hier, um Text einzugeben.</w:t>
          </w:r>
        </w:p>
      </w:docPartBody>
    </w:docPart>
    <w:docPart>
      <w:docPartPr>
        <w:name w:val="DA2C9F4AF71B4116A55EA6EF7A735CAB"/>
        <w:category>
          <w:name w:val="Allgemein"/>
          <w:gallery w:val="placeholder"/>
        </w:category>
        <w:types>
          <w:type w:val="bbPlcHdr"/>
        </w:types>
        <w:behaviors>
          <w:behavior w:val="content"/>
        </w:behaviors>
        <w:guid w:val="{9ED0E7D9-265E-4724-96C6-213D2B0F9521}"/>
      </w:docPartPr>
      <w:docPartBody>
        <w:p w:rsidR="000242B5" w:rsidRDefault="00AF720E" w:rsidP="00AF720E">
          <w:pPr>
            <w:pStyle w:val="DA2C9F4AF71B4116A55EA6EF7A735CAB"/>
          </w:pPr>
          <w:r w:rsidRPr="00802ADA">
            <w:rPr>
              <w:rStyle w:val="Platzhaltertext"/>
            </w:rPr>
            <w:t>Klicken oder tippen Sie hier, um Text einzugeben.</w:t>
          </w:r>
        </w:p>
      </w:docPartBody>
    </w:docPart>
    <w:docPart>
      <w:docPartPr>
        <w:name w:val="0C1B18EB4EF45045BF210A2C95AAE230"/>
        <w:category>
          <w:name w:val="Allgemein"/>
          <w:gallery w:val="placeholder"/>
        </w:category>
        <w:types>
          <w:type w:val="bbPlcHdr"/>
        </w:types>
        <w:behaviors>
          <w:behavior w:val="content"/>
        </w:behaviors>
        <w:guid w:val="{276634C6-8EEB-8A4D-8C96-9DDF9C125C16}"/>
      </w:docPartPr>
      <w:docPartBody>
        <w:p w:rsidR="00A40EBF" w:rsidRDefault="001E67B0" w:rsidP="001E67B0">
          <w:pPr>
            <w:pStyle w:val="0C1B18EB4EF45045BF210A2C95AAE230"/>
          </w:pPr>
          <w:r w:rsidRPr="00802ADA">
            <w:rPr>
              <w:rStyle w:val="Platzhaltertext"/>
            </w:rPr>
            <w:t>Klicken oder tippen Sie hier, um Text einzugeben.</w:t>
          </w:r>
        </w:p>
      </w:docPartBody>
    </w:docPart>
    <w:docPart>
      <w:docPartPr>
        <w:name w:val="4B2082F67CB8994AA99104922BC8D26C"/>
        <w:category>
          <w:name w:val="Allgemein"/>
          <w:gallery w:val="placeholder"/>
        </w:category>
        <w:types>
          <w:type w:val="bbPlcHdr"/>
        </w:types>
        <w:behaviors>
          <w:behavior w:val="content"/>
        </w:behaviors>
        <w:guid w:val="{43ED9C95-C36D-684F-93A4-4CB66F5735F5}"/>
      </w:docPartPr>
      <w:docPartBody>
        <w:p w:rsidR="00A40EBF" w:rsidRDefault="001E67B0" w:rsidP="001E67B0">
          <w:pPr>
            <w:pStyle w:val="4B2082F67CB8994AA99104922BC8D26C"/>
          </w:pPr>
          <w:r w:rsidRPr="00802ADA">
            <w:rPr>
              <w:rStyle w:val="Platzhaltertext"/>
            </w:rPr>
            <w:t>Klicken oder tippen Sie hier, um Text einzugeben.</w:t>
          </w:r>
        </w:p>
      </w:docPartBody>
    </w:docPart>
    <w:docPart>
      <w:docPartPr>
        <w:name w:val="9DF526E21111E240885ABAB7D99D00F2"/>
        <w:category>
          <w:name w:val="Allgemein"/>
          <w:gallery w:val="placeholder"/>
        </w:category>
        <w:types>
          <w:type w:val="bbPlcHdr"/>
        </w:types>
        <w:behaviors>
          <w:behavior w:val="content"/>
        </w:behaviors>
        <w:guid w:val="{0BD302D3-D15B-6C49-8FA9-12034B845F3D}"/>
      </w:docPartPr>
      <w:docPartBody>
        <w:p w:rsidR="00A40EBF" w:rsidRDefault="00484FEC">
          <w:pPr>
            <w:pStyle w:val="9DF526E21111E240885ABAB7D99D00F2"/>
          </w:pPr>
          <w:r w:rsidRPr="00802ADA">
            <w:rPr>
              <w:rStyle w:val="Platzhaltertext"/>
            </w:rPr>
            <w:t>Klicken oder tippen Sie hier, um Text einzugeben.</w:t>
          </w:r>
        </w:p>
      </w:docPartBody>
    </w:docPart>
    <w:docPart>
      <w:docPartPr>
        <w:name w:val="D16E3DDE0E8EC542A710C89F3A937902"/>
        <w:category>
          <w:name w:val="Allgemein"/>
          <w:gallery w:val="placeholder"/>
        </w:category>
        <w:types>
          <w:type w:val="bbPlcHdr"/>
        </w:types>
        <w:behaviors>
          <w:behavior w:val="content"/>
        </w:behaviors>
        <w:guid w:val="{082D95D8-9CB0-8F4B-A540-2910378E1F27}"/>
      </w:docPartPr>
      <w:docPartBody>
        <w:p w:rsidR="00A40EBF" w:rsidRDefault="00484FEC">
          <w:pPr>
            <w:pStyle w:val="D16E3DDE0E8EC542A710C89F3A937902"/>
          </w:pPr>
          <w:r w:rsidRPr="00802ADA">
            <w:rPr>
              <w:rStyle w:val="Platzhaltertext"/>
            </w:rPr>
            <w:t>Klicken oder tippen Sie hier, um Text einzugeben.</w:t>
          </w:r>
        </w:p>
      </w:docPartBody>
    </w:docPart>
    <w:docPart>
      <w:docPartPr>
        <w:name w:val="35D9A71B905615469287A60A3A26CBF6"/>
        <w:category>
          <w:name w:val="Allgemein"/>
          <w:gallery w:val="placeholder"/>
        </w:category>
        <w:types>
          <w:type w:val="bbPlcHdr"/>
        </w:types>
        <w:behaviors>
          <w:behavior w:val="content"/>
        </w:behaviors>
        <w:guid w:val="{4EFBB2C3-6120-8C45-841F-7EA5BB126E7A}"/>
      </w:docPartPr>
      <w:docPartBody>
        <w:p w:rsidR="00004321" w:rsidRDefault="00A40EBF" w:rsidP="00A40EBF">
          <w:pPr>
            <w:pStyle w:val="35D9A71B905615469287A60A3A26CBF6"/>
          </w:pPr>
          <w:r w:rsidRPr="00802ADA">
            <w:rPr>
              <w:rStyle w:val="Platzhaltertext"/>
            </w:rPr>
            <w:t>Klicken oder tippen Sie hier, um Text einzugeben.</w:t>
          </w:r>
        </w:p>
      </w:docPartBody>
    </w:docPart>
    <w:docPart>
      <w:docPartPr>
        <w:name w:val="C7B2BAAAACAC6740832941D14C3E14C4"/>
        <w:category>
          <w:name w:val="Allgemein"/>
          <w:gallery w:val="placeholder"/>
        </w:category>
        <w:types>
          <w:type w:val="bbPlcHdr"/>
        </w:types>
        <w:behaviors>
          <w:behavior w:val="content"/>
        </w:behaviors>
        <w:guid w:val="{09BF4D06-7E6D-1C4F-8780-25F7F81929B8}"/>
      </w:docPartPr>
      <w:docPartBody>
        <w:p w:rsidR="00004321" w:rsidRDefault="00A40EBF" w:rsidP="00A40EBF">
          <w:pPr>
            <w:pStyle w:val="C7B2BAAAACAC6740832941D14C3E14C4"/>
          </w:pPr>
          <w:r w:rsidRPr="00802ADA">
            <w:rPr>
              <w:rStyle w:val="Platzhaltertext"/>
            </w:rPr>
            <w:t>Klicken oder tippen Sie hier, um Text einzugeben.</w:t>
          </w:r>
        </w:p>
      </w:docPartBody>
    </w:docPart>
    <w:docPart>
      <w:docPartPr>
        <w:name w:val="1F0E092398EEC14BB7D131408CD9C7CA"/>
        <w:category>
          <w:name w:val="Allgemein"/>
          <w:gallery w:val="placeholder"/>
        </w:category>
        <w:types>
          <w:type w:val="bbPlcHdr"/>
        </w:types>
        <w:behaviors>
          <w:behavior w:val="content"/>
        </w:behaviors>
        <w:guid w:val="{66D0FE56-8211-0A4F-A96D-854A79376075}"/>
      </w:docPartPr>
      <w:docPartBody>
        <w:p w:rsidR="0090090E" w:rsidRDefault="00F33DA7" w:rsidP="00F33DA7">
          <w:pPr>
            <w:pStyle w:val="1F0E092398EEC14BB7D131408CD9C7CA"/>
          </w:pPr>
          <w:r w:rsidRPr="00802ADA">
            <w:rPr>
              <w:rStyle w:val="Platzhaltertext"/>
            </w:rPr>
            <w:t>Klicken oder tippen Sie hier, um Text einzugeben.</w:t>
          </w:r>
        </w:p>
      </w:docPartBody>
    </w:docPart>
    <w:docPart>
      <w:docPartPr>
        <w:name w:val="CDA934979D10AE4FA7A8B4AC9872E6C3"/>
        <w:category>
          <w:name w:val="Allgemein"/>
          <w:gallery w:val="placeholder"/>
        </w:category>
        <w:types>
          <w:type w:val="bbPlcHdr"/>
        </w:types>
        <w:behaviors>
          <w:behavior w:val="content"/>
        </w:behaviors>
        <w:guid w:val="{40238AA1-5A5B-3444-A7B8-3E3ED480B7EA}"/>
      </w:docPartPr>
      <w:docPartBody>
        <w:p w:rsidR="0090090E" w:rsidRDefault="00F33DA7" w:rsidP="00F33DA7">
          <w:pPr>
            <w:pStyle w:val="CDA934979D10AE4FA7A8B4AC9872E6C3"/>
          </w:pPr>
          <w:r w:rsidRPr="00802ADA">
            <w:rPr>
              <w:rStyle w:val="Platzhaltertext"/>
            </w:rPr>
            <w:t>Klicken oder tippen Sie hier, um Text einzugeben.</w:t>
          </w:r>
        </w:p>
      </w:docPartBody>
    </w:docPart>
    <w:docPart>
      <w:docPartPr>
        <w:name w:val="FA16B3E062217B46A22FBE4E87EAD4BE"/>
        <w:category>
          <w:name w:val="Allgemein"/>
          <w:gallery w:val="placeholder"/>
        </w:category>
        <w:types>
          <w:type w:val="bbPlcHdr"/>
        </w:types>
        <w:behaviors>
          <w:behavior w:val="content"/>
        </w:behaviors>
        <w:guid w:val="{2689E615-C83A-8744-8FCA-C6D92B2838ED}"/>
      </w:docPartPr>
      <w:docPartBody>
        <w:p w:rsidR="0090090E" w:rsidRDefault="00F33DA7" w:rsidP="00F33DA7">
          <w:pPr>
            <w:pStyle w:val="FA16B3E062217B46A22FBE4E87EAD4BE"/>
          </w:pPr>
          <w:r w:rsidRPr="00802ADA">
            <w:rPr>
              <w:rStyle w:val="Platzhaltertext"/>
            </w:rPr>
            <w:t>Klicken oder tippen Sie hier, um Text einzugeben.</w:t>
          </w:r>
        </w:p>
      </w:docPartBody>
    </w:docPart>
    <w:docPart>
      <w:docPartPr>
        <w:name w:val="F6F07F72941E224C867A5F440E113687"/>
        <w:category>
          <w:name w:val="Allgemein"/>
          <w:gallery w:val="placeholder"/>
        </w:category>
        <w:types>
          <w:type w:val="bbPlcHdr"/>
        </w:types>
        <w:behaviors>
          <w:behavior w:val="content"/>
        </w:behaviors>
        <w:guid w:val="{01DE2DB9-44E6-854F-978A-87684888C747}"/>
      </w:docPartPr>
      <w:docPartBody>
        <w:p w:rsidR="0090090E" w:rsidRDefault="00F33DA7" w:rsidP="00F33DA7">
          <w:pPr>
            <w:pStyle w:val="F6F07F72941E224C867A5F440E113687"/>
          </w:pPr>
          <w:r w:rsidRPr="00802ADA">
            <w:rPr>
              <w:rStyle w:val="Platzhaltertext"/>
            </w:rPr>
            <w:t>Klicken oder tippen Sie hier, um Text einzugeben.</w:t>
          </w:r>
        </w:p>
      </w:docPartBody>
    </w:docPart>
    <w:docPart>
      <w:docPartPr>
        <w:name w:val="2BE02F1D15D3634CBB8B5E7351CFECE0"/>
        <w:category>
          <w:name w:val="Allgemein"/>
          <w:gallery w:val="placeholder"/>
        </w:category>
        <w:types>
          <w:type w:val="bbPlcHdr"/>
        </w:types>
        <w:behaviors>
          <w:behavior w:val="content"/>
        </w:behaviors>
        <w:guid w:val="{CE38E29E-425F-6D42-A453-3D906D00BA7B}"/>
      </w:docPartPr>
      <w:docPartBody>
        <w:p w:rsidR="0090090E" w:rsidRDefault="00F33DA7" w:rsidP="00F33DA7">
          <w:pPr>
            <w:pStyle w:val="2BE02F1D15D3634CBB8B5E7351CFECE0"/>
          </w:pPr>
          <w:r w:rsidRPr="00802ADA">
            <w:rPr>
              <w:rStyle w:val="Platzhaltertext"/>
            </w:rPr>
            <w:t>Klicken oder tippen Sie hier, um Text einzugeben.</w:t>
          </w:r>
        </w:p>
      </w:docPartBody>
    </w:docPart>
    <w:docPart>
      <w:docPartPr>
        <w:name w:val="66C41FF743772847A99CD5CAC05D82AA"/>
        <w:category>
          <w:name w:val="Allgemein"/>
          <w:gallery w:val="placeholder"/>
        </w:category>
        <w:types>
          <w:type w:val="bbPlcHdr"/>
        </w:types>
        <w:behaviors>
          <w:behavior w:val="content"/>
        </w:behaviors>
        <w:guid w:val="{7F0AE62E-8395-F642-A011-BAD81554BBDE}"/>
      </w:docPartPr>
      <w:docPartBody>
        <w:p w:rsidR="0090090E" w:rsidRDefault="00F33DA7" w:rsidP="00F33DA7">
          <w:pPr>
            <w:pStyle w:val="66C41FF743772847A99CD5CAC05D82AA"/>
          </w:pPr>
          <w:r w:rsidRPr="00802ADA">
            <w:rPr>
              <w:rStyle w:val="Platzhaltertext"/>
            </w:rPr>
            <w:t>Klicken oder tippen Sie hier, um Text einzugeben.</w:t>
          </w:r>
        </w:p>
      </w:docPartBody>
    </w:docPart>
    <w:docPart>
      <w:docPartPr>
        <w:name w:val="594860BC4BD7994D973CD9D82B99765A"/>
        <w:category>
          <w:name w:val="Allgemein"/>
          <w:gallery w:val="placeholder"/>
        </w:category>
        <w:types>
          <w:type w:val="bbPlcHdr"/>
        </w:types>
        <w:behaviors>
          <w:behavior w:val="content"/>
        </w:behaviors>
        <w:guid w:val="{BFF201D8-3661-964C-A088-992DB0287710}"/>
      </w:docPartPr>
      <w:docPartBody>
        <w:p w:rsidR="0090090E" w:rsidRDefault="00F33DA7" w:rsidP="00F33DA7">
          <w:pPr>
            <w:pStyle w:val="594860BC4BD7994D973CD9D82B99765A"/>
          </w:pPr>
          <w:r w:rsidRPr="00802AD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D90"/>
    <w:rsid w:val="00004321"/>
    <w:rsid w:val="000242B5"/>
    <w:rsid w:val="000760EE"/>
    <w:rsid w:val="00131ACD"/>
    <w:rsid w:val="0013349E"/>
    <w:rsid w:val="00146A2A"/>
    <w:rsid w:val="00150BF8"/>
    <w:rsid w:val="001D5013"/>
    <w:rsid w:val="001E54F9"/>
    <w:rsid w:val="001E67B0"/>
    <w:rsid w:val="00244000"/>
    <w:rsid w:val="002E1E76"/>
    <w:rsid w:val="003323B3"/>
    <w:rsid w:val="0034128D"/>
    <w:rsid w:val="00387818"/>
    <w:rsid w:val="00484FEC"/>
    <w:rsid w:val="004C6270"/>
    <w:rsid w:val="00510C7D"/>
    <w:rsid w:val="0054137F"/>
    <w:rsid w:val="00567E9E"/>
    <w:rsid w:val="006A08EF"/>
    <w:rsid w:val="006B6021"/>
    <w:rsid w:val="00735C9A"/>
    <w:rsid w:val="00752D90"/>
    <w:rsid w:val="007C1352"/>
    <w:rsid w:val="00823B90"/>
    <w:rsid w:val="0090090E"/>
    <w:rsid w:val="00A02141"/>
    <w:rsid w:val="00A40EBF"/>
    <w:rsid w:val="00AD11FD"/>
    <w:rsid w:val="00AD6312"/>
    <w:rsid w:val="00AF720E"/>
    <w:rsid w:val="00B07F34"/>
    <w:rsid w:val="00B51077"/>
    <w:rsid w:val="00BB14B9"/>
    <w:rsid w:val="00C45261"/>
    <w:rsid w:val="00CA4A10"/>
    <w:rsid w:val="00D13ECE"/>
    <w:rsid w:val="00D1510D"/>
    <w:rsid w:val="00D726EF"/>
    <w:rsid w:val="00D7391A"/>
    <w:rsid w:val="00E87382"/>
    <w:rsid w:val="00EB2D3D"/>
    <w:rsid w:val="00F1658A"/>
    <w:rsid w:val="00F33DA7"/>
    <w:rsid w:val="00FE29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33DA7"/>
    <w:rPr>
      <w:color w:val="808080"/>
    </w:rPr>
  </w:style>
  <w:style w:type="paragraph" w:customStyle="1" w:styleId="6AE9963A16EAB14A99856700DED1D54F">
    <w:name w:val="6AE9963A16EAB14A99856700DED1D54F"/>
    <w:rsid w:val="00752D90"/>
  </w:style>
  <w:style w:type="paragraph" w:customStyle="1" w:styleId="760B2D7B837BB84F8899EA743D659B26">
    <w:name w:val="760B2D7B837BB84F8899EA743D659B26"/>
    <w:rsid w:val="00752D90"/>
  </w:style>
  <w:style w:type="paragraph" w:customStyle="1" w:styleId="35D9A71B905615469287A60A3A26CBF6">
    <w:name w:val="35D9A71B905615469287A60A3A26CBF6"/>
    <w:rsid w:val="00A40EBF"/>
  </w:style>
  <w:style w:type="paragraph" w:customStyle="1" w:styleId="C7B2BAAAACAC6740832941D14C3E14C4">
    <w:name w:val="C7B2BAAAACAC6740832941D14C3E14C4"/>
    <w:rsid w:val="00A40EBF"/>
  </w:style>
  <w:style w:type="paragraph" w:customStyle="1" w:styleId="86E80C35ECDF4203BC5A715EDE106456">
    <w:name w:val="86E80C35ECDF4203BC5A715EDE106456"/>
    <w:rsid w:val="00AF720E"/>
    <w:pPr>
      <w:spacing w:after="160" w:line="259" w:lineRule="auto"/>
    </w:pPr>
    <w:rPr>
      <w:sz w:val="22"/>
      <w:szCs w:val="22"/>
    </w:rPr>
  </w:style>
  <w:style w:type="paragraph" w:customStyle="1" w:styleId="DA2C9F4AF71B4116A55EA6EF7A735CAB">
    <w:name w:val="DA2C9F4AF71B4116A55EA6EF7A735CAB"/>
    <w:rsid w:val="00AF720E"/>
    <w:pPr>
      <w:spacing w:after="160" w:line="259" w:lineRule="auto"/>
    </w:pPr>
    <w:rPr>
      <w:sz w:val="22"/>
      <w:szCs w:val="22"/>
    </w:rPr>
  </w:style>
  <w:style w:type="paragraph" w:customStyle="1" w:styleId="0C1B18EB4EF45045BF210A2C95AAE230">
    <w:name w:val="0C1B18EB4EF45045BF210A2C95AAE230"/>
    <w:rsid w:val="001E67B0"/>
  </w:style>
  <w:style w:type="paragraph" w:customStyle="1" w:styleId="4B2082F67CB8994AA99104922BC8D26C">
    <w:name w:val="4B2082F67CB8994AA99104922BC8D26C"/>
    <w:rsid w:val="001E67B0"/>
  </w:style>
  <w:style w:type="paragraph" w:customStyle="1" w:styleId="9DF526E21111E240885ABAB7D99D00F2">
    <w:name w:val="9DF526E21111E240885ABAB7D99D00F2"/>
  </w:style>
  <w:style w:type="paragraph" w:customStyle="1" w:styleId="D16E3DDE0E8EC542A710C89F3A937902">
    <w:name w:val="D16E3DDE0E8EC542A710C89F3A937902"/>
  </w:style>
  <w:style w:type="paragraph" w:customStyle="1" w:styleId="1F0E092398EEC14BB7D131408CD9C7CA">
    <w:name w:val="1F0E092398EEC14BB7D131408CD9C7CA"/>
    <w:rsid w:val="00F33DA7"/>
  </w:style>
  <w:style w:type="paragraph" w:customStyle="1" w:styleId="CDA934979D10AE4FA7A8B4AC9872E6C3">
    <w:name w:val="CDA934979D10AE4FA7A8B4AC9872E6C3"/>
    <w:rsid w:val="00F33DA7"/>
  </w:style>
  <w:style w:type="paragraph" w:customStyle="1" w:styleId="FA16B3E062217B46A22FBE4E87EAD4BE">
    <w:name w:val="FA16B3E062217B46A22FBE4E87EAD4BE"/>
    <w:rsid w:val="00F33DA7"/>
  </w:style>
  <w:style w:type="paragraph" w:customStyle="1" w:styleId="F6F07F72941E224C867A5F440E113687">
    <w:name w:val="F6F07F72941E224C867A5F440E113687"/>
    <w:rsid w:val="00F33DA7"/>
  </w:style>
  <w:style w:type="paragraph" w:customStyle="1" w:styleId="2BE02F1D15D3634CBB8B5E7351CFECE0">
    <w:name w:val="2BE02F1D15D3634CBB8B5E7351CFECE0"/>
    <w:rsid w:val="00F33DA7"/>
  </w:style>
  <w:style w:type="paragraph" w:customStyle="1" w:styleId="66C41FF743772847A99CD5CAC05D82AA">
    <w:name w:val="66C41FF743772847A99CD5CAC05D82AA"/>
    <w:rsid w:val="00F33DA7"/>
  </w:style>
  <w:style w:type="paragraph" w:customStyle="1" w:styleId="594860BC4BD7994D973CD9D82B99765A">
    <w:name w:val="594860BC4BD7994D973CD9D82B99765A"/>
    <w:rsid w:val="00F33D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MediaLengthInSeconds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7" ma:contentTypeDescription="Ein neues Dokument erstellen." ma:contentTypeScope="" ma:versionID="d893de043015f7c292f236bd7a919bc5">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90721f99997d809f38f191e8d573a5b7" ns2:_="" ns3:_="">
    <xsd:import namespace="a881e725-481a-4aca-9717-81a5e1f4fa4c"/>
    <xsd:import namespace="e59efd25-d2e3-4729-85b5-54e358c4dbcf"/>
    <xsd:element name="properties">
      <xsd:complexType>
        <xsd:sequence>
          <xsd:element name="documentManagement">
            <xsd:complexType>
              <xsd:all>
                <xsd:element ref="ns2:Bildrechte" minOccurs="0"/>
                <xsd:element ref="ns2:KeywordsBild_x002f_Video" minOccurs="0"/>
                <xsd:element ref="ns2:Kommentar"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Bildrechte" ma:index="8" nillable="true" ma:displayName="Bildrechte" ma:format="Dropdown" ma:internalName="Bildrechte">
      <xsd:simpleType>
        <xsd:restriction base="dms:Note">
          <xsd:maxLength value="255"/>
        </xsd:restriction>
      </xsd:simpleType>
    </xsd:element>
    <xsd:element name="KeywordsBild_x002f_Video" ma:index="9" nillable="true" ma:displayName="Keywords Bild/Video" ma:format="Dropdown" ma:internalName="KeywordsBild_x002f_Video">
      <xsd:simpleType>
        <xsd:restriction base="dms:Note">
          <xsd:maxLength value="255"/>
        </xsd:restriction>
      </xsd:simpleType>
    </xsd:element>
    <xsd:element name="Kommentar" ma:index="10" nillable="true" ma:displayName="Kommentar" ma:description="Isokorb Attika" ma:format="Dropdown" ma:internalName="Kommentar">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cb82fb5-df2b-4832-8eb7-cf90dad7c6a1}"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E193C7-E56B-4306-A87E-09F07B511134}">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customXml/itemProps2.xml><?xml version="1.0" encoding="utf-8"?>
<ds:datastoreItem xmlns:ds="http://schemas.openxmlformats.org/officeDocument/2006/customXml" ds:itemID="{3ABD3A47-57CF-4E4F-82D1-AF06DDD322D1}">
  <ds:schemaRefs>
    <ds:schemaRef ds:uri="http://schemas.microsoft.com/sharepoint/v3/contenttype/forms"/>
  </ds:schemaRefs>
</ds:datastoreItem>
</file>

<file path=customXml/itemProps3.xml><?xml version="1.0" encoding="utf-8"?>
<ds:datastoreItem xmlns:ds="http://schemas.openxmlformats.org/officeDocument/2006/customXml" ds:itemID="{D9BC5EF4-FB3F-4C10-BBF5-7FF31028FF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Blanko Word mit Logo neutral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Martina Riebold</dc:creator>
  <keywords/>
  <dc:description/>
  <lastModifiedBy>Sophie Baratra</lastModifiedBy>
  <revision>28</revision>
  <lastPrinted>2022-09-22T15:30:00.0000000Z</lastPrinted>
  <dcterms:created xsi:type="dcterms:W3CDTF">2022-10-19T08:49:00.0000000Z</dcterms:created>
  <dcterms:modified xsi:type="dcterms:W3CDTF">2023-04-13T16:41:43.9457029Z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xd_Signature">
    <vt:bool>false</vt:bool>
  </property>
  <property fmtid="{D5CDD505-2E9C-101B-9397-08002B2CF9AE}" pid="8" name="MediaServiceImageTags">
    <vt:lpwstr/>
  </property>
</Properties>
</file>