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43017EDD" w:rsidR="00834004" w:rsidRPr="00D82A77" w:rsidRDefault="008C25D5" w:rsidP="00834004">
      <w:pPr>
        <w:jc w:val="right"/>
        <w:rPr>
          <w:szCs w:val="22"/>
        </w:rPr>
      </w:pPr>
      <w:r>
        <w:rPr>
          <w:szCs w:val="22"/>
        </w:rPr>
        <w:t>Schöck AG</w:t>
      </w:r>
    </w:p>
    <w:p w14:paraId="5C2C92BC" w14:textId="458C5890" w:rsidR="00834004" w:rsidRPr="00D82A77" w:rsidRDefault="00156E0A" w:rsidP="00834004">
      <w:pPr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0A5F24FF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471F671A" w14:textId="7FFFBD3E" w:rsidR="00095070" w:rsidRDefault="00834004" w:rsidP="00A06616">
      <w:pPr>
        <w:jc w:val="right"/>
      </w:pPr>
      <w:r>
        <w:t xml:space="preserve">E-Mail: </w:t>
      </w:r>
      <w:hyperlink r:id="rId9" w:history="1">
        <w:r w:rsidR="00A06616" w:rsidRPr="00C82B29">
          <w:rPr>
            <w:rStyle w:val="Hyperlink"/>
          </w:rPr>
          <w:t>presse-de@schoeck.com</w:t>
        </w:r>
      </w:hyperlink>
    </w:p>
    <w:p w14:paraId="63EE7343" w14:textId="77777777" w:rsidR="00A06616" w:rsidRPr="00A06616" w:rsidRDefault="00A06616" w:rsidP="00A06616">
      <w:pPr>
        <w:jc w:val="right"/>
      </w:pPr>
    </w:p>
    <w:p w14:paraId="055A8172" w14:textId="77777777" w:rsidR="00B92E06" w:rsidRDefault="00B92E06" w:rsidP="001F6831">
      <w:pPr>
        <w:rPr>
          <w:sz w:val="49"/>
          <w:szCs w:val="49"/>
        </w:rPr>
      </w:pPr>
    </w:p>
    <w:p w14:paraId="1C25324A" w14:textId="080D67F9" w:rsidR="00E137D8" w:rsidRDefault="00E137D8" w:rsidP="001F6831">
      <w:pPr>
        <w:rPr>
          <w:sz w:val="49"/>
          <w:szCs w:val="49"/>
        </w:rPr>
      </w:pPr>
      <w:r>
        <w:rPr>
          <w:sz w:val="49"/>
          <w:szCs w:val="49"/>
        </w:rPr>
        <w:t>BAU 2023.</w:t>
      </w:r>
    </w:p>
    <w:p w14:paraId="5F57374F" w14:textId="5943E140" w:rsidR="009463C2" w:rsidRPr="00322298" w:rsidRDefault="004909A8" w:rsidP="001F6831">
      <w:pPr>
        <w:rPr>
          <w:sz w:val="49"/>
          <w:szCs w:val="49"/>
        </w:rPr>
      </w:pPr>
      <w:r>
        <w:rPr>
          <w:sz w:val="49"/>
          <w:szCs w:val="49"/>
        </w:rPr>
        <w:t>Pressemitteilung</w:t>
      </w:r>
      <w:r w:rsidR="009463C2" w:rsidRPr="00322298">
        <w:rPr>
          <w:sz w:val="49"/>
          <w:szCs w:val="49"/>
        </w:rPr>
        <w:t>.</w:t>
      </w:r>
    </w:p>
    <w:p w14:paraId="65720098" w14:textId="618DA986" w:rsidR="009463C2" w:rsidRDefault="009463C2" w:rsidP="00322298">
      <w:pPr>
        <w:spacing w:line="360" w:lineRule="auto"/>
        <w:jc w:val="both"/>
      </w:pPr>
    </w:p>
    <w:p w14:paraId="19FB5FFB" w14:textId="77777777" w:rsidR="00B92E06" w:rsidRDefault="00B92E06" w:rsidP="00322298">
      <w:pPr>
        <w:spacing w:line="360" w:lineRule="auto"/>
        <w:jc w:val="both"/>
      </w:pPr>
    </w:p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DefaultPlaceholder_-1854013440"/>
        </w:placeholder>
        <w:text/>
      </w:sdtPr>
      <w:sdtContent>
        <w:p w14:paraId="4BD17FCE" w14:textId="0CE4BB17" w:rsidR="009463C2" w:rsidRPr="00C87CAC" w:rsidRDefault="00410F39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40 Jahre</w:t>
          </w:r>
          <w:r w:rsidRPr="0061178C">
            <w:rPr>
              <w:b/>
              <w:bCs/>
              <w:sz w:val="28"/>
              <w:szCs w:val="28"/>
            </w:rPr>
            <w:t xml:space="preserve"> Isokorb</w:t>
          </w:r>
          <w:r>
            <w:rPr>
              <w:b/>
              <w:bCs/>
              <w:sz w:val="28"/>
              <w:szCs w:val="28"/>
            </w:rPr>
            <w:t xml:space="preserve"> – </w:t>
          </w:r>
          <w:r>
            <w:rPr>
              <w:b/>
              <w:bCs/>
              <w:sz w:val="28"/>
              <w:szCs w:val="28"/>
            </w:rPr>
            <w:t>E</w:t>
          </w:r>
          <w:r w:rsidRPr="0061178C">
            <w:rPr>
              <w:b/>
              <w:bCs/>
              <w:sz w:val="28"/>
              <w:szCs w:val="28"/>
            </w:rPr>
            <w:t>infach das Original</w:t>
          </w:r>
        </w:p>
      </w:sdtContent>
    </w:sdt>
    <w:sdt>
      <w:sdtPr>
        <w:rPr>
          <w:b/>
          <w:bCs/>
          <w:sz w:val="24"/>
          <w:szCs w:val="24"/>
          <w:highlight w:val="yellow"/>
        </w:rPr>
        <w:id w:val="1326784353"/>
        <w:placeholder>
          <w:docPart w:val="DefaultPlaceholder_-1854013440"/>
        </w:placeholder>
      </w:sdtPr>
      <w:sdtEndPr/>
      <w:sdtContent>
        <w:sdt>
          <w:sdtPr>
            <w:rPr>
              <w:b/>
              <w:bCs/>
              <w:sz w:val="24"/>
              <w:szCs w:val="24"/>
              <w:highlight w:val="yellow"/>
            </w:rPr>
            <w:id w:val="-1573197338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b/>
                  <w:bCs/>
                  <w:sz w:val="24"/>
                  <w:szCs w:val="24"/>
                  <w:highlight w:val="yellow"/>
                </w:rPr>
                <w:alias w:val="Subline Arial 12pt fett"/>
                <w:tag w:val="Subline Arial 12pt fett"/>
                <w:id w:val="-624770831"/>
                <w:placeholder>
                  <w:docPart w:val="DefaultPlaceholder_-1854013440"/>
                </w:placeholder>
              </w:sdtPr>
              <w:sdtEndPr/>
              <w:sdtContent>
                <w:p w14:paraId="5A8151F8" w14:textId="6251B13F" w:rsidR="00BF3D49" w:rsidRPr="00C87CAC" w:rsidRDefault="00A200F2" w:rsidP="00322298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F96352">
                    <w:rPr>
                      <w:b/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chöck Isokorb: </w:t>
                  </w:r>
                  <w:r w:rsidR="00044C21">
                    <w:rPr>
                      <w:b/>
                      <w:bCs/>
                      <w:sz w:val="24"/>
                      <w:szCs w:val="24"/>
                    </w:rPr>
                    <w:t>Seit 1983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ein Garant für</w:t>
                  </w:r>
                  <w:r w:rsidR="00044C21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1B0829">
                    <w:rPr>
                      <w:b/>
                      <w:bCs/>
                      <w:sz w:val="24"/>
                      <w:szCs w:val="24"/>
                    </w:rPr>
                    <w:t xml:space="preserve">energieeffizientes und </w:t>
                  </w:r>
                  <w:r w:rsidR="00044C21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 w:rsidR="00C264D0" w:rsidRPr="00F96352">
                    <w:rPr>
                      <w:b/>
                      <w:bCs/>
                      <w:sz w:val="24"/>
                      <w:szCs w:val="24"/>
                    </w:rPr>
                    <w:t>ukunftsweisend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es</w:t>
                  </w:r>
                  <w:r w:rsidR="00C264D0" w:rsidRPr="00F96352">
                    <w:rPr>
                      <w:b/>
                      <w:bCs/>
                      <w:sz w:val="24"/>
                      <w:szCs w:val="24"/>
                    </w:rPr>
                    <w:t xml:space="preserve"> Bauen </w:t>
                  </w:r>
                </w:p>
              </w:sdtContent>
            </w:sdt>
          </w:sdtContent>
        </w:sdt>
      </w:sdtContent>
    </w:sdt>
    <w:p w14:paraId="56AA2844" w14:textId="58D7A8A5" w:rsidR="00322298" w:rsidRDefault="00322298" w:rsidP="00322298">
      <w:pPr>
        <w:tabs>
          <w:tab w:val="left" w:pos="7088"/>
        </w:tabs>
        <w:spacing w:line="360" w:lineRule="auto"/>
        <w:ind w:right="2379"/>
        <w:jc w:val="both"/>
      </w:pPr>
    </w:p>
    <w:p w14:paraId="646DAA04" w14:textId="330C0D61" w:rsidR="00322298" w:rsidRPr="00D423FB" w:rsidRDefault="00410F39" w:rsidP="00322298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DefaultPlaceholder_-1854013440"/>
          </w:placeholder>
        </w:sdtPr>
        <w:sdtEndPr/>
        <w:sdtContent>
          <w:r w:rsidR="009E5B2D" w:rsidRPr="009E5B2D">
            <w:rPr>
              <w:b/>
              <w:bCs/>
            </w:rPr>
            <w:t>Baden-</w:t>
          </w:r>
          <w:r w:rsidR="009E5B2D">
            <w:rPr>
              <w:b/>
              <w:bCs/>
            </w:rPr>
            <w:t xml:space="preserve">Baden, </w:t>
          </w:r>
          <w:r w:rsidR="00A347EC">
            <w:rPr>
              <w:b/>
              <w:bCs/>
            </w:rPr>
            <w:t xml:space="preserve">im April 23. </w:t>
          </w:r>
          <w:r w:rsidR="00C62D28">
            <w:rPr>
              <w:b/>
              <w:bCs/>
            </w:rPr>
            <w:t xml:space="preserve">- </w:t>
          </w:r>
          <w:r w:rsidR="0061178C" w:rsidRPr="0061178C">
            <w:rPr>
              <w:b/>
              <w:bCs/>
            </w:rPr>
            <w:t xml:space="preserve">Schöck Isokorb </w:t>
          </w:r>
          <w:r w:rsidR="00FE4ECA" w:rsidRPr="0061178C">
            <w:rPr>
              <w:b/>
              <w:bCs/>
            </w:rPr>
            <w:t>feiert</w:t>
          </w:r>
          <w:r w:rsidR="00923047">
            <w:rPr>
              <w:b/>
              <w:bCs/>
            </w:rPr>
            <w:t xml:space="preserve"> im</w:t>
          </w:r>
          <w:r w:rsidR="0061178C" w:rsidRPr="0061178C">
            <w:rPr>
              <w:b/>
              <w:bCs/>
            </w:rPr>
            <w:t xml:space="preserve"> April 2023 sein 40-jähriges Jubiläum. </w:t>
          </w:r>
          <w:r w:rsidR="00A20034">
            <w:rPr>
              <w:b/>
              <w:bCs/>
            </w:rPr>
            <w:t>M</w:t>
          </w:r>
          <w:r w:rsidR="00A20034" w:rsidRPr="0061178C">
            <w:rPr>
              <w:b/>
              <w:bCs/>
            </w:rPr>
            <w:t xml:space="preserve">it seiner Erfindung </w:t>
          </w:r>
          <w:r w:rsidR="00A20034">
            <w:rPr>
              <w:b/>
              <w:bCs/>
            </w:rPr>
            <w:t>zur Minimierung von Wärmebrücken an auskragenden Bauteilen</w:t>
          </w:r>
          <w:r w:rsidR="00A20034" w:rsidRPr="0061178C">
            <w:rPr>
              <w:b/>
              <w:bCs/>
            </w:rPr>
            <w:t xml:space="preserve"> </w:t>
          </w:r>
          <w:r w:rsidR="00A20034">
            <w:rPr>
              <w:b/>
              <w:bCs/>
            </w:rPr>
            <w:t>hat</w:t>
          </w:r>
          <w:r w:rsidR="00A20034" w:rsidRPr="0061178C">
            <w:rPr>
              <w:b/>
              <w:bCs/>
            </w:rPr>
            <w:t xml:space="preserve"> </w:t>
          </w:r>
          <w:r w:rsidR="00851C1E" w:rsidRPr="0061178C">
            <w:rPr>
              <w:b/>
              <w:bCs/>
            </w:rPr>
            <w:t xml:space="preserve">Eberhard Schöck, Gründer </w:t>
          </w:r>
          <w:r w:rsidR="008C25D5">
            <w:rPr>
              <w:b/>
              <w:bCs/>
            </w:rPr>
            <w:t>des gleichnamigen Unternehmens</w:t>
          </w:r>
          <w:r w:rsidR="00851C1E" w:rsidRPr="0061178C">
            <w:rPr>
              <w:b/>
              <w:bCs/>
            </w:rPr>
            <w:t>,</w:t>
          </w:r>
          <w:r w:rsidR="00851C1E">
            <w:rPr>
              <w:b/>
              <w:bCs/>
            </w:rPr>
            <w:t xml:space="preserve"> </w:t>
          </w:r>
          <w:r w:rsidR="00CE6790">
            <w:rPr>
              <w:b/>
              <w:bCs/>
            </w:rPr>
            <w:t xml:space="preserve">1983 </w:t>
          </w:r>
          <w:r w:rsidR="0061178C" w:rsidRPr="0061178C">
            <w:rPr>
              <w:b/>
              <w:bCs/>
            </w:rPr>
            <w:t>die Baubranche revolutioniert</w:t>
          </w:r>
          <w:r w:rsidR="00003851">
            <w:rPr>
              <w:b/>
              <w:bCs/>
            </w:rPr>
            <w:t>:</w:t>
          </w:r>
          <w:r w:rsidR="0061178C" w:rsidRPr="0061178C">
            <w:rPr>
              <w:b/>
              <w:bCs/>
            </w:rPr>
            <w:t xml:space="preserve"> </w:t>
          </w:r>
          <w:r w:rsidR="00CE6790">
            <w:rPr>
              <w:b/>
              <w:bCs/>
            </w:rPr>
            <w:t>Isokorb</w:t>
          </w:r>
          <w:r w:rsidR="0061178C" w:rsidRPr="0061178C">
            <w:rPr>
              <w:b/>
              <w:bCs/>
            </w:rPr>
            <w:t xml:space="preserve"> setzte neue Standards. </w:t>
          </w:r>
          <w:r w:rsidR="003E6ACC">
            <w:rPr>
              <w:b/>
              <w:bCs/>
            </w:rPr>
            <w:t xml:space="preserve">Eberhard Schöcks </w:t>
          </w:r>
          <w:r w:rsidR="00B03B5A" w:rsidRPr="0061178C">
            <w:rPr>
              <w:b/>
              <w:bCs/>
            </w:rPr>
            <w:t xml:space="preserve">Vision „Das Bauen einfacher machen“ </w:t>
          </w:r>
          <w:r w:rsidR="00660A44">
            <w:rPr>
              <w:b/>
              <w:bCs/>
            </w:rPr>
            <w:t>ist die</w:t>
          </w:r>
          <w:r w:rsidR="00B03B5A" w:rsidRPr="0061178C">
            <w:rPr>
              <w:b/>
              <w:bCs/>
            </w:rPr>
            <w:t xml:space="preserve"> DNA de</w:t>
          </w:r>
          <w:r w:rsidR="00861D03">
            <w:rPr>
              <w:b/>
              <w:bCs/>
            </w:rPr>
            <w:t>s Unternehmens</w:t>
          </w:r>
          <w:r w:rsidR="00B03B5A">
            <w:rPr>
              <w:b/>
              <w:bCs/>
            </w:rPr>
            <w:t>.</w:t>
          </w:r>
          <w:r w:rsidR="00861D03">
            <w:rPr>
              <w:b/>
              <w:bCs/>
            </w:rPr>
            <w:t xml:space="preserve"> </w:t>
          </w:r>
          <w:r w:rsidR="009E5B2D">
            <w:rPr>
              <w:b/>
              <w:bCs/>
            </w:rPr>
            <w:t>Dafür entwickelt Schöck innovative Techniken fortlaufend weiter. Geht</w:t>
          </w:r>
          <w:r w:rsidR="009E5B2D" w:rsidRPr="0061178C">
            <w:rPr>
              <w:b/>
              <w:bCs/>
            </w:rPr>
            <w:t xml:space="preserve"> es um den einfachen, energieeffizienten und sicheren Anschluss von </w:t>
          </w:r>
          <w:r w:rsidR="009E5B2D">
            <w:rPr>
              <w:b/>
              <w:bCs/>
            </w:rPr>
            <w:t>auskragenden Bauteilen</w:t>
          </w:r>
          <w:r w:rsidR="009E5B2D" w:rsidRPr="0061178C">
            <w:rPr>
              <w:b/>
              <w:bCs/>
            </w:rPr>
            <w:t xml:space="preserve"> an </w:t>
          </w:r>
          <w:r w:rsidR="009E5B2D" w:rsidRPr="00DC1BB3">
            <w:rPr>
              <w:b/>
              <w:bCs/>
            </w:rPr>
            <w:t>Gebäude</w:t>
          </w:r>
          <w:r w:rsidR="009E5B2D">
            <w:rPr>
              <w:b/>
              <w:bCs/>
            </w:rPr>
            <w:t xml:space="preserve">, ist </w:t>
          </w:r>
          <w:r w:rsidR="00861D03">
            <w:rPr>
              <w:b/>
              <w:bCs/>
            </w:rPr>
            <w:t>Isokorb</w:t>
          </w:r>
          <w:r w:rsidR="0061178C" w:rsidRPr="0061178C">
            <w:rPr>
              <w:b/>
              <w:bCs/>
            </w:rPr>
            <w:t xml:space="preserve"> </w:t>
          </w:r>
          <w:r w:rsidR="00660A44">
            <w:rPr>
              <w:b/>
              <w:bCs/>
            </w:rPr>
            <w:t xml:space="preserve">daher </w:t>
          </w:r>
          <w:r w:rsidR="0061178C" w:rsidRPr="0061178C">
            <w:rPr>
              <w:b/>
              <w:bCs/>
            </w:rPr>
            <w:t>bis heute Stand der Technik</w:t>
          </w:r>
          <w:r w:rsidR="0061178C" w:rsidRPr="00DC1BB3">
            <w:rPr>
              <w:b/>
              <w:bCs/>
            </w:rPr>
            <w:t>.</w:t>
          </w:r>
        </w:sdtContent>
      </w:sdt>
      <w:r w:rsidR="00C6574D" w:rsidRPr="00C6574D">
        <w:rPr>
          <w:bCs/>
        </w:rPr>
        <w:t xml:space="preserve"> </w:t>
      </w:r>
    </w:p>
    <w:p w14:paraId="62F1F22A" w14:textId="76E41430" w:rsidR="00BF3D49" w:rsidRPr="00D423FB" w:rsidRDefault="00BF3D49" w:rsidP="00322298">
      <w:pPr>
        <w:tabs>
          <w:tab w:val="left" w:pos="7088"/>
        </w:tabs>
        <w:spacing w:line="360" w:lineRule="auto"/>
        <w:ind w:right="2379"/>
        <w:jc w:val="both"/>
      </w:pPr>
    </w:p>
    <w:sdt>
      <w:sdtPr>
        <w:alias w:val="Text Arial 11pt Blocksatz 1,5 Zeilenabstand"/>
        <w:tag w:val="Text Pressemeldung Arial 11pt Blocksatz 1,5 Zeilenabstand"/>
        <w:id w:val="108871837"/>
        <w:placeholder>
          <w:docPart w:val="DefaultPlaceholder_-1854013440"/>
        </w:placeholder>
      </w:sdtPr>
      <w:sdtEndPr/>
      <w:sdtContent>
        <w:p w14:paraId="29B6A1C0" w14:textId="3B332D4E" w:rsidR="00824F84" w:rsidRDefault="00C84EC6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  <w:r>
            <w:rPr>
              <w:bCs/>
            </w:rPr>
            <w:t>Das tragende Wärmedämmelement</w:t>
          </w:r>
          <w:r w:rsidR="0061178C">
            <w:rPr>
              <w:bCs/>
            </w:rPr>
            <w:t xml:space="preserve"> </w:t>
          </w:r>
          <w:r w:rsidR="00C6574D">
            <w:rPr>
              <w:bCs/>
            </w:rPr>
            <w:t xml:space="preserve">ist bauphysikalisch, wirtschaftlich und gestalterisch einmalig in der Branche. </w:t>
          </w:r>
          <w:r w:rsidR="00C6574D" w:rsidRPr="0061178C">
            <w:rPr>
              <w:bCs/>
            </w:rPr>
            <w:t xml:space="preserve">„Die Erfindung des Schöck Isokorb war einer der wichtigsten Meilensteine in der Geschichte des Unternehmens. Er ist heute so innovativ wie damals und steht exemplarisch </w:t>
          </w:r>
          <w:r w:rsidR="00C6574D">
            <w:rPr>
              <w:bCs/>
            </w:rPr>
            <w:t xml:space="preserve">für die Maßstäbe, die wir an die Entwicklung unserer gesamten Produktpalette stellen: zukunftsweisendes </w:t>
          </w:r>
          <w:r w:rsidR="00C6574D" w:rsidRPr="0061178C">
            <w:rPr>
              <w:bCs/>
            </w:rPr>
            <w:t>Bauen, bessere Umweltverträglichkeit, mehr Sicherheit, einfaches Handling und daraus resultierend Wirtschaftlichkeit“, sagt Mike Bucher, Vorstandsvorsitzender der Schöck AG.</w:t>
          </w:r>
        </w:p>
        <w:p w14:paraId="35551EA8" w14:textId="77777777" w:rsidR="00B92E06" w:rsidRPr="00D423FB" w:rsidRDefault="00410F39" w:rsidP="00322298">
          <w:pPr>
            <w:tabs>
              <w:tab w:val="left" w:pos="7088"/>
            </w:tabs>
            <w:spacing w:line="360" w:lineRule="auto"/>
            <w:ind w:right="2379"/>
            <w:jc w:val="both"/>
          </w:pPr>
        </w:p>
      </w:sdtContent>
    </w:sdt>
    <w:sdt>
      <w:sdtPr>
        <w:rPr>
          <w:b/>
          <w:bCs/>
        </w:rPr>
        <w:alias w:val="Zwischenüberschrift Arial 11 pt fett"/>
        <w:tag w:val="Zwischenüberschrift Arial 11 pt fett"/>
        <w:id w:val="343985827"/>
        <w:placeholder>
          <w:docPart w:val="DefaultPlaceholder_-1854013440"/>
        </w:placeholder>
        <w:text/>
      </w:sdtPr>
      <w:sdtEndPr/>
      <w:sdtContent>
        <w:p w14:paraId="4754B131" w14:textId="0CAA18B9" w:rsidR="00BF3D49" w:rsidRPr="00CE05BB" w:rsidRDefault="00FD772E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 w:rsidRPr="004D5D95">
            <w:rPr>
              <w:b/>
              <w:bCs/>
            </w:rPr>
            <w:t>Schöck Isokorb</w:t>
          </w:r>
          <w:r>
            <w:rPr>
              <w:b/>
              <w:bCs/>
            </w:rPr>
            <w:t xml:space="preserve"> – E</w:t>
          </w:r>
          <w:r w:rsidRPr="004D5D95">
            <w:rPr>
              <w:b/>
              <w:bCs/>
            </w:rPr>
            <w:t>in Bauteil für (fast) alle Fälle</w:t>
          </w:r>
        </w:p>
      </w:sdtContent>
    </w:sdt>
    <w:sdt>
      <w:sdtPr>
        <w:alias w:val="Text Arial 11pt Blocksatz 1,5 Zeilenabstand"/>
        <w:tag w:val="Text Pressemeldung Arial 11pt Blocksatz 1,5 Zeilenabstand"/>
        <w:id w:val="1007714953"/>
        <w:placeholder>
          <w:docPart w:val="B7D567C2A8CB459E9528071BE214B88C"/>
        </w:placeholder>
      </w:sdtPr>
      <w:sdtEndPr/>
      <w:sdtContent>
        <w:p w14:paraId="3188090D" w14:textId="4A45A360" w:rsidR="00A115FD" w:rsidRDefault="00553E67" w:rsidP="00FC4208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553E67">
            <w:t xml:space="preserve">Seit 1983 vertreibt Schöck ein breites </w:t>
          </w:r>
          <w:r w:rsidR="007C1DA8">
            <w:t>hoch spezialisiertes Portfolio</w:t>
          </w:r>
          <w:r w:rsidRPr="00553E67">
            <w:t xml:space="preserve"> für </w:t>
          </w:r>
          <w:r w:rsidR="007C1DA8">
            <w:t xml:space="preserve">die </w:t>
          </w:r>
          <w:r w:rsidRPr="00553E67">
            <w:t>unterschiedlich</w:t>
          </w:r>
          <w:r w:rsidR="007C1DA8">
            <w:t>sten</w:t>
          </w:r>
          <w:r w:rsidRPr="00553E67">
            <w:t xml:space="preserve"> Anwendungen</w:t>
          </w:r>
          <w:r w:rsidR="007C1DA8">
            <w:t xml:space="preserve"> </w:t>
          </w:r>
          <w:r w:rsidR="007C1DA8">
            <w:rPr>
              <w:bCs/>
            </w:rPr>
            <w:t>im Neubau und in der Sanierung</w:t>
          </w:r>
          <w:r w:rsidR="00320289">
            <w:rPr>
              <w:bCs/>
            </w:rPr>
            <w:t xml:space="preserve">. </w:t>
          </w:r>
          <w:r w:rsidR="00320289">
            <w:t>Im</w:t>
          </w:r>
          <w:r w:rsidR="00340370">
            <w:t xml:space="preserve"> Austausch mit Experten, Partnern und Kunden </w:t>
          </w:r>
          <w:r w:rsidR="00017942">
            <w:t>fließen</w:t>
          </w:r>
          <w:r w:rsidR="004126D0">
            <w:t xml:space="preserve"> fortlaufend</w:t>
          </w:r>
          <w:r w:rsidR="00017942">
            <w:t xml:space="preserve"> neue </w:t>
          </w:r>
          <w:r w:rsidR="000B4005">
            <w:t xml:space="preserve">Ideen </w:t>
          </w:r>
          <w:r w:rsidR="004126D0">
            <w:t>in die Produktentwicklung</w:t>
          </w:r>
          <w:r w:rsidR="00D33948">
            <w:t xml:space="preserve"> ein</w:t>
          </w:r>
          <w:r w:rsidR="004126D0">
            <w:t>, um Isokorb noch besser</w:t>
          </w:r>
          <w:r w:rsidR="00EC538A">
            <w:t xml:space="preserve"> </w:t>
          </w:r>
          <w:r w:rsidR="00340370">
            <w:t xml:space="preserve">an Marktanforderungen </w:t>
          </w:r>
          <w:r w:rsidR="004126D0">
            <w:t>anzupassen</w:t>
          </w:r>
          <w:r w:rsidRPr="00553E67">
            <w:t xml:space="preserve">. Den einen Isokorb gibt es also gar nicht. </w:t>
          </w:r>
        </w:p>
        <w:p w14:paraId="5E1BB15E" w14:textId="4ACFFFCE" w:rsidR="00C6574D" w:rsidRDefault="00553E67" w:rsidP="00FC420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  <w:r w:rsidRPr="00553E67">
            <w:t xml:space="preserve">Stattdessen hat Schöck in den vergangenen 40 Jahren tausende von Varianten entwickelt: </w:t>
          </w:r>
          <w:r w:rsidR="009E68DE" w:rsidRPr="0061178C">
            <w:rPr>
              <w:bCs/>
            </w:rPr>
            <w:t xml:space="preserve">von </w:t>
          </w:r>
          <w:r w:rsidR="00B06910">
            <w:rPr>
              <w:bCs/>
            </w:rPr>
            <w:t xml:space="preserve">der </w:t>
          </w:r>
          <w:r w:rsidR="009E68DE" w:rsidRPr="0061178C">
            <w:rPr>
              <w:bCs/>
            </w:rPr>
            <w:t xml:space="preserve">Standardanwendung </w:t>
          </w:r>
          <w:r w:rsidR="008F5178">
            <w:rPr>
              <w:bCs/>
            </w:rPr>
            <w:t xml:space="preserve">bei </w:t>
          </w:r>
          <w:r w:rsidR="00B816DC" w:rsidRPr="0061178C">
            <w:rPr>
              <w:bCs/>
            </w:rPr>
            <w:t>frei auskragende</w:t>
          </w:r>
          <w:r w:rsidR="008F5178">
            <w:rPr>
              <w:bCs/>
            </w:rPr>
            <w:t>n</w:t>
          </w:r>
          <w:r w:rsidR="00B816DC" w:rsidRPr="0061178C">
            <w:rPr>
              <w:bCs/>
            </w:rPr>
            <w:t xml:space="preserve"> oder gestützte</w:t>
          </w:r>
          <w:r w:rsidR="008F5178">
            <w:rPr>
              <w:bCs/>
            </w:rPr>
            <w:t>n</w:t>
          </w:r>
          <w:r w:rsidR="00B816DC" w:rsidRPr="0061178C">
            <w:rPr>
              <w:bCs/>
            </w:rPr>
            <w:t xml:space="preserve"> Balkone</w:t>
          </w:r>
          <w:r w:rsidR="008F5178">
            <w:rPr>
              <w:bCs/>
            </w:rPr>
            <w:t>n</w:t>
          </w:r>
          <w:r w:rsidR="00D30615">
            <w:rPr>
              <w:bCs/>
            </w:rPr>
            <w:t>,</w:t>
          </w:r>
          <w:r w:rsidR="0039003C">
            <w:rPr>
              <w:bCs/>
            </w:rPr>
            <w:t xml:space="preserve"> </w:t>
          </w:r>
          <w:r w:rsidR="00B816DC" w:rsidRPr="0061178C">
            <w:rPr>
              <w:bCs/>
            </w:rPr>
            <w:t>Attiken, Loggien</w:t>
          </w:r>
          <w:r w:rsidR="003E653B">
            <w:rPr>
              <w:bCs/>
            </w:rPr>
            <w:t>,</w:t>
          </w:r>
          <w:r w:rsidR="00B816DC" w:rsidRPr="0061178C">
            <w:rPr>
              <w:bCs/>
            </w:rPr>
            <w:t xml:space="preserve"> Laubengänge</w:t>
          </w:r>
          <w:r w:rsidR="0034793D">
            <w:rPr>
              <w:bCs/>
            </w:rPr>
            <w:t>n</w:t>
          </w:r>
          <w:r w:rsidR="008F5178">
            <w:rPr>
              <w:bCs/>
            </w:rPr>
            <w:t xml:space="preserve"> </w:t>
          </w:r>
          <w:r w:rsidR="00B816DC" w:rsidRPr="0061178C">
            <w:rPr>
              <w:bCs/>
            </w:rPr>
            <w:t>oder Balkone</w:t>
          </w:r>
          <w:r w:rsidR="00570F74">
            <w:rPr>
              <w:bCs/>
            </w:rPr>
            <w:t>n</w:t>
          </w:r>
          <w:r w:rsidR="00B816DC" w:rsidRPr="0061178C">
            <w:rPr>
              <w:bCs/>
            </w:rPr>
            <w:t xml:space="preserve"> mit Höhenversatz</w:t>
          </w:r>
          <w:r w:rsidR="004D55C4">
            <w:rPr>
              <w:bCs/>
            </w:rPr>
            <w:t xml:space="preserve">, </w:t>
          </w:r>
          <w:r w:rsidR="009E68DE" w:rsidRPr="0061178C">
            <w:rPr>
              <w:bCs/>
            </w:rPr>
            <w:t xml:space="preserve">bis </w:t>
          </w:r>
          <w:r w:rsidR="009E68DE">
            <w:rPr>
              <w:bCs/>
            </w:rPr>
            <w:t xml:space="preserve">hin </w:t>
          </w:r>
          <w:r w:rsidR="009E68DE" w:rsidRPr="0061178C">
            <w:rPr>
              <w:bCs/>
            </w:rPr>
            <w:t>zu individuellen und anspruchsvollen Einbausituationen</w:t>
          </w:r>
          <w:r w:rsidR="0061178C" w:rsidRPr="0061178C">
            <w:rPr>
              <w:bCs/>
            </w:rPr>
            <w:t xml:space="preserve"> </w:t>
          </w:r>
          <w:r w:rsidR="00340370">
            <w:rPr>
              <w:bCs/>
            </w:rPr>
            <w:t xml:space="preserve">bei </w:t>
          </w:r>
          <w:r w:rsidR="00B816DC" w:rsidRPr="0061178C">
            <w:rPr>
              <w:bCs/>
            </w:rPr>
            <w:t>ausgefallene</w:t>
          </w:r>
          <w:r w:rsidR="00340370">
            <w:rPr>
              <w:bCs/>
            </w:rPr>
            <w:t>n</w:t>
          </w:r>
          <w:r w:rsidR="00B816DC" w:rsidRPr="0061178C">
            <w:rPr>
              <w:bCs/>
            </w:rPr>
            <w:t xml:space="preserve"> Geometrien</w:t>
          </w:r>
          <w:r w:rsidR="00340370">
            <w:rPr>
              <w:bCs/>
            </w:rPr>
            <w:t xml:space="preserve"> und der Anwendung im Holzbau</w:t>
          </w:r>
          <w:r w:rsidR="0061178C" w:rsidRPr="0061178C">
            <w:rPr>
              <w:bCs/>
            </w:rPr>
            <w:t xml:space="preserve">. </w:t>
          </w:r>
        </w:p>
        <w:p w14:paraId="6616067D" w14:textId="77777777" w:rsidR="00A115FD" w:rsidRDefault="00A115FD" w:rsidP="00FC420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</w:p>
        <w:p w14:paraId="4D27F4FA" w14:textId="64ADE30C" w:rsidR="00671998" w:rsidRDefault="00AC6ED4" w:rsidP="00FC420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  <w:r>
            <w:rPr>
              <w:bCs/>
            </w:rPr>
            <w:t xml:space="preserve">Das Ziel von Schöck ist es, </w:t>
          </w:r>
          <w:r w:rsidR="00CB4BDA">
            <w:rPr>
              <w:bCs/>
            </w:rPr>
            <w:t>für die jeweiligen Anforderungen immer die</w:t>
          </w:r>
          <w:r w:rsidR="00A43EB8">
            <w:rPr>
              <w:bCs/>
            </w:rPr>
            <w:t xml:space="preserve"> einfachste und beste Lösung </w:t>
          </w:r>
          <w:r w:rsidR="00EC3691">
            <w:rPr>
              <w:bCs/>
            </w:rPr>
            <w:t>anbieten zu können</w:t>
          </w:r>
          <w:r w:rsidR="00CB4BDA">
            <w:rPr>
              <w:bCs/>
            </w:rPr>
            <w:t>. Dazu gehört neben</w:t>
          </w:r>
          <w:r w:rsidR="00E0116D">
            <w:rPr>
              <w:bCs/>
            </w:rPr>
            <w:t xml:space="preserve"> </w:t>
          </w:r>
          <w:r w:rsidR="00DE1D6E">
            <w:rPr>
              <w:bCs/>
            </w:rPr>
            <w:t>einer umfangreichen Wissensvermittlung</w:t>
          </w:r>
          <w:r w:rsidR="00340370">
            <w:rPr>
              <w:bCs/>
            </w:rPr>
            <w:t>,</w:t>
          </w:r>
          <w:r w:rsidR="00DE1D6E">
            <w:rPr>
              <w:bCs/>
            </w:rPr>
            <w:t xml:space="preserve"> detaillierten technischen Informationen </w:t>
          </w:r>
          <w:r w:rsidR="00340370">
            <w:rPr>
              <w:bCs/>
            </w:rPr>
            <w:t>und</w:t>
          </w:r>
          <w:r w:rsidR="004D0A07">
            <w:rPr>
              <w:bCs/>
            </w:rPr>
            <w:t xml:space="preserve"> digitalen Services </w:t>
          </w:r>
          <w:r w:rsidR="003B7AAF">
            <w:rPr>
              <w:bCs/>
            </w:rPr>
            <w:t xml:space="preserve">auch </w:t>
          </w:r>
          <w:r w:rsidR="00DE1D6E">
            <w:rPr>
              <w:bCs/>
            </w:rPr>
            <w:t>ein</w:t>
          </w:r>
          <w:r w:rsidR="00635362">
            <w:rPr>
              <w:bCs/>
            </w:rPr>
            <w:t xml:space="preserve"> </w:t>
          </w:r>
          <w:r w:rsidR="00340370">
            <w:rPr>
              <w:bCs/>
            </w:rPr>
            <w:t>kompetentes</w:t>
          </w:r>
          <w:r w:rsidR="00FD4B5D">
            <w:rPr>
              <w:bCs/>
            </w:rPr>
            <w:t xml:space="preserve"> und persönliches</w:t>
          </w:r>
          <w:r w:rsidR="00340370">
            <w:rPr>
              <w:bCs/>
            </w:rPr>
            <w:t xml:space="preserve"> </w:t>
          </w:r>
          <w:r w:rsidR="00F91F0F">
            <w:rPr>
              <w:bCs/>
            </w:rPr>
            <w:t xml:space="preserve">Beratungs- und </w:t>
          </w:r>
          <w:r w:rsidR="00635362">
            <w:rPr>
              <w:bCs/>
            </w:rPr>
            <w:t>Serviceteam</w:t>
          </w:r>
          <w:r w:rsidR="009B0B78">
            <w:rPr>
              <w:bCs/>
            </w:rPr>
            <w:t>,</w:t>
          </w:r>
          <w:r w:rsidR="00635362">
            <w:rPr>
              <w:bCs/>
            </w:rPr>
            <w:t xml:space="preserve"> bestehend aus Produktingenieuren, Anwendungstechnikern und Einbaumeistern.</w:t>
          </w:r>
        </w:p>
        <w:p w14:paraId="79809274" w14:textId="77777777" w:rsidR="00553E67" w:rsidRDefault="00553E67" w:rsidP="00FC420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</w:p>
        <w:p w14:paraId="00AE8BAB" w14:textId="53A26E0E" w:rsidR="0061178C" w:rsidRDefault="000023FE" w:rsidP="0061178C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  <w:r>
            <w:rPr>
              <w:bCs/>
            </w:rPr>
            <w:t xml:space="preserve">Zum </w:t>
          </w:r>
          <w:r w:rsidR="00553E67">
            <w:rPr>
              <w:bCs/>
            </w:rPr>
            <w:t>Jub</w:t>
          </w:r>
          <w:r w:rsidR="00445339">
            <w:rPr>
              <w:bCs/>
            </w:rPr>
            <w:t>i</w:t>
          </w:r>
          <w:r w:rsidR="00553E67">
            <w:rPr>
              <w:bCs/>
            </w:rPr>
            <w:t xml:space="preserve">läumsjahr </w:t>
          </w:r>
          <w:r w:rsidR="00E15CE1">
            <w:rPr>
              <w:bCs/>
            </w:rPr>
            <w:t>biete</w:t>
          </w:r>
          <w:r w:rsidR="00445339">
            <w:rPr>
              <w:bCs/>
            </w:rPr>
            <w:t>t</w:t>
          </w:r>
          <w:r>
            <w:rPr>
              <w:bCs/>
            </w:rPr>
            <w:t xml:space="preserve"> Schö</w:t>
          </w:r>
          <w:r w:rsidR="00B46A64">
            <w:rPr>
              <w:bCs/>
            </w:rPr>
            <w:t xml:space="preserve">ck </w:t>
          </w:r>
          <w:r w:rsidR="006A6D33">
            <w:rPr>
              <w:bCs/>
            </w:rPr>
            <w:t xml:space="preserve">neue </w:t>
          </w:r>
          <w:r w:rsidR="0061178C" w:rsidRPr="0061178C">
            <w:rPr>
              <w:bCs/>
            </w:rPr>
            <w:t xml:space="preserve">Lösungen für </w:t>
          </w:r>
          <w:r w:rsidR="008A7F3A">
            <w:rPr>
              <w:bCs/>
            </w:rPr>
            <w:t xml:space="preserve">die steigenden </w:t>
          </w:r>
          <w:r w:rsidR="0061178C" w:rsidRPr="0061178C">
            <w:rPr>
              <w:bCs/>
            </w:rPr>
            <w:t>Anforderungen</w:t>
          </w:r>
          <w:r w:rsidR="00C6574D">
            <w:rPr>
              <w:bCs/>
            </w:rPr>
            <w:t xml:space="preserve"> </w:t>
          </w:r>
          <w:r w:rsidR="00C435ED">
            <w:rPr>
              <w:bCs/>
            </w:rPr>
            <w:t>an die</w:t>
          </w:r>
          <w:r w:rsidR="006A6D33">
            <w:rPr>
              <w:bCs/>
            </w:rPr>
            <w:t xml:space="preserve"> </w:t>
          </w:r>
          <w:r w:rsidR="0061178C" w:rsidRPr="0061178C">
            <w:rPr>
              <w:bCs/>
            </w:rPr>
            <w:t>Trittschallreduzierung</w:t>
          </w:r>
          <w:r w:rsidR="009E5B2D">
            <w:rPr>
              <w:bCs/>
            </w:rPr>
            <w:t xml:space="preserve"> </w:t>
          </w:r>
          <w:r w:rsidR="00C435ED">
            <w:rPr>
              <w:bCs/>
            </w:rPr>
            <w:t>und</w:t>
          </w:r>
          <w:r w:rsidR="006A6D33">
            <w:rPr>
              <w:bCs/>
            </w:rPr>
            <w:t xml:space="preserve"> </w:t>
          </w:r>
          <w:r w:rsidR="0061178C" w:rsidRPr="0061178C">
            <w:rPr>
              <w:bCs/>
            </w:rPr>
            <w:t>Erdbeben</w:t>
          </w:r>
          <w:r w:rsidR="009E5B2D">
            <w:rPr>
              <w:bCs/>
            </w:rPr>
            <w:t>bemessung</w:t>
          </w:r>
          <w:r w:rsidR="0061178C" w:rsidRPr="0061178C">
            <w:rPr>
              <w:bCs/>
            </w:rPr>
            <w:t xml:space="preserve"> </w:t>
          </w:r>
          <w:r w:rsidR="00596F58">
            <w:rPr>
              <w:bCs/>
            </w:rPr>
            <w:t>sowie</w:t>
          </w:r>
          <w:r w:rsidR="00E15CE1">
            <w:rPr>
              <w:bCs/>
            </w:rPr>
            <w:t xml:space="preserve"> </w:t>
          </w:r>
          <w:r w:rsidR="007C4690">
            <w:rPr>
              <w:bCs/>
            </w:rPr>
            <w:t xml:space="preserve">an das </w:t>
          </w:r>
          <w:r w:rsidR="009E5B2D" w:rsidRPr="0061178C">
            <w:rPr>
              <w:bCs/>
            </w:rPr>
            <w:t xml:space="preserve">Schwingungsverhalten </w:t>
          </w:r>
          <w:r w:rsidR="0061178C" w:rsidRPr="0061178C">
            <w:rPr>
              <w:bCs/>
            </w:rPr>
            <w:t>bei Balkonen.</w:t>
          </w:r>
          <w:r w:rsidR="00742CAC">
            <w:rPr>
              <w:bCs/>
            </w:rPr>
            <w:t xml:space="preserve"> </w:t>
          </w:r>
        </w:p>
        <w:p w14:paraId="4E4BA926" w14:textId="77777777" w:rsidR="00A06616" w:rsidRPr="00A06616" w:rsidRDefault="00410F39" w:rsidP="0061178C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</w:p>
      </w:sdtContent>
    </w:sdt>
    <w:p w14:paraId="4330DDD6" w14:textId="7B74273E" w:rsidR="0061178C" w:rsidRPr="00CE05BB" w:rsidRDefault="00410F39" w:rsidP="0061178C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sdt>
        <w:sdtPr>
          <w:rPr>
            <w:b/>
            <w:bCs/>
          </w:rPr>
          <w:alias w:val="Zwischenüberschrift Arial 11 pt fett"/>
          <w:tag w:val="Zwischenüberschrift Arial 11 pt fett"/>
          <w:id w:val="-342635836"/>
          <w:placeholder>
            <w:docPart w:val="27445D62D07D442DA5CDEEB4F524B64C"/>
          </w:placeholder>
          <w:text/>
        </w:sdtPr>
        <w:sdtEndPr/>
        <w:sdtContent>
          <w:r w:rsidR="00037C9F">
            <w:rPr>
              <w:b/>
              <w:bCs/>
            </w:rPr>
            <w:t>Premiere auf der BAU</w:t>
          </w:r>
          <w:r w:rsidR="00037C9F" w:rsidRPr="009A4B10">
            <w:rPr>
              <w:b/>
              <w:bCs/>
            </w:rPr>
            <w:t xml:space="preserve">: </w:t>
          </w:r>
          <w:r w:rsidR="00037C9F">
            <w:rPr>
              <w:b/>
              <w:bCs/>
            </w:rPr>
            <w:t xml:space="preserve">Neuer </w:t>
          </w:r>
          <w:r w:rsidR="00037C9F" w:rsidRPr="009A4B10">
            <w:rPr>
              <w:b/>
              <w:bCs/>
            </w:rPr>
            <w:t>Schöck Isokorb für Attika</w:t>
          </w:r>
          <w:r w:rsidR="00037C9F">
            <w:rPr>
              <w:b/>
              <w:bCs/>
            </w:rPr>
            <w:t xml:space="preserve"> und Brüstung</w:t>
          </w:r>
        </w:sdtContent>
      </w:sdt>
    </w:p>
    <w:sdt>
      <w:sdtPr>
        <w:alias w:val="Text Arial 11pt Blocksatz 1,5 Zeilenabstand"/>
        <w:tag w:val="Text Pressemeldung Arial 11pt Blocksatz 1,5 Zeilenabstand"/>
        <w:id w:val="693107699"/>
        <w:placeholder>
          <w:docPart w:val="4FD111A1B6134A598E51CFCD437C1B3B"/>
        </w:placeholder>
      </w:sdtPr>
      <w:sdtEndPr/>
      <w:sdtContent>
        <w:p w14:paraId="49A5D8D9" w14:textId="12F27C29" w:rsidR="00FC4208" w:rsidRDefault="009C6FE6" w:rsidP="00FC4208">
          <w:pPr>
            <w:tabs>
              <w:tab w:val="left" w:pos="7088"/>
            </w:tabs>
            <w:spacing w:line="360" w:lineRule="auto"/>
            <w:ind w:right="2379"/>
            <w:jc w:val="both"/>
            <w:rPr>
              <w:bCs/>
            </w:rPr>
          </w:pPr>
          <w:r>
            <w:rPr>
              <w:bCs/>
            </w:rPr>
            <w:t>Die n</w:t>
          </w:r>
          <w:r w:rsidR="002E649E">
            <w:rPr>
              <w:bCs/>
            </w:rPr>
            <w:t>ächste</w:t>
          </w:r>
          <w:r w:rsidR="006F099A">
            <w:rPr>
              <w:bCs/>
            </w:rPr>
            <w:t xml:space="preserve"> </w:t>
          </w:r>
          <w:r w:rsidR="002A258E">
            <w:rPr>
              <w:bCs/>
            </w:rPr>
            <w:t>Produktneuheit</w:t>
          </w:r>
          <w:r w:rsidR="00356770">
            <w:rPr>
              <w:bCs/>
            </w:rPr>
            <w:t xml:space="preserve"> </w:t>
          </w:r>
          <w:r w:rsidR="004031E9">
            <w:rPr>
              <w:bCs/>
            </w:rPr>
            <w:t xml:space="preserve">aus dem Hause Schöck </w:t>
          </w:r>
          <w:r w:rsidR="006F099A">
            <w:rPr>
              <w:bCs/>
            </w:rPr>
            <w:t xml:space="preserve">steht bereits in den Startlöchern: </w:t>
          </w:r>
          <w:r w:rsidR="009E5B2D">
            <w:rPr>
              <w:bCs/>
            </w:rPr>
            <w:t xml:space="preserve">eine </w:t>
          </w:r>
          <w:r w:rsidR="00356770">
            <w:rPr>
              <w:bCs/>
            </w:rPr>
            <w:t xml:space="preserve">Weiterentwicklung </w:t>
          </w:r>
          <w:r w:rsidR="009E5B2D">
            <w:rPr>
              <w:bCs/>
            </w:rPr>
            <w:t>der be</w:t>
          </w:r>
          <w:r w:rsidR="009610C5">
            <w:rPr>
              <w:bCs/>
            </w:rPr>
            <w:t>währten</w:t>
          </w:r>
          <w:r w:rsidR="009E5B2D">
            <w:rPr>
              <w:bCs/>
            </w:rPr>
            <w:t xml:space="preserve"> </w:t>
          </w:r>
          <w:r w:rsidR="0061178C" w:rsidRPr="0061178C">
            <w:rPr>
              <w:bCs/>
            </w:rPr>
            <w:t xml:space="preserve">Isokorb </w:t>
          </w:r>
          <w:r w:rsidR="009E5B2D">
            <w:rPr>
              <w:bCs/>
            </w:rPr>
            <w:t xml:space="preserve">Lösung </w:t>
          </w:r>
          <w:r w:rsidR="0061178C" w:rsidRPr="0061178C">
            <w:rPr>
              <w:bCs/>
            </w:rPr>
            <w:t>für Attik</w:t>
          </w:r>
          <w:r w:rsidR="00C62D28">
            <w:rPr>
              <w:bCs/>
            </w:rPr>
            <w:t>en und Brüstungen</w:t>
          </w:r>
          <w:r w:rsidR="00A91E60">
            <w:rPr>
              <w:bCs/>
            </w:rPr>
            <w:t>.</w:t>
          </w:r>
          <w:r w:rsidR="0061178C" w:rsidRPr="0061178C">
            <w:rPr>
              <w:bCs/>
            </w:rPr>
            <w:t xml:space="preserve"> </w:t>
          </w:r>
          <w:r w:rsidR="00A91E60">
            <w:rPr>
              <w:bCs/>
            </w:rPr>
            <w:t xml:space="preserve">Die Produktneuheit </w:t>
          </w:r>
          <w:r w:rsidR="00166742">
            <w:rPr>
              <w:bCs/>
            </w:rPr>
            <w:t>zeichnet sich durch</w:t>
          </w:r>
          <w:r w:rsidR="00176CF8">
            <w:rPr>
              <w:bCs/>
            </w:rPr>
            <w:t xml:space="preserve"> ein </w:t>
          </w:r>
          <w:r w:rsidR="009610C5">
            <w:rPr>
              <w:bCs/>
            </w:rPr>
            <w:t>deutlich</w:t>
          </w:r>
          <w:r w:rsidR="00166742">
            <w:rPr>
              <w:bCs/>
            </w:rPr>
            <w:t xml:space="preserve"> einfache</w:t>
          </w:r>
          <w:r w:rsidR="00D77F36">
            <w:rPr>
              <w:bCs/>
            </w:rPr>
            <w:t>re</w:t>
          </w:r>
          <w:r w:rsidR="00166742">
            <w:rPr>
              <w:bCs/>
            </w:rPr>
            <w:t>s Handling</w:t>
          </w:r>
          <w:r w:rsidR="0015002D">
            <w:rPr>
              <w:bCs/>
            </w:rPr>
            <w:t xml:space="preserve"> aus </w:t>
          </w:r>
          <w:r w:rsidR="0061178C" w:rsidRPr="0061178C">
            <w:rPr>
              <w:bCs/>
            </w:rPr>
            <w:t xml:space="preserve">und </w:t>
          </w:r>
          <w:r w:rsidR="00D77F36">
            <w:rPr>
              <w:bCs/>
            </w:rPr>
            <w:t>sichert</w:t>
          </w:r>
          <w:r w:rsidR="00176CF8">
            <w:rPr>
              <w:bCs/>
            </w:rPr>
            <w:t xml:space="preserve"> </w:t>
          </w:r>
          <w:r w:rsidR="00D77F36">
            <w:rPr>
              <w:bCs/>
            </w:rPr>
            <w:t xml:space="preserve">so </w:t>
          </w:r>
          <w:r w:rsidR="00973E5C">
            <w:rPr>
              <w:bCs/>
            </w:rPr>
            <w:t>einen</w:t>
          </w:r>
          <w:r w:rsidR="0061178C" w:rsidRPr="0061178C">
            <w:rPr>
              <w:bCs/>
            </w:rPr>
            <w:t xml:space="preserve"> </w:t>
          </w:r>
          <w:r w:rsidR="00317E73">
            <w:rPr>
              <w:bCs/>
            </w:rPr>
            <w:t>einfachen</w:t>
          </w:r>
          <w:r w:rsidR="0061178C" w:rsidRPr="0061178C">
            <w:rPr>
              <w:bCs/>
            </w:rPr>
            <w:t xml:space="preserve"> und </w:t>
          </w:r>
          <w:r w:rsidR="00FD4B5D">
            <w:rPr>
              <w:bCs/>
            </w:rPr>
            <w:t>beschleunigten</w:t>
          </w:r>
          <w:r w:rsidR="00C62D28">
            <w:rPr>
              <w:bCs/>
            </w:rPr>
            <w:t xml:space="preserve"> </w:t>
          </w:r>
          <w:r w:rsidR="0061178C" w:rsidRPr="0061178C">
            <w:rPr>
              <w:bCs/>
            </w:rPr>
            <w:t>Bauablauf.</w:t>
          </w:r>
          <w:r w:rsidR="004031E9" w:rsidRPr="004031E9">
            <w:rPr>
              <w:bCs/>
            </w:rPr>
            <w:t xml:space="preserve"> </w:t>
          </w:r>
          <w:r w:rsidR="004031E9">
            <w:rPr>
              <w:bCs/>
            </w:rPr>
            <w:t xml:space="preserve">Erstmals zu sehen ist </w:t>
          </w:r>
          <w:r w:rsidR="007C4690">
            <w:rPr>
              <w:bCs/>
            </w:rPr>
            <w:t>die neue Produktlösung</w:t>
          </w:r>
          <w:r w:rsidR="004031E9">
            <w:rPr>
              <w:bCs/>
            </w:rPr>
            <w:t xml:space="preserve"> </w:t>
          </w:r>
          <w:r w:rsidR="004031E9" w:rsidRPr="0061178C">
            <w:rPr>
              <w:bCs/>
            </w:rPr>
            <w:t xml:space="preserve">auf der Bau 2023 in München </w:t>
          </w:r>
          <w:r w:rsidR="004031E9">
            <w:rPr>
              <w:bCs/>
            </w:rPr>
            <w:t>am Schöck Messestand 402 in Halle A1.</w:t>
          </w:r>
        </w:p>
        <w:p w14:paraId="731C06E4" w14:textId="77777777" w:rsidR="00083E12" w:rsidRPr="00D423FB" w:rsidRDefault="00410F39" w:rsidP="00FC4208">
          <w:pPr>
            <w:tabs>
              <w:tab w:val="left" w:pos="7088"/>
            </w:tabs>
            <w:spacing w:line="360" w:lineRule="auto"/>
            <w:ind w:right="2379"/>
            <w:jc w:val="both"/>
          </w:pPr>
        </w:p>
      </w:sdtContent>
    </w:sdt>
    <w:p w14:paraId="08416F22" w14:textId="5EF167F6" w:rsidR="00CE05BB" w:rsidRDefault="00410F39" w:rsidP="00374500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DefaultPlaceholder_-1854013440"/>
          </w:placeholder>
          <w:text/>
        </w:sdtPr>
        <w:sdtEndPr/>
        <w:sdtContent>
          <w:r w:rsidR="00242C9E">
            <w:rPr>
              <w:sz w:val="16"/>
              <w:szCs w:val="16"/>
            </w:rPr>
            <w:t>2.</w:t>
          </w:r>
          <w:r w:rsidR="00A85A14">
            <w:rPr>
              <w:sz w:val="16"/>
              <w:szCs w:val="16"/>
            </w:rPr>
            <w:t>906</w:t>
          </w:r>
        </w:sdtContent>
      </w:sdt>
      <w:r w:rsidR="002B3818" w:rsidRPr="002B3818">
        <w:rPr>
          <w:sz w:val="16"/>
          <w:szCs w:val="16"/>
        </w:rPr>
        <w:t xml:space="preserve"> Zeichen (inkl. Leerzeichen)</w:t>
      </w:r>
    </w:p>
    <w:p w14:paraId="3CEF0276" w14:textId="77777777" w:rsidR="00857881" w:rsidRDefault="00857881" w:rsidP="00374500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</w:p>
    <w:p w14:paraId="5DEF7C08" w14:textId="693A8059" w:rsidR="00C62D28" w:rsidRDefault="00410F39" w:rsidP="00C62D28">
      <w:pPr>
        <w:tabs>
          <w:tab w:val="left" w:pos="7088"/>
        </w:tabs>
        <w:spacing w:line="360" w:lineRule="auto"/>
        <w:ind w:right="2379"/>
        <w:rPr>
          <w:szCs w:val="22"/>
        </w:rPr>
      </w:pPr>
      <w:hyperlink r:id="rId10" w:history="1">
        <w:r w:rsidR="00C6574D" w:rsidRPr="00857881">
          <w:rPr>
            <w:rStyle w:val="Hyperlink"/>
            <w:szCs w:val="22"/>
          </w:rPr>
          <w:t>www.schoeck.com/de/bau2023</w:t>
        </w:r>
      </w:hyperlink>
      <w:r w:rsidR="00C6574D" w:rsidRPr="00857881">
        <w:rPr>
          <w:szCs w:val="22"/>
        </w:rPr>
        <w:t xml:space="preserve"> </w:t>
      </w:r>
    </w:p>
    <w:p w14:paraId="1575C078" w14:textId="7E2148B6" w:rsidR="00322298" w:rsidRPr="00C62D28" w:rsidRDefault="00322298" w:rsidP="00C62D28">
      <w:pPr>
        <w:tabs>
          <w:tab w:val="left" w:pos="7088"/>
        </w:tabs>
        <w:spacing w:line="360" w:lineRule="auto"/>
        <w:ind w:right="2379"/>
        <w:rPr>
          <w:szCs w:val="22"/>
        </w:rPr>
      </w:pPr>
      <w:r w:rsidRPr="00266755">
        <w:rPr>
          <w:rFonts w:eastAsia="CorpidE1s-Regular"/>
          <w:b/>
          <w:bCs/>
        </w:rPr>
        <w:lastRenderedPageBreak/>
        <w:t>Bild</w:t>
      </w:r>
      <w:r w:rsidR="00156E0A">
        <w:rPr>
          <w:rFonts w:eastAsia="CorpidE1s-Regular"/>
          <w:b/>
          <w:bCs/>
        </w:rPr>
        <w:t>material</w:t>
      </w:r>
    </w:p>
    <w:p w14:paraId="1658252A" w14:textId="4E967581" w:rsidR="00BF3D49" w:rsidRDefault="00BF3D49" w:rsidP="00FB05C8">
      <w:pPr>
        <w:tabs>
          <w:tab w:val="left" w:pos="7088"/>
        </w:tabs>
        <w:ind w:right="2379"/>
      </w:pPr>
    </w:p>
    <w:p w14:paraId="7D26A702" w14:textId="343862F5" w:rsidR="00BF3D49" w:rsidRPr="002D4000" w:rsidRDefault="00322298" w:rsidP="002D4000">
      <w:pPr>
        <w:spacing w:line="360" w:lineRule="auto"/>
        <w:ind w:right="2126"/>
        <w:rPr>
          <w:rFonts w:eastAsia="CorpidE1s-Regular"/>
          <w:b/>
          <w:bCs/>
        </w:rPr>
      </w:pPr>
      <w:r w:rsidRPr="002D4000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DefaultPlaceholder_-1854013440"/>
          </w:placeholder>
          <w:text/>
        </w:sdtPr>
        <w:sdtEndPr/>
        <w:sdtContent>
          <w:r w:rsidR="002D4000" w:rsidRPr="002D4000">
            <w:rPr>
              <w:rFonts w:eastAsia="CorpidE1s-Regular"/>
              <w:b/>
              <w:bCs/>
            </w:rPr>
            <w:t>Schoeck_40-Jahre-Isokorb</w:t>
          </w:r>
        </w:sdtContent>
      </w:sdt>
      <w:r w:rsidRPr="002D4000">
        <w:rPr>
          <w:b/>
          <w:bCs/>
        </w:rPr>
        <w:t>]</w:t>
      </w:r>
    </w:p>
    <w:p w14:paraId="4C506A09" w14:textId="0D7EF233" w:rsidR="00BF3D49" w:rsidRDefault="00D334CD" w:rsidP="00FB05C8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5A1E42E7" wp14:editId="18EF5C54">
            <wp:extent cx="2085975" cy="1519382"/>
            <wp:effectExtent l="0" t="0" r="0" b="5080"/>
            <wp:docPr id="1" name="Grafik 1" descr="Ein Bild, das Text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unkel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525" cy="1521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29038" w14:textId="17BE5E34" w:rsidR="002D4000" w:rsidRPr="002D4000" w:rsidRDefault="002D4000" w:rsidP="00FB05C8">
      <w:pPr>
        <w:tabs>
          <w:tab w:val="left" w:pos="7088"/>
        </w:tabs>
        <w:ind w:right="2379"/>
        <w:rPr>
          <w:i/>
          <w:sz w:val="20"/>
          <w:szCs w:val="20"/>
        </w:rPr>
      </w:pPr>
      <w:r w:rsidRPr="002D4000">
        <w:rPr>
          <w:i/>
          <w:sz w:val="20"/>
          <w:szCs w:val="20"/>
        </w:rPr>
        <w:t>Einfach das Original</w:t>
      </w:r>
      <w:r w:rsidR="00037C9F">
        <w:rPr>
          <w:i/>
          <w:sz w:val="20"/>
          <w:szCs w:val="20"/>
        </w:rPr>
        <w:t>:</w:t>
      </w:r>
      <w:r w:rsidRPr="002D4000">
        <w:rPr>
          <w:i/>
          <w:sz w:val="20"/>
          <w:szCs w:val="20"/>
        </w:rPr>
        <w:t xml:space="preserve"> Schöck Isokorb, die </w:t>
      </w:r>
      <w:r w:rsidR="00532992">
        <w:rPr>
          <w:i/>
          <w:sz w:val="20"/>
          <w:szCs w:val="20"/>
        </w:rPr>
        <w:t>innovative</w:t>
      </w:r>
      <w:r w:rsidR="00C62D28">
        <w:rPr>
          <w:i/>
          <w:sz w:val="20"/>
          <w:szCs w:val="20"/>
        </w:rPr>
        <w:t xml:space="preserve"> </w:t>
      </w:r>
      <w:r w:rsidRPr="002D4000">
        <w:rPr>
          <w:i/>
          <w:sz w:val="20"/>
          <w:szCs w:val="20"/>
        </w:rPr>
        <w:t>Lösung zur Minimierung von Wärmebrücken an auskragenden Bauteilen</w:t>
      </w:r>
      <w:r w:rsidR="00037C9F">
        <w:rPr>
          <w:i/>
          <w:sz w:val="20"/>
          <w:szCs w:val="20"/>
        </w:rPr>
        <w:t>,</w:t>
      </w:r>
      <w:r w:rsidRPr="002D4000">
        <w:rPr>
          <w:i/>
          <w:sz w:val="20"/>
          <w:szCs w:val="20"/>
        </w:rPr>
        <w:t xml:space="preserve"> wird im April 40.</w:t>
      </w:r>
    </w:p>
    <w:p w14:paraId="0321105E" w14:textId="6C0FEE36" w:rsidR="00322298" w:rsidRPr="002D4000" w:rsidRDefault="0084004F" w:rsidP="00FB05C8">
      <w:pPr>
        <w:tabs>
          <w:tab w:val="left" w:pos="7088"/>
        </w:tabs>
        <w:ind w:right="2379"/>
        <w:rPr>
          <w:i/>
          <w:sz w:val="20"/>
          <w:szCs w:val="20"/>
        </w:rPr>
      </w:pPr>
      <w:r w:rsidRPr="002D4000">
        <w:rPr>
          <w:i/>
          <w:sz w:val="20"/>
          <w:szCs w:val="20"/>
        </w:rPr>
        <w:t xml:space="preserve">Foto: Schöck </w:t>
      </w:r>
      <w:r w:rsidR="00C47A02" w:rsidRPr="002D4000">
        <w:rPr>
          <w:i/>
          <w:sz w:val="20"/>
          <w:szCs w:val="20"/>
        </w:rPr>
        <w:t>AG</w:t>
      </w:r>
    </w:p>
    <w:p w14:paraId="78962924" w14:textId="084CAA0A" w:rsidR="00C87CAC" w:rsidRDefault="00C87CAC" w:rsidP="00FB05C8">
      <w:pPr>
        <w:tabs>
          <w:tab w:val="left" w:pos="7088"/>
        </w:tabs>
        <w:ind w:right="2379"/>
      </w:pPr>
    </w:p>
    <w:p w14:paraId="61257593" w14:textId="77777777" w:rsidR="00EE6353" w:rsidRDefault="00EE6353" w:rsidP="00FB05C8">
      <w:pPr>
        <w:tabs>
          <w:tab w:val="left" w:pos="7088"/>
        </w:tabs>
        <w:ind w:right="2379"/>
      </w:pPr>
    </w:p>
    <w:p w14:paraId="55906C53" w14:textId="77777777" w:rsidR="004C3B46" w:rsidRDefault="004C3B46" w:rsidP="00FB05C8">
      <w:pPr>
        <w:tabs>
          <w:tab w:val="left" w:pos="7088"/>
        </w:tabs>
        <w:ind w:right="2379"/>
      </w:pPr>
    </w:p>
    <w:p w14:paraId="58ACAE5F" w14:textId="77777777" w:rsidR="00E137D8" w:rsidRDefault="00E137D8" w:rsidP="00FB05C8">
      <w:pPr>
        <w:tabs>
          <w:tab w:val="left" w:pos="7088"/>
        </w:tabs>
        <w:ind w:right="2379"/>
      </w:pPr>
    </w:p>
    <w:p w14:paraId="5D2CAB3E" w14:textId="77777777" w:rsidR="00E137D8" w:rsidRPr="00A06A8B" w:rsidRDefault="00E137D8" w:rsidP="00E137D8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  <w:r w:rsidRPr="00A06A8B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5B25FB0" w14:textId="56474385" w:rsidR="00E137D8" w:rsidRDefault="00E137D8" w:rsidP="00E137D8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</w:t>
      </w:r>
      <w:r w:rsidR="008C25D5">
        <w:t>AG</w:t>
      </w:r>
      <w:r w:rsidRPr="007D47CD">
        <w:t xml:space="preserve"> </w:t>
      </w:r>
      <w:r w:rsidR="008C25D5">
        <w:t>ist</w:t>
      </w:r>
      <w:r>
        <w:t xml:space="preserve"> mit </w:t>
      </w:r>
      <w:r w:rsidR="008C25D5">
        <w:t xml:space="preserve">etwa </w:t>
      </w:r>
      <w:r>
        <w:t>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0175587E" w14:textId="77777777" w:rsidR="00E137D8" w:rsidRDefault="00E137D8" w:rsidP="00FB05C8">
      <w:pPr>
        <w:tabs>
          <w:tab w:val="left" w:pos="7088"/>
        </w:tabs>
        <w:ind w:right="2379"/>
      </w:pPr>
    </w:p>
    <w:p w14:paraId="1094E3FE" w14:textId="77777777" w:rsidR="004C3B46" w:rsidRDefault="004C3B46" w:rsidP="00FB05C8">
      <w:pPr>
        <w:tabs>
          <w:tab w:val="left" w:pos="7088"/>
        </w:tabs>
        <w:ind w:right="2379"/>
      </w:pPr>
    </w:p>
    <w:p w14:paraId="51EF0ACA" w14:textId="731497B5" w:rsidR="00322298" w:rsidRPr="000755B0" w:rsidRDefault="00322298" w:rsidP="00322298">
      <w:pPr>
        <w:rPr>
          <w:b/>
          <w:sz w:val="18"/>
        </w:rPr>
      </w:pPr>
      <w:r w:rsidRPr="000755B0">
        <w:rPr>
          <w:b/>
          <w:bCs/>
          <w:sz w:val="18"/>
        </w:rPr>
        <w:t>I</w:t>
      </w:r>
      <w:r w:rsidRPr="000755B0">
        <w:rPr>
          <w:b/>
          <w:sz w:val="18"/>
        </w:rPr>
        <w:t>hre Fragen beantworte</w:t>
      </w:r>
      <w:r w:rsidR="00156E0A"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14:paraId="5A7DC20B" w14:textId="77777777" w:rsidR="00322298" w:rsidRPr="000755B0" w:rsidRDefault="00322298" w:rsidP="00322298">
      <w:pPr>
        <w:rPr>
          <w:sz w:val="18"/>
        </w:rPr>
      </w:pPr>
    </w:p>
    <w:p w14:paraId="258A17F5" w14:textId="77777777" w:rsidR="00322298" w:rsidRPr="000755B0" w:rsidRDefault="00322298" w:rsidP="00322298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14:paraId="3DC5E46D" w14:textId="739496AE" w:rsidR="00322298" w:rsidRPr="000755B0" w:rsidRDefault="00322298" w:rsidP="361D9934">
      <w:pPr>
        <w:spacing w:line="240" w:lineRule="auto"/>
        <w:rPr>
          <w:sz w:val="18"/>
        </w:rPr>
      </w:pPr>
      <w:r w:rsidRPr="361D9934">
        <w:rPr>
          <w:sz w:val="18"/>
        </w:rPr>
        <w:t>Christine Schams</w:t>
      </w:r>
    </w:p>
    <w:p w14:paraId="6BD8FBF1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14:paraId="7E463E4A" w14:textId="77777777" w:rsidR="00322298" w:rsidRPr="000755B0" w:rsidRDefault="00322298" w:rsidP="00322298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14:paraId="4F760A2F" w14:textId="55DD9319" w:rsidR="00322298" w:rsidRDefault="00322298" w:rsidP="361D9934">
      <w:pPr>
        <w:spacing w:line="240" w:lineRule="auto"/>
        <w:rPr>
          <w:rFonts w:eastAsia="Calibri"/>
          <w:sz w:val="18"/>
        </w:rPr>
      </w:pPr>
      <w:r w:rsidRPr="361D9934">
        <w:rPr>
          <w:sz w:val="18"/>
        </w:rPr>
        <w:t>Tel.: 0711 – 92545</w:t>
      </w:r>
      <w:r w:rsidR="00641B9A" w:rsidRPr="361D9934">
        <w:rPr>
          <w:sz w:val="18"/>
        </w:rPr>
        <w:t>-</w:t>
      </w:r>
      <w:r w:rsidR="632961AB" w:rsidRPr="361D9934">
        <w:rPr>
          <w:sz w:val="18"/>
        </w:rPr>
        <w:t>284</w:t>
      </w:r>
    </w:p>
    <w:p w14:paraId="14F68F95" w14:textId="20907AC7" w:rsidR="00322298" w:rsidRPr="0002390F" w:rsidRDefault="00322298" w:rsidP="0002390F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18"/>
          <w:szCs w:val="18"/>
        </w:rPr>
      </w:pPr>
      <w:r w:rsidRPr="361D9934">
        <w:rPr>
          <w:rFonts w:cs="Arial"/>
          <w:b w:val="0"/>
          <w:bCs w:val="0"/>
          <w:sz w:val="18"/>
          <w:szCs w:val="18"/>
        </w:rPr>
        <w:t xml:space="preserve">E-Mail: </w:t>
      </w:r>
      <w:hyperlink r:id="rId12" w:history="1">
        <w:r w:rsidR="00443EAA" w:rsidRPr="00035D81">
          <w:rPr>
            <w:rStyle w:val="Hyperlink"/>
            <w:rFonts w:eastAsiaTheme="minorHAnsi" w:cs="Arial"/>
            <w:b w:val="0"/>
            <w:sz w:val="18"/>
            <w:szCs w:val="18"/>
            <w:lang w:eastAsia="en-US"/>
          </w:rPr>
          <w:t>c.schams@anselmoellers.de</w:t>
        </w:r>
      </w:hyperlink>
      <w:r w:rsidR="00443EAA">
        <w:rPr>
          <w:rFonts w:eastAsiaTheme="minorHAnsi" w:cs="Arial"/>
          <w:b w:val="0"/>
          <w:color w:val="333333"/>
          <w:sz w:val="18"/>
          <w:szCs w:val="18"/>
          <w:lang w:eastAsia="en-US"/>
        </w:rPr>
        <w:t xml:space="preserve"> </w:t>
      </w:r>
      <w:r w:rsidR="00443EAA">
        <w:t xml:space="preserve"> </w:t>
      </w:r>
    </w:p>
    <w:sectPr w:rsidR="00322298" w:rsidRPr="0002390F" w:rsidSect="00797FCD">
      <w:headerReference w:type="default" r:id="rId13"/>
      <w:footerReference w:type="default" r:id="rId14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F3311" w14:textId="77777777" w:rsidR="00367405" w:rsidRDefault="00367405" w:rsidP="00A8096F">
      <w:pPr>
        <w:spacing w:line="240" w:lineRule="auto"/>
      </w:pPr>
      <w:r>
        <w:separator/>
      </w:r>
    </w:p>
  </w:endnote>
  <w:endnote w:type="continuationSeparator" w:id="0">
    <w:p w14:paraId="46097384" w14:textId="77777777" w:rsidR="00367405" w:rsidRDefault="00367405" w:rsidP="00A80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C093" w14:textId="77777777" w:rsidR="00367405" w:rsidRDefault="00367405" w:rsidP="00A8096F">
      <w:pPr>
        <w:spacing w:line="240" w:lineRule="auto"/>
      </w:pPr>
      <w:r>
        <w:separator/>
      </w:r>
    </w:p>
  </w:footnote>
  <w:footnote w:type="continuationSeparator" w:id="0">
    <w:p w14:paraId="76BDACDA" w14:textId="77777777" w:rsidR="00367405" w:rsidRDefault="00367405" w:rsidP="00A80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361D9934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632961AB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03A7"/>
    <w:rsid w:val="000023FE"/>
    <w:rsid w:val="000031DF"/>
    <w:rsid w:val="00003851"/>
    <w:rsid w:val="0001265F"/>
    <w:rsid w:val="000145A8"/>
    <w:rsid w:val="00014879"/>
    <w:rsid w:val="00017942"/>
    <w:rsid w:val="0002390F"/>
    <w:rsid w:val="00030B02"/>
    <w:rsid w:val="0003178E"/>
    <w:rsid w:val="000331FF"/>
    <w:rsid w:val="00037C9F"/>
    <w:rsid w:val="00044C21"/>
    <w:rsid w:val="000528AF"/>
    <w:rsid w:val="000755B0"/>
    <w:rsid w:val="00083E12"/>
    <w:rsid w:val="000859BD"/>
    <w:rsid w:val="00095070"/>
    <w:rsid w:val="000B4005"/>
    <w:rsid w:val="000B6422"/>
    <w:rsid w:val="000C798A"/>
    <w:rsid w:val="000D02A3"/>
    <w:rsid w:val="000E4A32"/>
    <w:rsid w:val="000F2ADD"/>
    <w:rsid w:val="000F37F7"/>
    <w:rsid w:val="000F5793"/>
    <w:rsid w:val="00105DAF"/>
    <w:rsid w:val="0012030D"/>
    <w:rsid w:val="00125B09"/>
    <w:rsid w:val="00145073"/>
    <w:rsid w:val="0015002D"/>
    <w:rsid w:val="00156E0A"/>
    <w:rsid w:val="00166742"/>
    <w:rsid w:val="001730A0"/>
    <w:rsid w:val="00176CF8"/>
    <w:rsid w:val="00186EB6"/>
    <w:rsid w:val="00192EC5"/>
    <w:rsid w:val="001979AA"/>
    <w:rsid w:val="001B066F"/>
    <w:rsid w:val="001B0829"/>
    <w:rsid w:val="001C1F37"/>
    <w:rsid w:val="001C787B"/>
    <w:rsid w:val="001C7AE9"/>
    <w:rsid w:val="001D34C0"/>
    <w:rsid w:val="001F6831"/>
    <w:rsid w:val="002117C4"/>
    <w:rsid w:val="0021371B"/>
    <w:rsid w:val="00217E61"/>
    <w:rsid w:val="00242C9E"/>
    <w:rsid w:val="00245624"/>
    <w:rsid w:val="00277F30"/>
    <w:rsid w:val="002A258E"/>
    <w:rsid w:val="002B3818"/>
    <w:rsid w:val="002C124C"/>
    <w:rsid w:val="002C6CE3"/>
    <w:rsid w:val="002D4000"/>
    <w:rsid w:val="002E649E"/>
    <w:rsid w:val="002F75C5"/>
    <w:rsid w:val="003064E8"/>
    <w:rsid w:val="00314F20"/>
    <w:rsid w:val="00317E73"/>
    <w:rsid w:val="00320289"/>
    <w:rsid w:val="00322298"/>
    <w:rsid w:val="00340370"/>
    <w:rsid w:val="0034793D"/>
    <w:rsid w:val="00356770"/>
    <w:rsid w:val="00367405"/>
    <w:rsid w:val="00374500"/>
    <w:rsid w:val="0039003C"/>
    <w:rsid w:val="003B7AAF"/>
    <w:rsid w:val="003C06B8"/>
    <w:rsid w:val="003C44BB"/>
    <w:rsid w:val="003D1FCF"/>
    <w:rsid w:val="003E653B"/>
    <w:rsid w:val="003E6ACC"/>
    <w:rsid w:val="003F476D"/>
    <w:rsid w:val="004031E9"/>
    <w:rsid w:val="00410F39"/>
    <w:rsid w:val="004126D0"/>
    <w:rsid w:val="00417352"/>
    <w:rsid w:val="00423D33"/>
    <w:rsid w:val="00432C05"/>
    <w:rsid w:val="00443EAA"/>
    <w:rsid w:val="00445339"/>
    <w:rsid w:val="00457517"/>
    <w:rsid w:val="0047060D"/>
    <w:rsid w:val="00481635"/>
    <w:rsid w:val="004909A8"/>
    <w:rsid w:val="004A73ED"/>
    <w:rsid w:val="004B258A"/>
    <w:rsid w:val="004C3B46"/>
    <w:rsid w:val="004D0A07"/>
    <w:rsid w:val="004D55C4"/>
    <w:rsid w:val="00517367"/>
    <w:rsid w:val="00532992"/>
    <w:rsid w:val="00553E67"/>
    <w:rsid w:val="00563422"/>
    <w:rsid w:val="00570F74"/>
    <w:rsid w:val="00573C63"/>
    <w:rsid w:val="00582278"/>
    <w:rsid w:val="00596F58"/>
    <w:rsid w:val="005A3E09"/>
    <w:rsid w:val="005B5E2F"/>
    <w:rsid w:val="005C1C5E"/>
    <w:rsid w:val="005D382A"/>
    <w:rsid w:val="005E01FA"/>
    <w:rsid w:val="005F14AC"/>
    <w:rsid w:val="005F4C1B"/>
    <w:rsid w:val="005F506A"/>
    <w:rsid w:val="00610F59"/>
    <w:rsid w:val="0061178C"/>
    <w:rsid w:val="00614BFA"/>
    <w:rsid w:val="00635362"/>
    <w:rsid w:val="00640059"/>
    <w:rsid w:val="00641B9A"/>
    <w:rsid w:val="00653670"/>
    <w:rsid w:val="00657EE8"/>
    <w:rsid w:val="00660A44"/>
    <w:rsid w:val="00671998"/>
    <w:rsid w:val="006740F4"/>
    <w:rsid w:val="006A55F5"/>
    <w:rsid w:val="006A6D33"/>
    <w:rsid w:val="006A703A"/>
    <w:rsid w:val="006A7A26"/>
    <w:rsid w:val="006B1D5A"/>
    <w:rsid w:val="006F099A"/>
    <w:rsid w:val="0070255E"/>
    <w:rsid w:val="00722D38"/>
    <w:rsid w:val="00742CAC"/>
    <w:rsid w:val="00767547"/>
    <w:rsid w:val="00783DDA"/>
    <w:rsid w:val="007954D3"/>
    <w:rsid w:val="00797FCD"/>
    <w:rsid w:val="007C1DA8"/>
    <w:rsid w:val="007C4690"/>
    <w:rsid w:val="00811DD8"/>
    <w:rsid w:val="00824F84"/>
    <w:rsid w:val="00834004"/>
    <w:rsid w:val="008365AE"/>
    <w:rsid w:val="0084004F"/>
    <w:rsid w:val="008424AF"/>
    <w:rsid w:val="008511C1"/>
    <w:rsid w:val="00851C1E"/>
    <w:rsid w:val="00853EEC"/>
    <w:rsid w:val="00857881"/>
    <w:rsid w:val="00861D03"/>
    <w:rsid w:val="00880147"/>
    <w:rsid w:val="008957EA"/>
    <w:rsid w:val="008A7F3A"/>
    <w:rsid w:val="008B4837"/>
    <w:rsid w:val="008C25D5"/>
    <w:rsid w:val="008F5178"/>
    <w:rsid w:val="00921B6A"/>
    <w:rsid w:val="00921E26"/>
    <w:rsid w:val="00923047"/>
    <w:rsid w:val="009315B1"/>
    <w:rsid w:val="0093341A"/>
    <w:rsid w:val="00936211"/>
    <w:rsid w:val="00943E98"/>
    <w:rsid w:val="009463C2"/>
    <w:rsid w:val="00946E84"/>
    <w:rsid w:val="00957B47"/>
    <w:rsid w:val="009610C5"/>
    <w:rsid w:val="009679BC"/>
    <w:rsid w:val="00973E5C"/>
    <w:rsid w:val="009765F7"/>
    <w:rsid w:val="00997D8B"/>
    <w:rsid w:val="009A7B6B"/>
    <w:rsid w:val="009B0B78"/>
    <w:rsid w:val="009B0FA8"/>
    <w:rsid w:val="009C6FE6"/>
    <w:rsid w:val="009D0E7C"/>
    <w:rsid w:val="009D1675"/>
    <w:rsid w:val="009D31A8"/>
    <w:rsid w:val="009E5B2D"/>
    <w:rsid w:val="009E68DE"/>
    <w:rsid w:val="009F1486"/>
    <w:rsid w:val="00A033A2"/>
    <w:rsid w:val="00A06616"/>
    <w:rsid w:val="00A078B4"/>
    <w:rsid w:val="00A115FD"/>
    <w:rsid w:val="00A13039"/>
    <w:rsid w:val="00A20034"/>
    <w:rsid w:val="00A200F2"/>
    <w:rsid w:val="00A347EC"/>
    <w:rsid w:val="00A43EB8"/>
    <w:rsid w:val="00A65E4B"/>
    <w:rsid w:val="00A8096F"/>
    <w:rsid w:val="00A833F3"/>
    <w:rsid w:val="00A85A14"/>
    <w:rsid w:val="00A86473"/>
    <w:rsid w:val="00A91E60"/>
    <w:rsid w:val="00AA366D"/>
    <w:rsid w:val="00AB1351"/>
    <w:rsid w:val="00AC2707"/>
    <w:rsid w:val="00AC6ED4"/>
    <w:rsid w:val="00AD0139"/>
    <w:rsid w:val="00AD2357"/>
    <w:rsid w:val="00AE3FAF"/>
    <w:rsid w:val="00AE583B"/>
    <w:rsid w:val="00AE68E5"/>
    <w:rsid w:val="00AF10D8"/>
    <w:rsid w:val="00B03B5A"/>
    <w:rsid w:val="00B06910"/>
    <w:rsid w:val="00B120D9"/>
    <w:rsid w:val="00B13D5D"/>
    <w:rsid w:val="00B1553F"/>
    <w:rsid w:val="00B32BFB"/>
    <w:rsid w:val="00B46A64"/>
    <w:rsid w:val="00B47C96"/>
    <w:rsid w:val="00B501E6"/>
    <w:rsid w:val="00B51CC9"/>
    <w:rsid w:val="00B54619"/>
    <w:rsid w:val="00B618E0"/>
    <w:rsid w:val="00B75EA9"/>
    <w:rsid w:val="00B816DC"/>
    <w:rsid w:val="00B9271A"/>
    <w:rsid w:val="00B92E06"/>
    <w:rsid w:val="00BA167E"/>
    <w:rsid w:val="00BE4E2E"/>
    <w:rsid w:val="00BF3D49"/>
    <w:rsid w:val="00BF6214"/>
    <w:rsid w:val="00C00A4E"/>
    <w:rsid w:val="00C01221"/>
    <w:rsid w:val="00C01B9A"/>
    <w:rsid w:val="00C071E1"/>
    <w:rsid w:val="00C25587"/>
    <w:rsid w:val="00C264D0"/>
    <w:rsid w:val="00C435ED"/>
    <w:rsid w:val="00C454FC"/>
    <w:rsid w:val="00C47A02"/>
    <w:rsid w:val="00C55C0E"/>
    <w:rsid w:val="00C62D28"/>
    <w:rsid w:val="00C6574D"/>
    <w:rsid w:val="00C65C4F"/>
    <w:rsid w:val="00C84EC6"/>
    <w:rsid w:val="00C860C8"/>
    <w:rsid w:val="00C87CAC"/>
    <w:rsid w:val="00C96575"/>
    <w:rsid w:val="00CB4BDA"/>
    <w:rsid w:val="00CB7B43"/>
    <w:rsid w:val="00CD1891"/>
    <w:rsid w:val="00CE05BB"/>
    <w:rsid w:val="00CE5CC1"/>
    <w:rsid w:val="00CE6790"/>
    <w:rsid w:val="00D02EFB"/>
    <w:rsid w:val="00D24611"/>
    <w:rsid w:val="00D30615"/>
    <w:rsid w:val="00D310E5"/>
    <w:rsid w:val="00D334CD"/>
    <w:rsid w:val="00D33948"/>
    <w:rsid w:val="00D36E63"/>
    <w:rsid w:val="00D423FB"/>
    <w:rsid w:val="00D452A5"/>
    <w:rsid w:val="00D55169"/>
    <w:rsid w:val="00D66D8E"/>
    <w:rsid w:val="00D731AF"/>
    <w:rsid w:val="00D77F36"/>
    <w:rsid w:val="00D87F48"/>
    <w:rsid w:val="00D947AE"/>
    <w:rsid w:val="00DC1BB3"/>
    <w:rsid w:val="00DD4AB7"/>
    <w:rsid w:val="00DE1D6E"/>
    <w:rsid w:val="00DF082D"/>
    <w:rsid w:val="00E0116D"/>
    <w:rsid w:val="00E04C16"/>
    <w:rsid w:val="00E056ED"/>
    <w:rsid w:val="00E137D8"/>
    <w:rsid w:val="00E15CE1"/>
    <w:rsid w:val="00E35A7A"/>
    <w:rsid w:val="00E41A38"/>
    <w:rsid w:val="00EA3FE7"/>
    <w:rsid w:val="00EA7551"/>
    <w:rsid w:val="00EB00FE"/>
    <w:rsid w:val="00EC3691"/>
    <w:rsid w:val="00EC538A"/>
    <w:rsid w:val="00EE170F"/>
    <w:rsid w:val="00EE30CD"/>
    <w:rsid w:val="00EE6353"/>
    <w:rsid w:val="00F02063"/>
    <w:rsid w:val="00F13D65"/>
    <w:rsid w:val="00F2232B"/>
    <w:rsid w:val="00F33ECD"/>
    <w:rsid w:val="00F355BD"/>
    <w:rsid w:val="00F6026A"/>
    <w:rsid w:val="00F70AB7"/>
    <w:rsid w:val="00F91F0F"/>
    <w:rsid w:val="00F96352"/>
    <w:rsid w:val="00F974DC"/>
    <w:rsid w:val="00FA6998"/>
    <w:rsid w:val="00FB05C8"/>
    <w:rsid w:val="00FB27E2"/>
    <w:rsid w:val="00FC4208"/>
    <w:rsid w:val="00FD4B5D"/>
    <w:rsid w:val="00FD772E"/>
    <w:rsid w:val="00FE4ECA"/>
    <w:rsid w:val="00FF0B72"/>
    <w:rsid w:val="182AE318"/>
    <w:rsid w:val="22008EDB"/>
    <w:rsid w:val="361D9934"/>
    <w:rsid w:val="632961AB"/>
    <w:rsid w:val="64F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paragraph" w:styleId="berschrift4">
    <w:name w:val="heading 4"/>
    <w:basedOn w:val="Standard"/>
    <w:link w:val="berschrift4Zchn"/>
    <w:uiPriority w:val="9"/>
    <w:qFormat/>
    <w:rsid w:val="00553E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17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17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178C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7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178C"/>
    <w:rPr>
      <w:rFonts w:ascii="Arial" w:hAnsi="Arial" w:cs="Arial"/>
      <w:b/>
      <w:bCs/>
      <w:color w:val="333333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178C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178C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030B02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customStyle="1" w:styleId="normaltextrun">
    <w:name w:val="normaltextrun"/>
    <w:basedOn w:val="Absatz-Standardschriftart"/>
    <w:rsid w:val="00E137D8"/>
  </w:style>
  <w:style w:type="character" w:customStyle="1" w:styleId="eop">
    <w:name w:val="eop"/>
    <w:basedOn w:val="Absatz-Standardschriftart"/>
    <w:rsid w:val="00E137D8"/>
  </w:style>
  <w:style w:type="paragraph" w:customStyle="1" w:styleId="paragraph">
    <w:name w:val="paragraph"/>
    <w:basedOn w:val="Standard"/>
    <w:rsid w:val="00E1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574D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53E6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55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customStyle="1" w:styleId="wp-caption-text">
    <w:name w:val="wp-caption-text"/>
    <w:basedOn w:val="Standard"/>
    <w:rsid w:val="0055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c.schams@anselmoellers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choeck.com/de/bau2023" TargetMode="External"/><Relationship Id="rId4" Type="http://schemas.openxmlformats.org/officeDocument/2006/relationships/styles" Target="styles.xml"/><Relationship Id="rId9" Type="http://schemas.openxmlformats.org/officeDocument/2006/relationships/hyperlink" Target="mailto:presse-de@schoeck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D17BEB-F3DD-4CE3-9F48-B51AB2158AB0}"/>
      </w:docPartPr>
      <w:docPartBody>
        <w:p w:rsidR="00A13039" w:rsidRDefault="001C1F37"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D567C2A8CB459E9528071BE214B8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AA6FF6-ED39-4786-B31B-16E5A7618B33}"/>
      </w:docPartPr>
      <w:docPartBody>
        <w:p w:rsidR="00C96575" w:rsidRDefault="00A13039" w:rsidP="00A13039">
          <w:pPr>
            <w:pStyle w:val="B7D567C2A8CB459E9528071BE214B88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7445D62D07D442DA5CDEEB4F524B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32FBD7-E522-4DD4-A3F1-C1E3FFEBADC9}"/>
      </w:docPartPr>
      <w:docPartBody>
        <w:p w:rsidR="001C0162" w:rsidRDefault="00487C0E" w:rsidP="00487C0E">
          <w:pPr>
            <w:pStyle w:val="27445D62D07D442DA5CDEEB4F524B64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D111A1B6134A598E51CFCD437C1B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C68239-A5EB-460E-869F-1E600EAA1097}"/>
      </w:docPartPr>
      <w:docPartBody>
        <w:p w:rsidR="001C0162" w:rsidRDefault="00487C0E" w:rsidP="00487C0E">
          <w:pPr>
            <w:pStyle w:val="4FD111A1B6134A598E51CFCD437C1B3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37"/>
    <w:rsid w:val="00152B59"/>
    <w:rsid w:val="001B51D0"/>
    <w:rsid w:val="001C0162"/>
    <w:rsid w:val="001C1F37"/>
    <w:rsid w:val="0021010C"/>
    <w:rsid w:val="00215415"/>
    <w:rsid w:val="00361C20"/>
    <w:rsid w:val="003834AC"/>
    <w:rsid w:val="003F7BD3"/>
    <w:rsid w:val="00481718"/>
    <w:rsid w:val="00487C0E"/>
    <w:rsid w:val="0054566A"/>
    <w:rsid w:val="00562BD6"/>
    <w:rsid w:val="005D56BA"/>
    <w:rsid w:val="006123AA"/>
    <w:rsid w:val="008246EF"/>
    <w:rsid w:val="00835D2A"/>
    <w:rsid w:val="008654B9"/>
    <w:rsid w:val="00922B47"/>
    <w:rsid w:val="00953BA5"/>
    <w:rsid w:val="009A7DD7"/>
    <w:rsid w:val="00A010ED"/>
    <w:rsid w:val="00A13039"/>
    <w:rsid w:val="00A155DF"/>
    <w:rsid w:val="00A35640"/>
    <w:rsid w:val="00B21AF0"/>
    <w:rsid w:val="00B5748E"/>
    <w:rsid w:val="00BA7A25"/>
    <w:rsid w:val="00C96575"/>
    <w:rsid w:val="00D648E4"/>
    <w:rsid w:val="00DC0BE6"/>
    <w:rsid w:val="00E77C02"/>
    <w:rsid w:val="00F35687"/>
    <w:rsid w:val="00F51F42"/>
    <w:rsid w:val="00F8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87C0E"/>
    <w:rPr>
      <w:color w:val="808080"/>
    </w:rPr>
  </w:style>
  <w:style w:type="paragraph" w:customStyle="1" w:styleId="B7D567C2A8CB459E9528071BE214B88C">
    <w:name w:val="B7D567C2A8CB459E9528071BE214B88C"/>
    <w:rsid w:val="00A13039"/>
  </w:style>
  <w:style w:type="paragraph" w:customStyle="1" w:styleId="27445D62D07D442DA5CDEEB4F524B64C">
    <w:name w:val="27445D62D07D442DA5CDEEB4F524B64C"/>
    <w:rsid w:val="00487C0E"/>
  </w:style>
  <w:style w:type="paragraph" w:customStyle="1" w:styleId="4FD111A1B6134A598E51CFCD437C1B3B">
    <w:name w:val="4FD111A1B6134A598E51CFCD437C1B3B"/>
    <w:rsid w:val="00487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  <Nutzungsrecht xmlns="a881e725-481a-4aca-9717-81a5e1f4fa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d2f2361af7e1ffd6de72de514fcf0418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497eeaa2f710cfe3a23e5a9bf87f701c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tzungsrec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Urheberrecht Bild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tzungsrecht" ma:index="25" nillable="true" ma:displayName="Nutzungsrecht" ma:format="Dropdown" ma:internalName="Nutzungsrech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CA697-A54E-4F98-8A34-5C648692A823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2.xml><?xml version="1.0" encoding="utf-8"?>
<ds:datastoreItem xmlns:ds="http://schemas.openxmlformats.org/officeDocument/2006/customXml" ds:itemID="{D553E1BB-06EB-4C1D-861A-511F6D89A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2B173-E7AC-421D-894A-E633C09BF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C:\Users\riebmart\Desktop\ELO-Zwischenablage\Vorlagen mit Logo neu\Blanko Word mit Logo neutral.dotx</Template>
  <TotalTime>0</TotalTime>
  <Pages>3</Pages>
  <Words>653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Christine Schams</cp:lastModifiedBy>
  <cp:revision>28</cp:revision>
  <cp:lastPrinted>2023-03-24T07:41:00Z</cp:lastPrinted>
  <dcterms:created xsi:type="dcterms:W3CDTF">2023-03-21T18:04:00Z</dcterms:created>
  <dcterms:modified xsi:type="dcterms:W3CDTF">2023-03-24T07:41:00Z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