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D82A77" w:rsidR="00834004" w:rsidP="00606F81" w:rsidRDefault="00834004" w14:paraId="399675A8" w14:textId="38FE4301">
      <w:pPr>
        <w:spacing w:line="276" w:lineRule="auto"/>
        <w:jc w:val="right"/>
        <w:rPr>
          <w:szCs w:val="22"/>
        </w:rPr>
      </w:pPr>
      <w:r w:rsidRPr="00D82A77">
        <w:rPr>
          <w:szCs w:val="22"/>
        </w:rPr>
        <w:t xml:space="preserve">Schöck </w:t>
      </w:r>
      <w:r w:rsidR="00063E9D">
        <w:rPr>
          <w:szCs w:val="22"/>
        </w:rPr>
        <w:t xml:space="preserve">Bauteile </w:t>
      </w:r>
      <w:r w:rsidR="00C47A02">
        <w:rPr>
          <w:szCs w:val="22"/>
        </w:rPr>
        <w:t>G</w:t>
      </w:r>
      <w:r w:rsidR="00063E9D">
        <w:rPr>
          <w:szCs w:val="22"/>
        </w:rPr>
        <w:t>mbH</w:t>
      </w:r>
    </w:p>
    <w:p w:rsidRPr="00D82A77" w:rsidR="00834004" w:rsidP="00606F81" w:rsidRDefault="00801D1A" w14:paraId="5C2C92BC" w14:textId="67BBB29A">
      <w:pPr>
        <w:spacing w:line="276" w:lineRule="auto"/>
        <w:jc w:val="right"/>
        <w:rPr>
          <w:szCs w:val="22"/>
        </w:rPr>
      </w:pPr>
      <w:r>
        <w:rPr>
          <w:szCs w:val="22"/>
        </w:rPr>
        <w:t>Schöckstraße 1</w:t>
      </w:r>
    </w:p>
    <w:p w:rsidRPr="00D82A77" w:rsidR="00834004" w:rsidP="00606F81" w:rsidRDefault="00834004" w14:paraId="350614EF" w14:textId="77777777">
      <w:pPr>
        <w:spacing w:line="276" w:lineRule="auto"/>
        <w:jc w:val="right"/>
        <w:rPr>
          <w:szCs w:val="22"/>
        </w:rPr>
      </w:pPr>
      <w:r w:rsidRPr="00D82A77">
        <w:rPr>
          <w:szCs w:val="22"/>
        </w:rPr>
        <w:t>76534 Baden-Baden</w:t>
      </w:r>
    </w:p>
    <w:p w:rsidR="00834004" w:rsidP="00606F81" w:rsidRDefault="00834004" w14:paraId="455DD81C" w14:textId="1CAEF4AC">
      <w:pPr>
        <w:spacing w:line="276" w:lineRule="auto"/>
        <w:jc w:val="right"/>
        <w:rPr>
          <w:szCs w:val="22"/>
        </w:rPr>
      </w:pPr>
      <w:r w:rsidRPr="00D82A77">
        <w:rPr>
          <w:szCs w:val="22"/>
        </w:rPr>
        <w:t>Tel.: 07223 – 967</w:t>
      </w:r>
      <w:r>
        <w:rPr>
          <w:szCs w:val="22"/>
        </w:rPr>
        <w:t>-</w:t>
      </w:r>
      <w:r w:rsidRPr="00D82A77">
        <w:rPr>
          <w:szCs w:val="22"/>
        </w:rPr>
        <w:t>0</w:t>
      </w:r>
    </w:p>
    <w:p w:rsidRPr="00D82A77" w:rsidR="00227FB2" w:rsidP="00606F81" w:rsidRDefault="00227FB2" w14:paraId="69ABD7A6" w14:textId="77777777">
      <w:pPr>
        <w:spacing w:line="276" w:lineRule="auto"/>
        <w:jc w:val="right"/>
      </w:pPr>
      <w:r>
        <w:t>E-Mail: presse-de@schoeck.com</w:t>
      </w:r>
    </w:p>
    <w:p w:rsidRPr="00D82A77" w:rsidR="00227FB2" w:rsidP="003732E2" w:rsidRDefault="00227FB2" w14:paraId="7EED1E2E" w14:textId="77777777">
      <w:pPr>
        <w:spacing w:line="360" w:lineRule="auto"/>
        <w:jc w:val="right"/>
        <w:rPr>
          <w:szCs w:val="22"/>
        </w:rPr>
      </w:pPr>
    </w:p>
    <w:p w:rsidR="00227FB2" w:rsidP="00A06A8B" w:rsidRDefault="00227FB2" w14:paraId="33FA1972" w14:textId="77777777">
      <w:pPr>
        <w:rPr>
          <w:sz w:val="49"/>
          <w:szCs w:val="49"/>
        </w:rPr>
      </w:pPr>
    </w:p>
    <w:p w:rsidR="00D93AED" w:rsidP="00D93AED" w:rsidRDefault="00D93AED" w14:paraId="3FBAD11F" w14:textId="77777777">
      <w:pPr>
        <w:spacing w:line="360" w:lineRule="auto"/>
        <w:jc w:val="both"/>
      </w:pPr>
    </w:p>
    <w:p w:rsidR="00A06A8B" w:rsidP="00A06A8B" w:rsidRDefault="00A06A8B" w14:paraId="5B0E7419" w14:textId="38B6D580">
      <w:pPr>
        <w:rPr>
          <w:sz w:val="49"/>
          <w:szCs w:val="49"/>
        </w:rPr>
      </w:pPr>
      <w:r>
        <w:rPr>
          <w:sz w:val="49"/>
          <w:szCs w:val="49"/>
        </w:rPr>
        <w:t>Pressemitteilung</w:t>
      </w:r>
      <w:r w:rsidRPr="00322298">
        <w:rPr>
          <w:sz w:val="49"/>
          <w:szCs w:val="49"/>
        </w:rPr>
        <w:t>.</w:t>
      </w:r>
    </w:p>
    <w:p w:rsidRPr="00322298" w:rsidR="001B6387" w:rsidP="00A06A8B" w:rsidRDefault="001B6387" w14:paraId="59296ECF" w14:textId="77777777">
      <w:pPr>
        <w:rPr>
          <w:sz w:val="49"/>
          <w:szCs w:val="49"/>
        </w:rPr>
      </w:pPr>
    </w:p>
    <w:p w:rsidRPr="005C3EDB" w:rsidR="00C62EFC" w:rsidP="00C62EFC" w:rsidRDefault="00061D10" w14:paraId="7B1A3453" w14:textId="7C6FBEDB">
      <w:pPr>
        <w:tabs>
          <w:tab w:val="left" w:pos="7088"/>
        </w:tabs>
        <w:spacing w:line="360" w:lineRule="auto"/>
        <w:ind w:right="2379"/>
        <w:jc w:val="both"/>
        <w:rPr>
          <w:b/>
          <w:bCs/>
          <w:sz w:val="28"/>
          <w:szCs w:val="28"/>
        </w:rPr>
      </w:pPr>
      <w:sdt>
        <w:sdtPr>
          <w:rPr>
            <w:b/>
            <w:bCs/>
            <w:sz w:val="28"/>
            <w:szCs w:val="28"/>
          </w:rPr>
          <w:alias w:val="Headline Arial 14pt fett"/>
          <w:tag w:val="Headline Arial 14pt fett"/>
          <w:id w:val="-460652627"/>
          <w:placeholder>
            <w:docPart w:val="BB2F523E29320246A10520433CE9E86A"/>
          </w:placeholder>
          <w:text/>
        </w:sdtPr>
        <w:sdtEndPr/>
        <w:sdtContent>
          <w:r w:rsidRPr="005C3EDB" w:rsidR="004C1436">
            <w:rPr>
              <w:b/>
              <w:bCs/>
              <w:sz w:val="28"/>
              <w:szCs w:val="28"/>
            </w:rPr>
            <w:t>Schöck lässt sich messen. Jetzt auch an zuverlässigen Trittschall-Kennwerten.</w:t>
          </w:r>
        </w:sdtContent>
      </w:sdt>
    </w:p>
    <w:sdt>
      <w:sdtPr>
        <w:rPr>
          <w:b/>
          <w:bCs/>
          <w:sz w:val="24"/>
          <w:szCs w:val="24"/>
        </w:rPr>
        <w:id w:val="-23710973"/>
        <w:placeholder>
          <w:docPart w:val="BB2F523E29320246A10520433CE9E86A"/>
        </w:placeholder>
      </w:sdtPr>
      <w:sdtEndPr/>
      <w:sdtContent>
        <w:sdt>
          <w:sdtPr>
            <w:rPr>
              <w:b/>
              <w:bCs/>
              <w:sz w:val="24"/>
              <w:szCs w:val="24"/>
            </w:rPr>
            <w:id w:val="1002859839"/>
            <w:placeholder>
              <w:docPart w:val="BB2F523E29320246A10520433CE9E86A"/>
            </w:placeholder>
          </w:sdtPr>
          <w:sdtEndPr/>
          <w:sdtContent>
            <w:sdt>
              <w:sdtPr>
                <w:rPr>
                  <w:b/>
                  <w:bCs/>
                  <w:sz w:val="24"/>
                  <w:szCs w:val="24"/>
                </w:rPr>
                <w:alias w:val="Subline Arial 12pt fett"/>
                <w:tag w:val="Subline Arial 12pt fett"/>
                <w:id w:val="1961692511"/>
                <w:placeholder>
                  <w:docPart w:val="BB2F523E29320246A10520433CE9E86A"/>
                </w:placeholder>
              </w:sdtPr>
              <w:sdtEndPr/>
              <w:sdtContent>
                <w:p w:rsidRPr="00C87CAC" w:rsidR="00C62EFC" w:rsidP="00C62EFC" w:rsidRDefault="00EF6A30" w14:paraId="37563F3A" w14:textId="4FD23407">
                  <w:pPr>
                    <w:tabs>
                      <w:tab w:val="left" w:pos="7088"/>
                    </w:tabs>
                    <w:spacing w:line="360" w:lineRule="auto"/>
                    <w:ind w:right="2379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 xml:space="preserve">Für alle Isokorb Typen: </w:t>
                  </w:r>
                  <w:r w:rsidR="00720316">
                    <w:rPr>
                      <w:b/>
                      <w:bCs/>
                      <w:sz w:val="24"/>
                      <w:szCs w:val="24"/>
                    </w:rPr>
                    <w:t xml:space="preserve">Schöck </w:t>
                  </w:r>
                  <w:r w:rsidR="003461AF">
                    <w:rPr>
                      <w:b/>
                      <w:bCs/>
                      <w:sz w:val="24"/>
                      <w:szCs w:val="24"/>
                    </w:rPr>
                    <w:t xml:space="preserve">liefert als erster </w:t>
                  </w:r>
                  <w:r w:rsidR="00761469">
                    <w:rPr>
                      <w:b/>
                      <w:bCs/>
                      <w:sz w:val="24"/>
                      <w:szCs w:val="24"/>
                    </w:rPr>
                    <w:t>Hersteller</w:t>
                  </w:r>
                  <w:r w:rsidR="003461AF"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720316">
                    <w:rPr>
                      <w:b/>
                      <w:bCs/>
                      <w:sz w:val="24"/>
                      <w:szCs w:val="24"/>
                    </w:rPr>
                    <w:t>v</w:t>
                  </w:r>
                  <w:r w:rsidR="00D630F8">
                    <w:rPr>
                      <w:b/>
                      <w:bCs/>
                      <w:sz w:val="24"/>
                      <w:szCs w:val="24"/>
                    </w:rPr>
                    <w:t>erlässliche Werte</w:t>
                  </w:r>
                  <w:r w:rsidR="000B6FA7"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266E0E">
                    <w:rPr>
                      <w:b/>
                      <w:bCs/>
                      <w:sz w:val="24"/>
                      <w:szCs w:val="24"/>
                    </w:rPr>
                    <w:t xml:space="preserve">nach neuem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und standardisierte</w:t>
                  </w:r>
                  <w:r w:rsidR="00E34494">
                    <w:rPr>
                      <w:b/>
                      <w:bCs/>
                      <w:sz w:val="24"/>
                      <w:szCs w:val="24"/>
                    </w:rPr>
                    <w:t>m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266E0E">
                    <w:rPr>
                      <w:b/>
                      <w:bCs/>
                      <w:sz w:val="24"/>
                      <w:szCs w:val="24"/>
                    </w:rPr>
                    <w:t xml:space="preserve">EAD-Prüfverfahren </w:t>
                  </w:r>
                </w:p>
              </w:sdtContent>
            </w:sdt>
          </w:sdtContent>
        </w:sdt>
      </w:sdtContent>
    </w:sdt>
    <w:p w:rsidR="00C62EFC" w:rsidP="00C62EFC" w:rsidRDefault="00C62EFC" w14:paraId="02C45D48" w14:textId="77777777">
      <w:pPr>
        <w:tabs>
          <w:tab w:val="left" w:pos="7088"/>
        </w:tabs>
        <w:spacing w:line="360" w:lineRule="auto"/>
        <w:ind w:right="2379"/>
        <w:jc w:val="both"/>
      </w:pPr>
    </w:p>
    <w:p w:rsidRPr="00D423FB" w:rsidR="00C62EFC" w:rsidP="00C62EFC" w:rsidRDefault="00C62EFC" w14:paraId="423B3207" w14:textId="7B54ED2B">
      <w:pPr>
        <w:tabs>
          <w:tab w:val="left" w:pos="7088"/>
        </w:tabs>
        <w:spacing w:line="360" w:lineRule="auto"/>
        <w:ind w:right="2379"/>
        <w:jc w:val="both"/>
        <w:rPr>
          <w:b/>
          <w:bCs/>
        </w:rPr>
      </w:pPr>
      <w:r w:rsidRPr="00F6026A">
        <w:rPr>
          <w:b/>
          <w:bCs/>
        </w:rPr>
        <w:t>B</w:t>
      </w:r>
      <w:r>
        <w:rPr>
          <w:b/>
          <w:bCs/>
        </w:rPr>
        <w:t xml:space="preserve">aden-Baden, im </w:t>
      </w:r>
      <w:sdt>
        <w:sdtPr>
          <w:rPr>
            <w:b/>
            <w:bCs/>
          </w:rPr>
          <w:alias w:val="Monat Jahr"/>
          <w:tag w:val="Monat Jahr"/>
          <w:id w:val="1320466046"/>
          <w:placeholder>
            <w:docPart w:val="EC506203E74DDA458029A61B80D5E52C"/>
          </w:placeholder>
          <w:date w:fullDate="2022-05-22T00:00:00Z">
            <w:dateFormat w:val="MMMM yy"/>
            <w:lid w:val="de-DE"/>
            <w:storeMappedDataAs w:val="dateTime"/>
            <w:calendar w:val="gregorian"/>
          </w:date>
        </w:sdtPr>
        <w:sdtEndPr/>
        <w:sdtContent>
          <w:r w:rsidR="0080082E">
            <w:rPr>
              <w:b/>
              <w:bCs/>
            </w:rPr>
            <w:t>Mai</w:t>
          </w:r>
          <w:r w:rsidR="00EF6A30">
            <w:rPr>
              <w:b/>
              <w:bCs/>
            </w:rPr>
            <w:t xml:space="preserve"> 22</w:t>
          </w:r>
        </w:sdtContent>
      </w:sdt>
      <w:r>
        <w:rPr>
          <w:b/>
          <w:bCs/>
        </w:rPr>
        <w:t xml:space="preserve"> - </w:t>
      </w:r>
      <w:sdt>
        <w:sdtPr>
          <w:rPr>
            <w:b/>
            <w:bCs/>
            <w:lang w:val="en-US"/>
          </w:rPr>
          <w:alias w:val="Teasertext 11pt fett Blocksatz 1,5 Zeilenabstand"/>
          <w:tag w:val="Teasertext 11pt fett"/>
          <w:id w:val="1808199100"/>
          <w:placeholder>
            <w:docPart w:val="BB2F523E29320246A10520433CE9E86A"/>
          </w:placeholder>
        </w:sdtPr>
        <w:sdtEndPr/>
        <w:sdtContent>
          <w:r w:rsidR="000D4496">
            <w:rPr>
              <w:b/>
              <w:bCs/>
            </w:rPr>
            <w:t>U</w:t>
          </w:r>
          <w:r w:rsidRPr="005F0001" w:rsidR="000D4496">
            <w:rPr>
              <w:b/>
              <w:bCs/>
            </w:rPr>
            <w:t xml:space="preserve">m die </w:t>
          </w:r>
          <w:r w:rsidR="00851512">
            <w:rPr>
              <w:b/>
              <w:bCs/>
            </w:rPr>
            <w:t>tritt</w:t>
          </w:r>
          <w:r w:rsidRPr="005F0001" w:rsidR="000D4496">
            <w:rPr>
              <w:b/>
              <w:bCs/>
            </w:rPr>
            <w:t xml:space="preserve">schalldämmende Wirkung von </w:t>
          </w:r>
          <w:r w:rsidR="00FF0689">
            <w:rPr>
              <w:b/>
              <w:bCs/>
            </w:rPr>
            <w:t>tragenden Wärmedämmelementen für Balkone</w:t>
          </w:r>
          <w:r w:rsidR="00266E0E">
            <w:rPr>
              <w:b/>
              <w:bCs/>
            </w:rPr>
            <w:t xml:space="preserve"> </w:t>
          </w:r>
          <w:r w:rsidR="00EB3913">
            <w:rPr>
              <w:b/>
              <w:bCs/>
            </w:rPr>
            <w:t>sicher</w:t>
          </w:r>
          <w:r w:rsidR="000D4496">
            <w:rPr>
              <w:b/>
              <w:bCs/>
            </w:rPr>
            <w:t xml:space="preserve"> </w:t>
          </w:r>
          <w:r w:rsidRPr="005F0001" w:rsidR="000D4496">
            <w:rPr>
              <w:b/>
              <w:bCs/>
            </w:rPr>
            <w:t>zu bestimmen</w:t>
          </w:r>
          <w:r w:rsidR="000D4496">
            <w:rPr>
              <w:b/>
              <w:bCs/>
            </w:rPr>
            <w:t xml:space="preserve">, </w:t>
          </w:r>
          <w:r w:rsidR="00851512">
            <w:rPr>
              <w:b/>
              <w:bCs/>
            </w:rPr>
            <w:t xml:space="preserve">gibt es ein neues </w:t>
          </w:r>
          <w:r w:rsidR="004B2C1A">
            <w:rPr>
              <w:b/>
              <w:bCs/>
            </w:rPr>
            <w:t xml:space="preserve">und </w:t>
          </w:r>
          <w:r w:rsidR="00851512">
            <w:rPr>
              <w:b/>
              <w:bCs/>
            </w:rPr>
            <w:t>standardisierte</w:t>
          </w:r>
          <w:r w:rsidR="00657E93">
            <w:rPr>
              <w:b/>
              <w:bCs/>
            </w:rPr>
            <w:t>s</w:t>
          </w:r>
          <w:r w:rsidR="00851512">
            <w:rPr>
              <w:b/>
              <w:bCs/>
            </w:rPr>
            <w:t xml:space="preserve"> Prüfverfahren nach EAD</w:t>
          </w:r>
          <w:r w:rsidR="00322147">
            <w:rPr>
              <w:b/>
              <w:bCs/>
            </w:rPr>
            <w:t xml:space="preserve"> 050001-01-0301 (</w:t>
          </w:r>
          <w:proofErr w:type="spellStart"/>
          <w:r w:rsidR="00322147">
            <w:rPr>
              <w:b/>
              <w:bCs/>
            </w:rPr>
            <w:t>adopted</w:t>
          </w:r>
          <w:proofErr w:type="spellEnd"/>
          <w:r w:rsidR="00322147">
            <w:rPr>
              <w:b/>
              <w:bCs/>
            </w:rPr>
            <w:t xml:space="preserve"> </w:t>
          </w:r>
          <w:proofErr w:type="spellStart"/>
          <w:r w:rsidR="00322147">
            <w:rPr>
              <w:b/>
              <w:bCs/>
            </w:rPr>
            <w:t>version</w:t>
          </w:r>
          <w:proofErr w:type="spellEnd"/>
          <w:r w:rsidR="00322147">
            <w:rPr>
              <w:b/>
              <w:bCs/>
            </w:rPr>
            <w:t>)</w:t>
          </w:r>
          <w:r w:rsidR="00A67279">
            <w:rPr>
              <w:b/>
              <w:bCs/>
            </w:rPr>
            <w:t xml:space="preserve">. Damit ist es </w:t>
          </w:r>
          <w:r w:rsidR="00845F42">
            <w:rPr>
              <w:b/>
              <w:bCs/>
            </w:rPr>
            <w:t>er</w:t>
          </w:r>
          <w:r w:rsidR="00A67279">
            <w:rPr>
              <w:b/>
              <w:bCs/>
            </w:rPr>
            <w:t xml:space="preserve">stmals </w:t>
          </w:r>
          <w:r w:rsidR="00845F42">
            <w:rPr>
              <w:b/>
              <w:bCs/>
            </w:rPr>
            <w:t xml:space="preserve">möglich, </w:t>
          </w:r>
          <w:r w:rsidR="00851512">
            <w:rPr>
              <w:b/>
              <w:bCs/>
            </w:rPr>
            <w:t>verlässliche und vergleichbare</w:t>
          </w:r>
          <w:r w:rsidR="00845F42">
            <w:rPr>
              <w:b/>
              <w:bCs/>
            </w:rPr>
            <w:t xml:space="preserve"> Trittschall-Kennwerte </w:t>
          </w:r>
          <w:r w:rsidR="00FF0689">
            <w:rPr>
              <w:b/>
              <w:bCs/>
            </w:rPr>
            <w:t xml:space="preserve">für diese Produkte </w:t>
          </w:r>
          <w:r w:rsidR="00845F42">
            <w:rPr>
              <w:b/>
              <w:bCs/>
            </w:rPr>
            <w:t xml:space="preserve">zu messen. </w:t>
          </w:r>
          <w:r w:rsidR="0080084B">
            <w:rPr>
              <w:b/>
              <w:bCs/>
            </w:rPr>
            <w:t>In</w:t>
          </w:r>
          <w:r w:rsidRPr="00266E0E" w:rsidR="00703DBF">
            <w:rPr>
              <w:b/>
              <w:bCs/>
            </w:rPr>
            <w:t xml:space="preserve"> Zukunft </w:t>
          </w:r>
          <w:r w:rsidR="0080084B">
            <w:rPr>
              <w:b/>
              <w:bCs/>
            </w:rPr>
            <w:t xml:space="preserve">können tragende Wärmedämmelemente somit </w:t>
          </w:r>
          <w:r w:rsidRPr="00266E0E" w:rsidR="00A67279">
            <w:rPr>
              <w:b/>
              <w:bCs/>
            </w:rPr>
            <w:t>auch im Hinblick auf den erforderlichen Trittschallschutz sicher</w:t>
          </w:r>
          <w:r w:rsidR="00A67279">
            <w:rPr>
              <w:b/>
              <w:bCs/>
            </w:rPr>
            <w:t xml:space="preserve"> </w:t>
          </w:r>
          <w:r w:rsidR="00703DBF">
            <w:rPr>
              <w:b/>
              <w:bCs/>
            </w:rPr>
            <w:t>ge</w:t>
          </w:r>
          <w:r w:rsidR="00A67279">
            <w:rPr>
              <w:b/>
              <w:bCs/>
            </w:rPr>
            <w:t>plan</w:t>
          </w:r>
          <w:r w:rsidR="00703DBF">
            <w:rPr>
              <w:b/>
              <w:bCs/>
            </w:rPr>
            <w:t>t werd</w:t>
          </w:r>
          <w:r w:rsidR="00A67279">
            <w:rPr>
              <w:b/>
              <w:bCs/>
            </w:rPr>
            <w:t xml:space="preserve">en. </w:t>
          </w:r>
          <w:r w:rsidRPr="005F0001">
            <w:rPr>
              <w:b/>
              <w:bCs/>
            </w:rPr>
            <w:t xml:space="preserve">Schöck ist der erste Hersteller, der </w:t>
          </w:r>
          <w:r w:rsidR="00351188">
            <w:rPr>
              <w:b/>
              <w:bCs/>
            </w:rPr>
            <w:t>dies</w:t>
          </w:r>
          <w:r w:rsidRPr="005F0001" w:rsidR="00351188">
            <w:rPr>
              <w:b/>
              <w:bCs/>
            </w:rPr>
            <w:t xml:space="preserve">e </w:t>
          </w:r>
          <w:r w:rsidR="00845F42">
            <w:rPr>
              <w:b/>
              <w:bCs/>
            </w:rPr>
            <w:t>Kennw</w:t>
          </w:r>
          <w:r w:rsidR="00351188">
            <w:rPr>
              <w:b/>
              <w:bCs/>
            </w:rPr>
            <w:t>erte</w:t>
          </w:r>
          <w:r w:rsidRPr="005F0001">
            <w:rPr>
              <w:b/>
              <w:bCs/>
            </w:rPr>
            <w:t xml:space="preserve"> </w:t>
          </w:r>
          <w:r w:rsidR="00845F42">
            <w:rPr>
              <w:b/>
              <w:bCs/>
            </w:rPr>
            <w:t xml:space="preserve">nach der neuen EAD </w:t>
          </w:r>
          <w:r w:rsidRPr="005F0001">
            <w:rPr>
              <w:b/>
              <w:bCs/>
            </w:rPr>
            <w:t xml:space="preserve">für </w:t>
          </w:r>
          <w:r w:rsidR="000D4496">
            <w:rPr>
              <w:b/>
              <w:bCs/>
            </w:rPr>
            <w:t xml:space="preserve">alle seine </w:t>
          </w:r>
          <w:r w:rsidRPr="005F0001">
            <w:rPr>
              <w:b/>
              <w:bCs/>
            </w:rPr>
            <w:t>Isokorb Typen für Stahlbeton-Stahlbeton Konstruktionen</w:t>
          </w:r>
          <w:r w:rsidR="000D4496">
            <w:rPr>
              <w:b/>
              <w:bCs/>
            </w:rPr>
            <w:t xml:space="preserve"> </w:t>
          </w:r>
          <w:r w:rsidR="00A67279">
            <w:rPr>
              <w:b/>
              <w:bCs/>
            </w:rPr>
            <w:t>zur Verfügung stellt</w:t>
          </w:r>
          <w:r w:rsidRPr="005F0001">
            <w:rPr>
              <w:b/>
              <w:bCs/>
            </w:rPr>
            <w:t>.</w:t>
          </w:r>
          <w:r>
            <w:rPr>
              <w:b/>
              <w:bCs/>
            </w:rPr>
            <w:t xml:space="preserve"> </w:t>
          </w:r>
        </w:sdtContent>
      </w:sdt>
    </w:p>
    <w:p w:rsidR="00C62EFC" w:rsidP="00C62EFC" w:rsidRDefault="00C62EFC" w14:paraId="73FB0A16" w14:textId="77777777">
      <w:pPr>
        <w:tabs>
          <w:tab w:val="left" w:pos="7088"/>
        </w:tabs>
        <w:spacing w:line="360" w:lineRule="auto"/>
        <w:ind w:right="2379"/>
        <w:jc w:val="both"/>
      </w:pPr>
    </w:p>
    <w:p w:rsidR="0049355C" w:rsidP="00657E93" w:rsidRDefault="00657E93" w14:paraId="550FC3E2" w14:textId="6FF9358F">
      <w:pPr>
        <w:tabs>
          <w:tab w:val="left" w:pos="7088"/>
        </w:tabs>
        <w:spacing w:line="360" w:lineRule="auto"/>
        <w:ind w:right="2379"/>
        <w:jc w:val="both"/>
      </w:pPr>
      <w:r w:rsidRPr="00657E93">
        <w:t xml:space="preserve">Mittlerweile sind in fast allen Bundesländern bauaufsichtlich eingeführte Mindestanforderungen an den Trittschallschutz von Balkonen in Mehrfamilienhäusern einzuhalten. Diese </w:t>
      </w:r>
      <w:r w:rsidR="003B5214">
        <w:t>sind</w:t>
      </w:r>
      <w:r>
        <w:t xml:space="preserve"> in der </w:t>
      </w:r>
      <w:r w:rsidRPr="00657E93">
        <w:t>DIN 4109-1:2018 – Schallschutz im Hochbau</w:t>
      </w:r>
      <w:r w:rsidR="003B5214">
        <w:t xml:space="preserve"> aufgeführt</w:t>
      </w:r>
      <w:r w:rsidR="00EB3913">
        <w:t>: I</w:t>
      </w:r>
      <w:r w:rsidRPr="00657E93">
        <w:t>m Sinne des Gesundheitsschutzes de</w:t>
      </w:r>
      <w:r>
        <w:t>r</w:t>
      </w:r>
      <w:r w:rsidRPr="00657E93">
        <w:t xml:space="preserve"> Nachbarn </w:t>
      </w:r>
      <w:r w:rsidR="00EB3913">
        <w:t>darf</w:t>
      </w:r>
      <w:r w:rsidR="003B5214">
        <w:t xml:space="preserve"> der bewertete Norm-Trittschallpegel in der diagonal darunterliegenden</w:t>
      </w:r>
      <w:r w:rsidRPr="00657E93">
        <w:t xml:space="preserve"> Wohnung 58 dB nicht </w:t>
      </w:r>
      <w:r w:rsidR="00EB3913">
        <w:t>überschreiten</w:t>
      </w:r>
      <w:r w:rsidRPr="00657E93">
        <w:t xml:space="preserve">. Die </w:t>
      </w:r>
      <w:r w:rsidR="008F3241">
        <w:lastRenderedPageBreak/>
        <w:t>tritt</w:t>
      </w:r>
      <w:r w:rsidR="00DA2755">
        <w:t>schalldämmende Wirkung</w:t>
      </w:r>
      <w:r w:rsidRPr="00657E93">
        <w:t xml:space="preserve"> übernehmen oft tragende Wärmedämmelemente, mit denen die Ba</w:t>
      </w:r>
      <w:r>
        <w:t>l</w:t>
      </w:r>
      <w:r w:rsidRPr="00657E93">
        <w:t xml:space="preserve">kone an die Geschossdecken angeschlossen werden. </w:t>
      </w:r>
      <w:r>
        <w:t>Da</w:t>
      </w:r>
      <w:r w:rsidR="005937AF">
        <w:t xml:space="preserve"> es</w:t>
      </w:r>
      <w:r>
        <w:t xml:space="preserve"> bisher jedoch </w:t>
      </w:r>
      <w:r w:rsidR="00DA2755">
        <w:t xml:space="preserve">kein verlässliches Prüfverfahren zur Bestimmung von </w:t>
      </w:r>
      <w:r>
        <w:t>Trittschall-Kennwerte</w:t>
      </w:r>
      <w:r w:rsidR="003B5214">
        <w:t>n</w:t>
      </w:r>
      <w:r w:rsidR="005937AF">
        <w:t xml:space="preserve"> </w:t>
      </w:r>
      <w:r w:rsidR="008F3241">
        <w:t xml:space="preserve">für Balkondämmelemente </w:t>
      </w:r>
      <w:r w:rsidR="005937AF">
        <w:t xml:space="preserve">gab, war auch keine sichere Prognose </w:t>
      </w:r>
      <w:r w:rsidR="00B23399">
        <w:t xml:space="preserve">in Hinsicht auf </w:t>
      </w:r>
      <w:r w:rsidR="008F3241">
        <w:t>den</w:t>
      </w:r>
      <w:r w:rsidR="005937AF">
        <w:t xml:space="preserve"> Trittschallschutz von Balkonen möglich. </w:t>
      </w:r>
    </w:p>
    <w:p w:rsidR="00657E93" w:rsidP="00C62EFC" w:rsidRDefault="00657E93" w14:paraId="1124A120" w14:textId="77777777">
      <w:pPr>
        <w:tabs>
          <w:tab w:val="left" w:pos="7088"/>
        </w:tabs>
        <w:spacing w:line="360" w:lineRule="auto"/>
        <w:ind w:right="2379"/>
        <w:jc w:val="both"/>
      </w:pPr>
    </w:p>
    <w:sdt>
      <w:sdtPr>
        <w:rPr>
          <w:b/>
          <w:bCs/>
        </w:rPr>
        <w:alias w:val="Zwischenüberschrift Arial 11 pt fett"/>
        <w:tag w:val="Zwischenüberschrift Arial 11 pt fett"/>
        <w:id w:val="383764012"/>
        <w:placeholder>
          <w:docPart w:val="0D1BE66D4B164A01A4DCA9C90165002C"/>
        </w:placeholder>
        <w:text/>
      </w:sdtPr>
      <w:sdtEndPr/>
      <w:sdtContent>
        <w:p w:rsidRPr="00CE05BB" w:rsidR="00205C14" w:rsidP="00205C14" w:rsidRDefault="0080084B" w14:paraId="7FF7791A" w14:textId="4F333526">
          <w:pPr>
            <w:tabs>
              <w:tab w:val="left" w:pos="7088"/>
            </w:tabs>
            <w:spacing w:line="360" w:lineRule="auto"/>
            <w:ind w:right="2379"/>
            <w:jc w:val="both"/>
            <w:rPr>
              <w:b/>
              <w:bCs/>
            </w:rPr>
          </w:pPr>
          <w:r>
            <w:rPr>
              <w:b/>
              <w:bCs/>
            </w:rPr>
            <w:t>Neues Prüfverfahren sorgt für Verlässlichkeit</w:t>
          </w:r>
        </w:p>
      </w:sdtContent>
    </w:sdt>
    <w:sdt>
      <w:sdtPr>
        <w:alias w:val="Text Arial 11pt Blocksatz 1,5 Zeilenabstand"/>
        <w:tag w:val="Text Pressemeldung Arial 11pt Blocksatz 1,5 Zeilenabstand"/>
        <w:id w:val="-1303763554"/>
        <w:placeholder>
          <w:docPart w:val="BB2F523E29320246A10520433CE9E86A"/>
        </w:placeholder>
      </w:sdtPr>
      <w:sdtEndPr/>
      <w:sdtContent>
        <w:p w:rsidR="00351188" w:rsidP="00C62EFC" w:rsidRDefault="00925F49" w14:paraId="12B9123D" w14:textId="0A5A898B">
          <w:pPr>
            <w:tabs>
              <w:tab w:val="left" w:pos="7088"/>
            </w:tabs>
            <w:spacing w:line="360" w:lineRule="auto"/>
            <w:ind w:right="2379"/>
            <w:jc w:val="both"/>
          </w:pPr>
          <w:r w:rsidRPr="00925F49">
            <w:t>Mit dem neuen</w:t>
          </w:r>
          <w:r w:rsidR="0080084B">
            <w:t xml:space="preserve"> und</w:t>
          </w:r>
          <w:r w:rsidRPr="00925F49">
            <w:t xml:space="preserve"> standardisierten Prüfverfahren</w:t>
          </w:r>
          <w:r w:rsidR="00AF4D74">
            <w:t xml:space="preserve"> nach </w:t>
          </w:r>
          <w:r w:rsidR="00CD1122">
            <w:br/>
          </w:r>
          <w:r w:rsidR="00AF4D74">
            <w:t xml:space="preserve">EAD </w:t>
          </w:r>
          <w:r w:rsidRPr="003B5214" w:rsidR="00AF4D74">
            <w:t>050001-01-0301 (</w:t>
          </w:r>
          <w:proofErr w:type="spellStart"/>
          <w:r w:rsidRPr="003B5214" w:rsidR="00AF4D74">
            <w:t>adopted</w:t>
          </w:r>
          <w:proofErr w:type="spellEnd"/>
          <w:r w:rsidRPr="003B5214" w:rsidR="00AF4D74">
            <w:t xml:space="preserve"> </w:t>
          </w:r>
          <w:proofErr w:type="spellStart"/>
          <w:r w:rsidRPr="003B5214" w:rsidR="00AF4D74">
            <w:t>version</w:t>
          </w:r>
          <w:proofErr w:type="spellEnd"/>
          <w:r w:rsidRPr="003B5214" w:rsidR="00AF4D74">
            <w:t>)</w:t>
          </w:r>
          <w:r w:rsidRPr="003B5214">
            <w:t xml:space="preserve"> liegt</w:t>
          </w:r>
          <w:r w:rsidRPr="003B5214" w:rsidR="00703DBF">
            <w:t xml:space="preserve"> </w:t>
          </w:r>
          <w:r w:rsidRPr="003B5214">
            <w:t>erstmals ein klar definiertes Verfahren vor, mit dem akustisch verlässliche Trittschall</w:t>
          </w:r>
          <w:r w:rsidRPr="00925F49">
            <w:t>-Kennwerte gemessen werden können</w:t>
          </w:r>
          <w:r w:rsidR="00D60EB0">
            <w:t>.</w:t>
          </w:r>
          <w:r w:rsidR="00703DBF">
            <w:t xml:space="preserve"> </w:t>
          </w:r>
          <w:r w:rsidR="00B23399">
            <w:t xml:space="preserve">Eine EAD (European </w:t>
          </w:r>
          <w:r w:rsidR="00516A6E">
            <w:t>Asses</w:t>
          </w:r>
          <w:r w:rsidR="00072011">
            <w:t>s</w:t>
          </w:r>
          <w:r w:rsidR="00516A6E">
            <w:t>ment</w:t>
          </w:r>
          <w:r w:rsidR="00B23399">
            <w:t xml:space="preserve"> </w:t>
          </w:r>
          <w:proofErr w:type="spellStart"/>
          <w:r w:rsidR="00B23399">
            <w:t>Document</w:t>
          </w:r>
          <w:proofErr w:type="spellEnd"/>
          <w:r w:rsidR="00B23399">
            <w:t xml:space="preserve">) ist ein Grundlagendokument zur Erteilung von Europäisch Technischen </w:t>
          </w:r>
          <w:r w:rsidR="007D6707">
            <w:t>Zulassungen</w:t>
          </w:r>
          <w:r w:rsidR="00B23399">
            <w:t xml:space="preserve"> (ETA).</w:t>
          </w:r>
          <w:r w:rsidRPr="00E078A8" w:rsidR="00B23399">
            <w:t xml:space="preserve"> </w:t>
          </w:r>
          <w:r w:rsidR="00D60EB0">
            <w:t>Während das</w:t>
          </w:r>
          <w:r w:rsidRPr="00703DBF" w:rsidR="00703DBF">
            <w:t xml:space="preserve"> bisherige EAD-Prüfverfahren</w:t>
          </w:r>
          <w:r w:rsidR="00D60EB0">
            <w:t xml:space="preserve"> </w:t>
          </w:r>
          <w:r w:rsidRPr="00703DBF" w:rsidR="00703DBF">
            <w:t xml:space="preserve">nur grobe Vorgaben hinsichtlich Prüfkörper-Abmessungen, </w:t>
          </w:r>
          <w:r w:rsidR="00DB6CB8">
            <w:t>Durchführung der Messung</w:t>
          </w:r>
          <w:r w:rsidRPr="00703DBF" w:rsidR="00703DBF">
            <w:t xml:space="preserve"> und Weiterverarbeitung der Messwerte</w:t>
          </w:r>
          <w:r w:rsidR="00703DBF">
            <w:t xml:space="preserve"> machte</w:t>
          </w:r>
          <w:r w:rsidR="00D60EB0">
            <w:t xml:space="preserve">, was zu </w:t>
          </w:r>
          <w:r w:rsidR="00732B61">
            <w:t>unzulänglichen</w:t>
          </w:r>
          <w:r w:rsidR="00D60EB0">
            <w:t xml:space="preserve"> Ergebnissen führte, ist auf die Trittschall-Kennwerte nach dem neuen Verfahren Verlass. Sie </w:t>
          </w:r>
          <w:r w:rsidR="00732B61">
            <w:t>ermöglichen endlich</w:t>
          </w:r>
          <w:r w:rsidR="00D60EB0">
            <w:t xml:space="preserve"> </w:t>
          </w:r>
          <w:r>
            <w:t>sichere</w:t>
          </w:r>
          <w:r w:rsidR="00732B61">
            <w:t xml:space="preserve"> und</w:t>
          </w:r>
          <w:r>
            <w:t xml:space="preserve"> qualifizierte Entscheidungen in Bezug auf </w:t>
          </w:r>
          <w:r w:rsidRPr="00925F49">
            <w:t>guten Trittscha</w:t>
          </w:r>
          <w:r w:rsidR="00703DBF">
            <w:t>llschutz und Wirtschaftlichkeit:</w:t>
          </w:r>
          <w:r w:rsidRPr="00925F49">
            <w:t xml:space="preserve"> Ein zusätzlicher trittschalldämmender Aufbau muss nur dort geplant werden, wo er akustisch </w:t>
          </w:r>
          <w:r w:rsidR="00884800">
            <w:t xml:space="preserve">tatsächlich </w:t>
          </w:r>
          <w:r w:rsidRPr="00925F49">
            <w:t>notwendig ist</w:t>
          </w:r>
          <w:r w:rsidR="00F51A21">
            <w:t>,</w:t>
          </w:r>
          <w:r w:rsidRPr="00925F49">
            <w:t xml:space="preserve"> und kann überall dort weggelassen werden, wo die Mindestanforderungen an den Trittschallschutz eingehalten werden. Die Trittschall-Kennwerte nach dem neuen EAD-Prüfverfahren </w:t>
          </w:r>
          <w:r w:rsidR="00D73524">
            <w:t>bieten Architekt</w:t>
          </w:r>
          <w:r w:rsidRPr="00925F49">
            <w:t xml:space="preserve">innen und Architekten </w:t>
          </w:r>
          <w:r w:rsidR="00703DBF">
            <w:t xml:space="preserve">somit </w:t>
          </w:r>
          <w:r w:rsidRPr="00925F49">
            <w:t xml:space="preserve">mehr </w:t>
          </w:r>
          <w:r w:rsidR="003B5214">
            <w:t>Planungss</w:t>
          </w:r>
          <w:r w:rsidRPr="00925F49">
            <w:t>icherheit bei der Umsetzung ihrer Projekte.</w:t>
          </w:r>
        </w:p>
      </w:sdtContent>
    </w:sdt>
    <w:p w:rsidRPr="00D423FB" w:rsidR="00C62EFC" w:rsidP="00C62EFC" w:rsidRDefault="00C62EFC" w14:paraId="38827D60" w14:textId="77777777">
      <w:pPr>
        <w:tabs>
          <w:tab w:val="left" w:pos="7088"/>
        </w:tabs>
        <w:spacing w:line="360" w:lineRule="auto"/>
        <w:ind w:right="2379"/>
        <w:jc w:val="both"/>
      </w:pPr>
    </w:p>
    <w:sdt>
      <w:sdtPr>
        <w:rPr>
          <w:b/>
          <w:bCs/>
        </w:rPr>
        <w:alias w:val="Zwischenüberschrift Arial 11 pt fett"/>
        <w:tag w:val="Zwischenüberschrift Arial 11 pt fett"/>
        <w:id w:val="1702200310"/>
        <w:placeholder>
          <w:docPart w:val="BB2F523E29320246A10520433CE9E86A"/>
        </w:placeholder>
        <w:text/>
      </w:sdtPr>
      <w:sdtEndPr/>
      <w:sdtContent>
        <w:p w:rsidRPr="00CE05BB" w:rsidR="00C62EFC" w:rsidP="00C62EFC" w:rsidRDefault="00EF6A30" w14:paraId="0110A8CB" w14:textId="27A3E5F0">
          <w:pPr>
            <w:tabs>
              <w:tab w:val="left" w:pos="7088"/>
            </w:tabs>
            <w:spacing w:line="360" w:lineRule="auto"/>
            <w:ind w:right="2379"/>
            <w:jc w:val="both"/>
            <w:rPr>
              <w:b/>
              <w:bCs/>
            </w:rPr>
          </w:pPr>
          <w:r>
            <w:rPr>
              <w:b/>
              <w:bCs/>
            </w:rPr>
            <w:t>Forschungsprojekt als Basis</w:t>
          </w:r>
        </w:p>
      </w:sdtContent>
    </w:sdt>
    <w:sdt>
      <w:sdtPr>
        <w:alias w:val="Text Arial 11pt Blocksatz 1,5 Zeilenabstand"/>
        <w:tag w:val="Text Pressemeldung Arial 11pt Blocksatz 1,5 Zeilenabstand"/>
        <w:id w:val="-782336300"/>
        <w:placeholder>
          <w:docPart w:val="AEDD27EDC02F2B49946A378EFCE07431"/>
        </w:placeholder>
      </w:sdtPr>
      <w:sdtEndPr/>
      <w:sdtContent>
        <w:p w:rsidRPr="00D423FB" w:rsidR="00C62EFC" w:rsidP="00C62EFC" w:rsidRDefault="006D365B" w14:paraId="77281550" w14:textId="0AEF6839">
          <w:pPr>
            <w:tabs>
              <w:tab w:val="left" w:pos="7088"/>
            </w:tabs>
            <w:spacing w:line="360" w:lineRule="auto"/>
            <w:ind w:right="2379"/>
            <w:jc w:val="both"/>
          </w:pPr>
          <w:r>
            <w:t xml:space="preserve">Die Entwicklung </w:t>
          </w:r>
          <w:r w:rsidR="00732B61">
            <w:t>des neuen</w:t>
          </w:r>
          <w:r>
            <w:t xml:space="preserve"> Prüfverfahrens </w:t>
          </w:r>
          <w:r w:rsidRPr="005F0001" w:rsidR="00C62EFC">
            <w:t xml:space="preserve">war Gegenstand eines vom Bundesministerium für Bildung und Forschung geförderten Forschungsprojekts, das die </w:t>
          </w:r>
          <w:r>
            <w:t xml:space="preserve">Hochschule für Technik </w:t>
          </w:r>
          <w:r w:rsidR="001C7195">
            <w:t>(H</w:t>
          </w:r>
          <w:r w:rsidR="009133B2">
            <w:t>F</w:t>
          </w:r>
          <w:r w:rsidR="001C7195">
            <w:t xml:space="preserve">T) </w:t>
          </w:r>
          <w:r w:rsidR="00205C14">
            <w:t>Stuttgart</w:t>
          </w:r>
          <w:r w:rsidRPr="005F0001" w:rsidR="00C62EFC">
            <w:t xml:space="preserve"> unter der Leitung </w:t>
          </w:r>
          <w:r>
            <w:t>von</w:t>
          </w:r>
          <w:r w:rsidRPr="005F0001" w:rsidR="00C62EFC">
            <w:t xml:space="preserve"> Prof. Dr.-Ing. Berndt Zeitler durchführte</w:t>
          </w:r>
          <w:r w:rsidR="00E52A19">
            <w:t>.</w:t>
          </w:r>
          <w:r w:rsidR="003B5214">
            <w:t xml:space="preserve"> </w:t>
          </w:r>
          <w:r w:rsidRPr="00E52A19" w:rsidR="00E52A19">
            <w:t>Der Bau</w:t>
          </w:r>
          <w:r w:rsidR="004E0EA2">
            <w:t>produkt</w:t>
          </w:r>
          <w:r w:rsidRPr="00E52A19" w:rsidR="00E52A19">
            <w:t xml:space="preserve">ehersteller </w:t>
          </w:r>
          <w:r w:rsidR="00CB0DD3">
            <w:t xml:space="preserve">Schöck </w:t>
          </w:r>
          <w:r w:rsidRPr="00E52A19" w:rsidR="00E52A19">
            <w:t xml:space="preserve">unterstützte </w:t>
          </w:r>
          <w:r w:rsidR="00E52A19">
            <w:t xml:space="preserve">die </w:t>
          </w:r>
          <w:r w:rsidR="009133B2">
            <w:t>HFT</w:t>
          </w:r>
          <w:r w:rsidR="00E62F56">
            <w:t xml:space="preserve"> Stuttgart </w:t>
          </w:r>
          <w:r w:rsidRPr="00E52A19" w:rsidR="00E52A19">
            <w:t xml:space="preserve">als Industriepartner </w:t>
          </w:r>
          <w:r w:rsidR="004E0EA2">
            <w:t>mit</w:t>
          </w:r>
          <w:r w:rsidR="003B5214">
            <w:t xml:space="preserve"> </w:t>
          </w:r>
          <w:r w:rsidR="00CB0DD3">
            <w:t>entsprechende</w:t>
          </w:r>
          <w:r w:rsidR="009C4368">
            <w:t>r</w:t>
          </w:r>
          <w:r w:rsidR="00CB0DD3">
            <w:t xml:space="preserve"> Expertise</w:t>
          </w:r>
          <w:r w:rsidR="00E52A19">
            <w:t>. Die Ergebnisse des Forschungsprojekts fanden Einzug in die kürzlich abgeschlossene Überarbeitung der bisherigen EAD</w:t>
          </w:r>
          <w:r w:rsidR="006B5394">
            <w:t>.</w:t>
          </w:r>
        </w:p>
      </w:sdtContent>
    </w:sdt>
    <w:p w:rsidRPr="00EA48B1" w:rsidR="00EA48B1" w:rsidP="00EA48B1" w:rsidRDefault="00EA48B1" w14:paraId="6A9EFED1" w14:textId="77777777">
      <w:pPr>
        <w:tabs>
          <w:tab w:val="left" w:pos="7088"/>
        </w:tabs>
        <w:spacing w:line="360" w:lineRule="auto"/>
        <w:ind w:right="2379"/>
        <w:jc w:val="both"/>
      </w:pPr>
    </w:p>
    <w:sdt>
      <w:sdtPr>
        <w:rPr>
          <w:b/>
          <w:bCs/>
        </w:rPr>
        <w:alias w:val="Zwischenüberschrift Arial 11 pt fett"/>
        <w:tag w:val="Zwischenüberschrift Arial 11 pt fett"/>
        <w:id w:val="1369174237"/>
        <w:placeholder>
          <w:docPart w:val="5E332A8F992744C4B6654F30576F01DD"/>
        </w:placeholder>
        <w:text/>
      </w:sdtPr>
      <w:sdtEndPr/>
      <w:sdtContent>
        <w:p w:rsidRPr="00EA48B1" w:rsidR="00EA48B1" w:rsidP="00EA48B1" w:rsidRDefault="00207022" w14:paraId="70A28731" w14:textId="723A3896">
          <w:pPr>
            <w:tabs>
              <w:tab w:val="left" w:pos="7088"/>
            </w:tabs>
            <w:spacing w:line="360" w:lineRule="auto"/>
            <w:ind w:right="2379"/>
            <w:jc w:val="both"/>
            <w:rPr>
              <w:b/>
              <w:bCs/>
            </w:rPr>
          </w:pPr>
          <w:r>
            <w:rPr>
              <w:b/>
              <w:bCs/>
            </w:rPr>
            <w:t>Er</w:t>
          </w:r>
          <w:r w:rsidR="00626C13">
            <w:rPr>
              <w:b/>
              <w:bCs/>
            </w:rPr>
            <w:t>s</w:t>
          </w:r>
          <w:r>
            <w:rPr>
              <w:b/>
              <w:bCs/>
            </w:rPr>
            <w:t>tmals herstellerübergreifende Vergleichbarkeit möglich</w:t>
          </w:r>
        </w:p>
      </w:sdtContent>
    </w:sdt>
    <w:sdt>
      <w:sdtPr>
        <w:alias w:val="Text Arial 11pt Blocksatz 1,5 Zeilenabstand"/>
        <w:tag w:val="Text Pressemeldung Arial 11pt Blocksatz 1,5 Zeilenabstand"/>
        <w:id w:val="-1016840077"/>
        <w:placeholder>
          <w:docPart w:val="8E51BC3055284E16B77BCDA8421C32C5"/>
        </w:placeholder>
      </w:sdtPr>
      <w:sdtEndPr/>
      <w:sdtContent>
        <w:p w:rsidRPr="00EA48B1" w:rsidR="00EA48B1" w:rsidP="00EA48B1" w:rsidRDefault="00CB0DD3" w14:paraId="262958E4" w14:textId="3C02DBA2">
          <w:pPr>
            <w:tabs>
              <w:tab w:val="left" w:pos="7088"/>
            </w:tabs>
            <w:spacing w:line="360" w:lineRule="auto"/>
            <w:ind w:right="2379"/>
            <w:jc w:val="both"/>
          </w:pPr>
          <w:r>
            <w:t xml:space="preserve">Wenn </w:t>
          </w:r>
          <w:r w:rsidRPr="003D2DE0" w:rsidR="003D2DE0">
            <w:t xml:space="preserve">Hersteller von tragenden Wärmedämmelementen </w:t>
          </w:r>
          <w:r w:rsidR="003D2DE0">
            <w:t xml:space="preserve">in </w:t>
          </w:r>
          <w:r w:rsidR="00D7547B">
            <w:t xml:space="preserve">Zukunft </w:t>
          </w:r>
          <w:r>
            <w:t xml:space="preserve">ihre </w:t>
          </w:r>
          <w:r w:rsidR="00D7547B">
            <w:t xml:space="preserve">Trittschall-Kennwerte </w:t>
          </w:r>
          <w:r w:rsidR="003D2DE0">
            <w:t>nach d</w:t>
          </w:r>
          <w:r>
            <w:t>i</w:t>
          </w:r>
          <w:r w:rsidR="003D2DE0">
            <w:t>e</w:t>
          </w:r>
          <w:r>
            <w:t>se</w:t>
          </w:r>
          <w:r w:rsidR="003D2DE0">
            <w:t>m neuen Verfahre</w:t>
          </w:r>
          <w:r>
            <w:t>n</w:t>
          </w:r>
          <w:r w:rsidR="003D2DE0">
            <w:t xml:space="preserve"> messen</w:t>
          </w:r>
          <w:r>
            <w:t xml:space="preserve">, ist </w:t>
          </w:r>
          <w:r w:rsidR="001719EF">
            <w:t xml:space="preserve">es </w:t>
          </w:r>
          <w:r w:rsidR="00E62F56">
            <w:t>erstmals</w:t>
          </w:r>
          <w:r w:rsidR="003B5214">
            <w:t xml:space="preserve"> </w:t>
          </w:r>
          <w:r w:rsidR="00447A8B">
            <w:t xml:space="preserve">möglich, die Kennwerte zuverlässig </w:t>
          </w:r>
          <w:r w:rsidR="00E62F56">
            <w:t xml:space="preserve">miteinander </w:t>
          </w:r>
          <w:r w:rsidR="00447A8B">
            <w:t>zu vergleichen.</w:t>
          </w:r>
          <w:r w:rsidR="00D7547B">
            <w:t xml:space="preserve"> </w:t>
          </w:r>
          <w:r w:rsidR="00FE450B">
            <w:t xml:space="preserve">Schöck </w:t>
          </w:r>
          <w:r w:rsidR="00732B61">
            <w:t xml:space="preserve">liefert </w:t>
          </w:r>
          <w:r w:rsidR="00141A88">
            <w:t xml:space="preserve">schon jetzt </w:t>
          </w:r>
          <w:r w:rsidR="00FE450B">
            <w:t xml:space="preserve">die </w:t>
          </w:r>
          <w:r w:rsidR="009C4368">
            <w:t xml:space="preserve">verlässlichen </w:t>
          </w:r>
          <w:r w:rsidR="00FE450B">
            <w:t xml:space="preserve">Trittschall-Kennwerte für </w:t>
          </w:r>
          <w:r w:rsidR="00222399">
            <w:t>knapp 10.000</w:t>
          </w:r>
          <w:r w:rsidR="00FE450B">
            <w:t xml:space="preserve"> </w:t>
          </w:r>
          <w:r w:rsidR="002579FB">
            <w:t>Typen des Isokorb</w:t>
          </w:r>
          <w:r w:rsidR="00FE450B">
            <w:t xml:space="preserve"> </w:t>
          </w:r>
          <w:r w:rsidR="002B6B61">
            <w:t xml:space="preserve">für </w:t>
          </w:r>
          <w:r w:rsidR="00207022">
            <w:t>Stahlbeton-Stahlbeton Konstruktionen</w:t>
          </w:r>
          <w:r w:rsidR="002B6B61">
            <w:t xml:space="preserve"> </w:t>
          </w:r>
          <w:r w:rsidR="00732B61">
            <w:t>– und damit die</w:t>
          </w:r>
          <w:r w:rsidR="00FE450B">
            <w:t xml:space="preserve"> </w:t>
          </w:r>
          <w:r w:rsidR="00732B61">
            <w:t>Basis</w:t>
          </w:r>
          <w:r w:rsidR="00FE450B">
            <w:t xml:space="preserve"> </w:t>
          </w:r>
          <w:r w:rsidR="003D2DE0">
            <w:t>für</w:t>
          </w:r>
          <w:r w:rsidR="00732B61">
            <w:t xml:space="preserve"> nachhaltiges und</w:t>
          </w:r>
          <w:r w:rsidR="003D2DE0">
            <w:t xml:space="preserve"> </w:t>
          </w:r>
          <w:r w:rsidR="00FE450B">
            <w:t>wirtschaftliche</w:t>
          </w:r>
          <w:r w:rsidR="003D2DE0">
            <w:t>s Planen</w:t>
          </w:r>
          <w:r w:rsidR="000B6FA7">
            <w:t xml:space="preserve"> nach neuestem Stand von Wissenschaft und Technik</w:t>
          </w:r>
          <w:r w:rsidR="00FE450B">
            <w:t>.</w:t>
          </w:r>
        </w:p>
      </w:sdtContent>
    </w:sdt>
    <w:p w:rsidRPr="005F0001" w:rsidR="00C62EFC" w:rsidP="00C62EFC" w:rsidRDefault="00C62EFC" w14:paraId="57C6864A" w14:textId="77777777">
      <w:pPr>
        <w:tabs>
          <w:tab w:val="left" w:pos="7088"/>
        </w:tabs>
        <w:spacing w:line="360" w:lineRule="auto"/>
        <w:ind w:right="2379"/>
        <w:jc w:val="both"/>
      </w:pPr>
    </w:p>
    <w:p w:rsidRPr="00CE05BB" w:rsidR="00C62EFC" w:rsidP="00C62EFC" w:rsidRDefault="00E03353" w14:paraId="189DA012" w14:textId="4C6C318E">
      <w:pPr>
        <w:tabs>
          <w:tab w:val="left" w:pos="7088"/>
        </w:tabs>
        <w:spacing w:line="360" w:lineRule="auto"/>
        <w:ind w:right="2379"/>
        <w:jc w:val="both"/>
        <w:rPr>
          <w:b/>
          <w:bCs/>
        </w:rPr>
      </w:pPr>
      <w:r w:rsidRPr="005F0001">
        <w:rPr>
          <w:b/>
          <w:bCs/>
        </w:rPr>
        <w:t xml:space="preserve">Isokorb – auch energetisch </w:t>
      </w:r>
      <w:r>
        <w:rPr>
          <w:b/>
          <w:bCs/>
        </w:rPr>
        <w:t>die richtige Wahl</w:t>
      </w:r>
    </w:p>
    <w:sdt>
      <w:sdtPr>
        <w:alias w:val="Text Arial 11pt Blocksatz 1,5 Zeilenabstand"/>
        <w:tag w:val="Text Pressemeldung Arial 11pt Blocksatz 1,5 Zeilenabstand"/>
        <w:id w:val="1260874995"/>
        <w:placeholder>
          <w:docPart w:val="D42AEF736D3D1045B8690313885F827C"/>
        </w:placeholder>
      </w:sdtPr>
      <w:sdtEndPr/>
      <w:sdtContent>
        <w:p w:rsidRPr="00D423FB" w:rsidR="00C62EFC" w:rsidP="00C62EFC" w:rsidRDefault="00C62EFC" w14:paraId="72129752" w14:textId="54CC1DDA">
          <w:pPr>
            <w:tabs>
              <w:tab w:val="left" w:pos="7088"/>
            </w:tabs>
            <w:spacing w:line="360" w:lineRule="auto"/>
            <w:ind w:right="2379"/>
            <w:jc w:val="both"/>
          </w:pPr>
          <w:r w:rsidRPr="005F0001">
            <w:t xml:space="preserve">Mit Produkten wie dem Schöck Isokorb XT für Stahlbetonbalkone sind Planer </w:t>
          </w:r>
          <w:r w:rsidR="00351188">
            <w:t xml:space="preserve">in puncto </w:t>
          </w:r>
          <w:r w:rsidRPr="005F0001" w:rsidR="00351188">
            <w:t>Trittschall-Kennwerte</w:t>
          </w:r>
          <w:r w:rsidR="00351188">
            <w:t xml:space="preserve"> und</w:t>
          </w:r>
          <w:r w:rsidRPr="005F0001" w:rsidR="00351188">
            <w:t xml:space="preserve"> Wärmedämmqualität </w:t>
          </w:r>
          <w:r w:rsidRPr="005F0001">
            <w:t xml:space="preserve">auf der zukunftssicheren Seite. Durch die absehbare Verschärfung der Anforderungen an die Energieeffizienz von förderfähigen Gebäuden wird das KfW-Effizienzhaus 40 zum neuen Standard mit energetischen Maßstäben, denen der Isokorb XT schon heute entspricht. </w:t>
          </w:r>
        </w:p>
      </w:sdtContent>
    </w:sdt>
    <w:sdt>
      <w:sdtPr>
        <w:alias w:val="Text Arial 11pt Blocksatz 1,5 Zeilenabstand"/>
        <w:tag w:val="Text Pressemeldung Arial 11pt Blocksatz 1,5 Zeilenabstand"/>
        <w:id w:val="-837608499"/>
        <w:placeholder>
          <w:docPart w:val="806EC3881A29814C969920A108D85D7A"/>
        </w:placeholder>
      </w:sdtPr>
      <w:sdtEndPr/>
      <w:sdtContent>
        <w:p w:rsidR="001F6AB5" w:rsidRDefault="003B66ED" w14:paraId="7DB23669" w14:textId="67199A57">
          <w:pPr>
            <w:tabs>
              <w:tab w:val="left" w:pos="7088"/>
            </w:tabs>
            <w:spacing w:line="360" w:lineRule="auto"/>
            <w:ind w:right="2379"/>
            <w:jc w:val="both"/>
          </w:pPr>
          <w:r>
            <w:t xml:space="preserve"> </w:t>
          </w:r>
        </w:p>
        <w:p w:rsidR="005F76FD" w:rsidP="00C72337" w:rsidRDefault="00595167" w14:paraId="4193235D" w14:textId="49028462">
          <w:pPr>
            <w:tabs>
              <w:tab w:val="left" w:pos="7088"/>
            </w:tabs>
            <w:spacing w:line="360" w:lineRule="auto"/>
            <w:ind w:right="2379"/>
            <w:jc w:val="both"/>
          </w:pPr>
          <w:r>
            <w:t xml:space="preserve">Weitere Informationen unter </w:t>
          </w:r>
          <w:hyperlink w:history="1" r:id="rId11">
            <w:r w:rsidRPr="00D54F35" w:rsidR="005D7831">
              <w:rPr>
                <w:rStyle w:val="Hyperlink"/>
              </w:rPr>
              <w:t>www.schoeck.com/trittschall-isokorb/de</w:t>
            </w:r>
          </w:hyperlink>
          <w:r w:rsidR="005D7831">
            <w:t xml:space="preserve"> </w:t>
          </w:r>
        </w:p>
        <w:p w:rsidR="004938DE" w:rsidP="004938DE" w:rsidRDefault="00061D10" w14:paraId="380D6D06" w14:textId="191A1431">
          <w:pPr>
            <w:tabs>
              <w:tab w:val="left" w:pos="7088"/>
            </w:tabs>
            <w:spacing w:line="360" w:lineRule="auto"/>
            <w:ind w:right="2379"/>
            <w:jc w:val="both"/>
          </w:pPr>
        </w:p>
      </w:sdtContent>
    </w:sdt>
    <w:p w:rsidR="00A06A8B" w:rsidP="00A06A8B" w:rsidRDefault="00061D10" w14:paraId="6297AA56" w14:textId="2F6BEA42">
      <w:pPr>
        <w:tabs>
          <w:tab w:val="left" w:pos="7088"/>
        </w:tabs>
        <w:spacing w:line="360" w:lineRule="auto"/>
        <w:ind w:right="2379"/>
        <w:jc w:val="right"/>
        <w:rPr>
          <w:sz w:val="16"/>
          <w:szCs w:val="16"/>
        </w:rPr>
      </w:pPr>
      <w:sdt>
        <w:sdtPr>
          <w:rPr>
            <w:sz w:val="16"/>
            <w:szCs w:val="16"/>
          </w:rPr>
          <w:id w:val="-1695524846"/>
          <w:placeholder>
            <w:docPart w:val="6AE9963A16EAB14A99856700DED1D54F"/>
          </w:placeholder>
          <w:text/>
        </w:sdtPr>
        <w:sdtEndPr/>
        <w:sdtContent>
          <w:r w:rsidR="006004DC">
            <w:rPr>
              <w:sz w:val="16"/>
              <w:szCs w:val="16"/>
            </w:rPr>
            <w:t>4.074</w:t>
          </w:r>
        </w:sdtContent>
      </w:sdt>
      <w:r w:rsidRPr="002B3818" w:rsidR="00A06A8B">
        <w:rPr>
          <w:sz w:val="16"/>
          <w:szCs w:val="16"/>
        </w:rPr>
        <w:t xml:space="preserve"> Zeichen (inkl. Leerzeichen)</w:t>
      </w:r>
    </w:p>
    <w:p w:rsidR="002A4FC8" w:rsidP="002A4FC8" w:rsidRDefault="002A4FC8" w14:paraId="23AFEE75" w14:textId="77777777">
      <w:pPr>
        <w:tabs>
          <w:tab w:val="left" w:pos="7088"/>
        </w:tabs>
        <w:spacing w:line="360" w:lineRule="auto"/>
        <w:ind w:right="2379"/>
        <w:rPr>
          <w:b/>
          <w:bCs/>
        </w:rPr>
      </w:pPr>
    </w:p>
    <w:p w:rsidRPr="002B3818" w:rsidR="00E6176E" w:rsidP="002A4FC8" w:rsidRDefault="002A4FC8" w14:paraId="408BA83D" w14:textId="06486DFB">
      <w:pPr>
        <w:tabs>
          <w:tab w:val="left" w:pos="7088"/>
        </w:tabs>
        <w:spacing w:line="360" w:lineRule="auto"/>
        <w:ind w:right="2379"/>
        <w:rPr>
          <w:sz w:val="16"/>
          <w:szCs w:val="16"/>
        </w:rPr>
      </w:pPr>
      <w:r w:rsidRPr="002A4FC8">
        <w:rPr>
          <w:b/>
          <w:bCs/>
        </w:rPr>
        <w:t>Infokasten</w:t>
      </w:r>
    </w:p>
    <w:p w:rsidRPr="005D7831" w:rsidR="00A06A8B" w:rsidP="00A06A8B" w:rsidRDefault="007F57F0" w14:paraId="6F6E9389" w14:textId="6735D292">
      <w:pPr>
        <w:tabs>
          <w:tab w:val="left" w:pos="7088"/>
        </w:tabs>
        <w:spacing w:line="360" w:lineRule="auto"/>
        <w:ind w:right="2379"/>
        <w:jc w:val="both"/>
        <w:rPr>
          <w:b/>
          <w:bCs/>
        </w:rPr>
      </w:pPr>
      <w:r w:rsidRPr="005D7831">
        <w:rPr>
          <w:b/>
          <w:bCs/>
        </w:rPr>
        <w:t>Web-Seminar</w:t>
      </w:r>
      <w:r w:rsidR="00E6176E">
        <w:rPr>
          <w:b/>
          <w:bCs/>
        </w:rPr>
        <w:t>e: Experten-Know-how</w:t>
      </w:r>
      <w:r w:rsidRPr="005D7831">
        <w:rPr>
          <w:b/>
          <w:bCs/>
        </w:rPr>
        <w:t xml:space="preserve"> für Architekten und Bauphysiker </w:t>
      </w:r>
    </w:p>
    <w:p w:rsidRPr="00D423FB" w:rsidR="00371EB4" w:rsidP="00371EB4" w:rsidRDefault="00562CBE" w14:paraId="73D48C93" w14:textId="2779B517">
      <w:pPr>
        <w:tabs>
          <w:tab w:val="left" w:pos="7088"/>
        </w:tabs>
        <w:spacing w:line="360" w:lineRule="auto"/>
        <w:ind w:right="2379"/>
        <w:jc w:val="both"/>
      </w:pPr>
      <w:r>
        <w:t xml:space="preserve">In Web-Seminaren </w:t>
      </w:r>
      <w:r w:rsidR="00200181">
        <w:t>zum</w:t>
      </w:r>
      <w:r>
        <w:t xml:space="preserve"> </w:t>
      </w:r>
      <w:r w:rsidRPr="005D7831">
        <w:t>neuen und standardisierten Prüfverfahren nach EAD 050001-01-0301 (</w:t>
      </w:r>
      <w:proofErr w:type="spellStart"/>
      <w:r w:rsidRPr="005D7831">
        <w:t>adopted</w:t>
      </w:r>
      <w:proofErr w:type="spellEnd"/>
      <w:r w:rsidRPr="005D7831">
        <w:t xml:space="preserve"> </w:t>
      </w:r>
      <w:proofErr w:type="spellStart"/>
      <w:r w:rsidRPr="005D7831">
        <w:t>version</w:t>
      </w:r>
      <w:proofErr w:type="spellEnd"/>
      <w:r w:rsidRPr="005D7831">
        <w:t>)</w:t>
      </w:r>
      <w:r w:rsidR="00200181">
        <w:t xml:space="preserve"> und den daraus resultierenden Trittschall-Kennwerten</w:t>
      </w:r>
      <w:r w:rsidRPr="005D7831">
        <w:t xml:space="preserve"> liefert Schöck Architekten und Bauphysikern Expertenwissen aus erster </w:t>
      </w:r>
      <w:r w:rsidRPr="00371EB4" w:rsidR="00371EB4">
        <w:t>Hand</w:t>
      </w:r>
      <w:r w:rsidRPr="005D7831">
        <w:t xml:space="preserve">. </w:t>
      </w:r>
      <w:r w:rsidR="00C90343">
        <w:t xml:space="preserve">Gast-Referenten der Hochschule für Technik Stuttgart erklären, was es mit dem </w:t>
      </w:r>
      <w:r w:rsidR="00B52976">
        <w:t xml:space="preserve">neuen </w:t>
      </w:r>
      <w:r w:rsidR="00C90343">
        <w:t xml:space="preserve">EAD-Prüfverfahren auf sich hat. </w:t>
      </w:r>
      <w:r w:rsidRPr="005D7831" w:rsidR="00701624">
        <w:t xml:space="preserve">Die </w:t>
      </w:r>
      <w:r w:rsidR="00196191">
        <w:t>Web-</w:t>
      </w:r>
      <w:r w:rsidRPr="005D7831" w:rsidR="00701624">
        <w:t xml:space="preserve">Seminare </w:t>
      </w:r>
      <w:r w:rsidRPr="005D7831" w:rsidR="00594BF7">
        <w:t>sind kostenlos</w:t>
      </w:r>
      <w:r w:rsidR="00FE5871">
        <w:t>.</w:t>
      </w:r>
    </w:p>
    <w:p w:rsidR="00594BF7" w:rsidP="00A06A8B" w:rsidRDefault="00594BF7" w14:paraId="03251736" w14:textId="333B458D">
      <w:pPr>
        <w:tabs>
          <w:tab w:val="left" w:pos="7088"/>
        </w:tabs>
        <w:spacing w:line="360" w:lineRule="auto"/>
        <w:ind w:right="2379"/>
        <w:jc w:val="both"/>
      </w:pPr>
    </w:p>
    <w:p w:rsidRPr="00181060" w:rsidR="00594BF7" w:rsidP="00A06A8B" w:rsidRDefault="00594BF7" w14:paraId="14CF06B4" w14:textId="175866AC">
      <w:pPr>
        <w:tabs>
          <w:tab w:val="left" w:pos="7088"/>
        </w:tabs>
        <w:spacing w:line="360" w:lineRule="auto"/>
        <w:ind w:right="2379"/>
        <w:jc w:val="both"/>
        <w:rPr>
          <w:b/>
          <w:bCs/>
        </w:rPr>
      </w:pPr>
      <w:r w:rsidRPr="002A4FC8">
        <w:rPr>
          <w:b/>
          <w:bCs/>
        </w:rPr>
        <w:t xml:space="preserve">Web-Seminar </w:t>
      </w:r>
      <w:r w:rsidRPr="00181060">
        <w:rPr>
          <w:b/>
          <w:bCs/>
        </w:rPr>
        <w:t>für Bauphysiker:</w:t>
      </w:r>
    </w:p>
    <w:p w:rsidRPr="00181060" w:rsidR="00594BF7" w:rsidP="002A4FC8" w:rsidRDefault="00594BF7" w14:paraId="546AC7B0" w14:textId="77A68747">
      <w:pPr>
        <w:pStyle w:val="Listenabsatz"/>
        <w:numPr>
          <w:ilvl w:val="0"/>
          <w:numId w:val="3"/>
        </w:numPr>
        <w:tabs>
          <w:tab w:val="left" w:pos="7088"/>
        </w:tabs>
        <w:spacing w:line="360" w:lineRule="auto"/>
        <w:ind w:right="2379"/>
        <w:jc w:val="both"/>
      </w:pPr>
      <w:r w:rsidRPr="00181060">
        <w:t>28. Juni 2022: 14</w:t>
      </w:r>
      <w:r w:rsidR="0044506D">
        <w:t xml:space="preserve"> </w:t>
      </w:r>
      <w:r w:rsidR="002C268C">
        <w:t>–</w:t>
      </w:r>
      <w:r w:rsidR="0044506D">
        <w:t xml:space="preserve"> </w:t>
      </w:r>
      <w:r w:rsidRPr="00181060">
        <w:t>15 Uhr</w:t>
      </w:r>
    </w:p>
    <w:p w:rsidRPr="00181060" w:rsidR="00594BF7" w:rsidP="002A4FC8" w:rsidRDefault="00627122" w14:paraId="7AAD967F" w14:textId="1D08FB7C">
      <w:pPr>
        <w:pStyle w:val="Listenabsatz"/>
        <w:numPr>
          <w:ilvl w:val="0"/>
          <w:numId w:val="3"/>
        </w:numPr>
        <w:tabs>
          <w:tab w:val="left" w:pos="7088"/>
        </w:tabs>
        <w:spacing w:line="360" w:lineRule="auto"/>
        <w:ind w:right="2379"/>
        <w:jc w:val="both"/>
      </w:pPr>
      <w:r w:rsidRPr="00181060">
        <w:t xml:space="preserve">1. </w:t>
      </w:r>
      <w:r w:rsidRPr="00181060" w:rsidR="0035672B">
        <w:t>Juli 2022: 9</w:t>
      </w:r>
      <w:r w:rsidR="00191B5F">
        <w:t xml:space="preserve"> </w:t>
      </w:r>
      <w:r w:rsidR="002C268C">
        <w:t>–</w:t>
      </w:r>
      <w:r w:rsidR="00191B5F">
        <w:t xml:space="preserve"> </w:t>
      </w:r>
      <w:r w:rsidR="002C268C">
        <w:t>1</w:t>
      </w:r>
      <w:r w:rsidRPr="00181060" w:rsidR="0035672B">
        <w:t>0 Uhr</w:t>
      </w:r>
    </w:p>
    <w:p w:rsidR="0035672B" w:rsidP="00A06A8B" w:rsidRDefault="0035672B" w14:paraId="141000A5" w14:textId="77777777">
      <w:pPr>
        <w:tabs>
          <w:tab w:val="left" w:pos="7088"/>
        </w:tabs>
        <w:spacing w:line="360" w:lineRule="auto"/>
        <w:ind w:right="2379"/>
        <w:jc w:val="both"/>
      </w:pPr>
    </w:p>
    <w:p w:rsidRPr="002A4FC8" w:rsidR="0035672B" w:rsidP="00A06A8B" w:rsidRDefault="0035672B" w14:paraId="1229F38B" w14:textId="3C322462">
      <w:pPr>
        <w:tabs>
          <w:tab w:val="left" w:pos="7088"/>
        </w:tabs>
        <w:spacing w:line="360" w:lineRule="auto"/>
        <w:ind w:right="2379"/>
        <w:jc w:val="both"/>
        <w:rPr>
          <w:b/>
          <w:bCs/>
        </w:rPr>
      </w:pPr>
      <w:r w:rsidRPr="002A4FC8">
        <w:rPr>
          <w:b/>
          <w:bCs/>
        </w:rPr>
        <w:lastRenderedPageBreak/>
        <w:t>Web-Seminar für Architekten:</w:t>
      </w:r>
    </w:p>
    <w:p w:rsidRPr="00181060" w:rsidR="0035672B" w:rsidP="002A4FC8" w:rsidRDefault="0035672B" w14:paraId="5D496739" w14:textId="114A4CC9">
      <w:pPr>
        <w:pStyle w:val="Listenabsatz"/>
        <w:numPr>
          <w:ilvl w:val="0"/>
          <w:numId w:val="5"/>
        </w:numPr>
        <w:tabs>
          <w:tab w:val="left" w:pos="7088"/>
        </w:tabs>
        <w:spacing w:line="360" w:lineRule="auto"/>
        <w:ind w:right="2379"/>
        <w:jc w:val="both"/>
      </w:pPr>
      <w:r>
        <w:t xml:space="preserve">5. Juli </w:t>
      </w:r>
      <w:r w:rsidRPr="00181060">
        <w:t>2022: 13</w:t>
      </w:r>
      <w:r w:rsidR="00D623A0">
        <w:t xml:space="preserve"> </w:t>
      </w:r>
      <w:r w:rsidR="00607693">
        <w:t>–</w:t>
      </w:r>
      <w:r w:rsidR="00D623A0">
        <w:t xml:space="preserve"> </w:t>
      </w:r>
      <w:r w:rsidRPr="00181060">
        <w:t>14 Uhr</w:t>
      </w:r>
    </w:p>
    <w:p w:rsidRPr="00181060" w:rsidR="0035672B" w:rsidP="002A4FC8" w:rsidRDefault="0035672B" w14:paraId="6A31EF39" w14:textId="492C7FBE">
      <w:pPr>
        <w:pStyle w:val="Listenabsatz"/>
        <w:numPr>
          <w:ilvl w:val="0"/>
          <w:numId w:val="5"/>
        </w:numPr>
        <w:tabs>
          <w:tab w:val="left" w:pos="7088"/>
        </w:tabs>
        <w:spacing w:line="360" w:lineRule="auto"/>
        <w:ind w:right="2379"/>
        <w:jc w:val="both"/>
      </w:pPr>
      <w:r w:rsidRPr="00181060">
        <w:t>8. Juli</w:t>
      </w:r>
      <w:r w:rsidRPr="00181060" w:rsidR="00371EB4">
        <w:t>: 9</w:t>
      </w:r>
      <w:r w:rsidR="00EF33AB">
        <w:t xml:space="preserve"> </w:t>
      </w:r>
      <w:r w:rsidR="002C268C">
        <w:t>–</w:t>
      </w:r>
      <w:r w:rsidR="00EF33AB">
        <w:t xml:space="preserve"> </w:t>
      </w:r>
      <w:r w:rsidRPr="00181060" w:rsidR="00371EB4">
        <w:t>10 Uhr</w:t>
      </w:r>
    </w:p>
    <w:p w:rsidR="002A4FC8" w:rsidP="000951DE" w:rsidRDefault="002A4FC8" w14:paraId="173EBBFB" w14:textId="77777777">
      <w:pPr>
        <w:pStyle w:val="Listenabsatz"/>
        <w:tabs>
          <w:tab w:val="left" w:pos="7088"/>
        </w:tabs>
        <w:spacing w:line="360" w:lineRule="auto"/>
        <w:ind w:right="2379"/>
        <w:jc w:val="both"/>
      </w:pPr>
    </w:p>
    <w:p w:rsidR="00371EB4" w:rsidP="00A06A8B" w:rsidRDefault="00371EB4" w14:paraId="66E5B384" w14:textId="1560CDCF">
      <w:pPr>
        <w:tabs>
          <w:tab w:val="left" w:pos="7088"/>
        </w:tabs>
        <w:spacing w:line="360" w:lineRule="auto"/>
        <w:ind w:right="2379"/>
        <w:jc w:val="both"/>
        <w:rPr>
          <w:rStyle w:val="Hyperlink"/>
        </w:rPr>
      </w:pPr>
      <w:r>
        <w:t xml:space="preserve">Weitere Informationen </w:t>
      </w:r>
      <w:r w:rsidR="00B42600">
        <w:t xml:space="preserve">sowie Anmeldemöglichkeiten </w:t>
      </w:r>
      <w:r>
        <w:t xml:space="preserve">zu den Web-Seminaren </w:t>
      </w:r>
      <w:r w:rsidR="00B42600">
        <w:t xml:space="preserve">finden Sie </w:t>
      </w:r>
      <w:r>
        <w:t>unter:</w:t>
      </w:r>
      <w:r w:rsidR="000951DE">
        <w:t xml:space="preserve"> </w:t>
      </w:r>
    </w:p>
    <w:p w:rsidR="00627122" w:rsidP="00A06A8B" w:rsidRDefault="00061D10" w14:paraId="5B4C6D1F" w14:textId="44A79572">
      <w:pPr>
        <w:tabs>
          <w:tab w:val="left" w:pos="7088"/>
        </w:tabs>
        <w:spacing w:line="360" w:lineRule="auto"/>
        <w:ind w:right="2379"/>
        <w:jc w:val="both"/>
      </w:pPr>
      <w:hyperlink w:history="1" r:id="rId12">
        <w:r w:rsidRPr="00E059B6" w:rsidR="00627122">
          <w:rPr>
            <w:rStyle w:val="Hyperlink"/>
          </w:rPr>
          <w:t>www.schoeck.com/ead-isokorb/de</w:t>
        </w:r>
      </w:hyperlink>
    </w:p>
    <w:p w:rsidR="00627122" w:rsidP="00A06A8B" w:rsidRDefault="00627122" w14:paraId="05C9F5A0" w14:textId="77777777">
      <w:pPr>
        <w:tabs>
          <w:tab w:val="left" w:pos="7088"/>
        </w:tabs>
        <w:spacing w:line="360" w:lineRule="auto"/>
        <w:ind w:right="2379"/>
        <w:jc w:val="both"/>
      </w:pPr>
    </w:p>
    <w:p w:rsidR="00371EB4" w:rsidP="00A06A8B" w:rsidRDefault="00371EB4" w14:paraId="1DF528C2" w14:textId="77777777">
      <w:pPr>
        <w:tabs>
          <w:tab w:val="left" w:pos="7088"/>
        </w:tabs>
        <w:spacing w:line="360" w:lineRule="auto"/>
        <w:ind w:right="2379"/>
        <w:jc w:val="both"/>
      </w:pPr>
    </w:p>
    <w:p w:rsidR="002A4FC8" w:rsidP="00A06A8B" w:rsidRDefault="002A4FC8" w14:paraId="60D1CEC9" w14:textId="77777777">
      <w:pPr>
        <w:tabs>
          <w:tab w:val="left" w:pos="7088"/>
        </w:tabs>
        <w:spacing w:line="360" w:lineRule="auto"/>
        <w:ind w:right="2379"/>
        <w:jc w:val="both"/>
      </w:pPr>
    </w:p>
    <w:p w:rsidR="00A06A8B" w:rsidP="00A06A8B" w:rsidRDefault="00A06A8B" w14:paraId="001ED700" w14:textId="7BC4B2B6">
      <w:pPr>
        <w:spacing w:line="360" w:lineRule="auto"/>
        <w:ind w:right="2126"/>
        <w:rPr>
          <w:rFonts w:eastAsia="CorpidE1s-Regular"/>
          <w:b/>
          <w:bCs/>
        </w:rPr>
      </w:pPr>
      <w:r w:rsidRPr="00266755">
        <w:rPr>
          <w:rFonts w:eastAsia="CorpidE1s-Regular"/>
          <w:b/>
          <w:bCs/>
        </w:rPr>
        <w:t>Bild</w:t>
      </w:r>
      <w:r w:rsidR="00801D1A">
        <w:rPr>
          <w:rFonts w:eastAsia="CorpidE1s-Regular"/>
          <w:b/>
          <w:bCs/>
        </w:rPr>
        <w:t>material</w:t>
      </w:r>
    </w:p>
    <w:p w:rsidR="0033429E" w:rsidP="00A06A8B" w:rsidRDefault="0033429E" w14:paraId="62A3B890" w14:textId="77777777">
      <w:pPr>
        <w:spacing w:line="360" w:lineRule="auto"/>
        <w:ind w:right="2126"/>
        <w:rPr>
          <w:rFonts w:eastAsia="CorpidE1s-Regular"/>
          <w:b/>
          <w:bCs/>
        </w:rPr>
      </w:pPr>
    </w:p>
    <w:p w:rsidRPr="00B4137F" w:rsidR="0033429E" w:rsidP="0033429E" w:rsidRDefault="0033429E" w14:paraId="0143DBCA" w14:textId="1217985E">
      <w:pPr>
        <w:spacing w:line="360" w:lineRule="auto"/>
        <w:ind w:right="2126"/>
        <w:rPr>
          <w:rFonts w:eastAsia="CorpidE1s-Regular"/>
          <w:b/>
          <w:bCs/>
        </w:rPr>
      </w:pPr>
      <w:r w:rsidRPr="00B4137F">
        <w:rPr>
          <w:b/>
          <w:bCs/>
        </w:rPr>
        <w:t>[</w:t>
      </w:r>
      <w:sdt>
        <w:sdtPr>
          <w:rPr>
            <w:rFonts w:eastAsia="CorpidE1s-Regular"/>
            <w:b/>
            <w:bCs/>
          </w:rPr>
          <w:alias w:val="Bildbezeichnung.jpg"/>
          <w:tag w:val="Bildbeschreibung"/>
          <w:id w:val="1126052107"/>
          <w:placeholder>
            <w:docPart w:val="4538B793860AA74480A08F5BEF7468E9"/>
          </w:placeholder>
          <w:text/>
        </w:sdtPr>
        <w:sdtEndPr/>
        <w:sdtContent>
          <w:r w:rsidR="00EF6A30">
            <w:rPr>
              <w:rFonts w:eastAsia="CorpidE1s-Regular"/>
              <w:b/>
              <w:bCs/>
            </w:rPr>
            <w:t>Schoeck_Trittschall</w:t>
          </w:r>
          <w:r w:rsidR="004157F0">
            <w:rPr>
              <w:rFonts w:eastAsia="CorpidE1s-Regular"/>
              <w:b/>
              <w:bCs/>
            </w:rPr>
            <w:t>-K</w:t>
          </w:r>
          <w:r w:rsidR="00EF6A30">
            <w:rPr>
              <w:rFonts w:eastAsia="CorpidE1s-Regular"/>
              <w:b/>
              <w:bCs/>
            </w:rPr>
            <w:t>ennwerte</w:t>
          </w:r>
        </w:sdtContent>
      </w:sdt>
      <w:r w:rsidR="004157F0">
        <w:rPr>
          <w:rFonts w:eastAsia="CorpidE1s-Regular"/>
          <w:b/>
          <w:bCs/>
        </w:rPr>
        <w:t>_</w:t>
      </w:r>
      <w:r w:rsidR="00C73CD2">
        <w:rPr>
          <w:rFonts w:eastAsia="CorpidE1s-Regular"/>
          <w:b/>
          <w:bCs/>
        </w:rPr>
        <w:t>1</w:t>
      </w:r>
      <w:r w:rsidRPr="00B4137F">
        <w:rPr>
          <w:b/>
          <w:bCs/>
        </w:rPr>
        <w:t>]</w:t>
      </w:r>
    </w:p>
    <w:p w:rsidR="0033429E" w:rsidP="0033429E" w:rsidRDefault="00BD21D5" w14:paraId="235385C3" w14:textId="1A81E31F">
      <w:pPr>
        <w:tabs>
          <w:tab w:val="left" w:pos="7088"/>
        </w:tabs>
        <w:ind w:right="2379"/>
      </w:pPr>
      <w:r>
        <w:rPr>
          <w:noProof/>
        </w:rPr>
        <w:drawing>
          <wp:inline distT="0" distB="0" distL="0" distR="0" wp14:anchorId="03F2EE89" wp14:editId="6CE73254">
            <wp:extent cx="2514600" cy="1663700"/>
            <wp:effectExtent l="0" t="0" r="0" b="0"/>
            <wp:docPr id="2" name="Grafik 2" descr="Ein Bild, das Gebäude, Apartmentgebäude, Galerie, Fenst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Gebäude, Apartmentgebäude, Galerie, Fenster enthält.&#10;&#10;Automatisch generierte Beschreibu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66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DF479A" w:rsidR="00986072" w:rsidP="0033429E" w:rsidRDefault="000A0497" w14:paraId="44F8CC97" w14:textId="1C970FDF">
      <w:pPr>
        <w:tabs>
          <w:tab w:val="left" w:pos="7088"/>
        </w:tabs>
        <w:ind w:right="2379"/>
        <w:rPr>
          <w:i/>
          <w:iCs/>
          <w:sz w:val="20"/>
          <w:szCs w:val="20"/>
        </w:rPr>
      </w:pPr>
      <w:r w:rsidRPr="00DF479A">
        <w:rPr>
          <w:i/>
          <w:iCs/>
          <w:sz w:val="20"/>
          <w:szCs w:val="20"/>
        </w:rPr>
        <w:t xml:space="preserve">Zusätzlicher trittschalldämmender Aufbau </w:t>
      </w:r>
      <w:r w:rsidR="00DF479A">
        <w:rPr>
          <w:i/>
          <w:iCs/>
          <w:sz w:val="20"/>
          <w:szCs w:val="20"/>
        </w:rPr>
        <w:t xml:space="preserve">bei Balkonen </w:t>
      </w:r>
      <w:r w:rsidRPr="00DF479A">
        <w:rPr>
          <w:i/>
          <w:iCs/>
          <w:sz w:val="20"/>
          <w:szCs w:val="20"/>
        </w:rPr>
        <w:t xml:space="preserve">nur noch dort, wo er notwendig ist: </w:t>
      </w:r>
      <w:r w:rsidRPr="00DF479A" w:rsidR="003B1FD1">
        <w:rPr>
          <w:i/>
          <w:iCs/>
          <w:sz w:val="20"/>
          <w:szCs w:val="20"/>
        </w:rPr>
        <w:t>Mit dem neu</w:t>
      </w:r>
      <w:r w:rsidR="00FA3E24">
        <w:rPr>
          <w:i/>
          <w:iCs/>
          <w:sz w:val="20"/>
          <w:szCs w:val="20"/>
        </w:rPr>
        <w:t>e</w:t>
      </w:r>
      <w:r w:rsidR="00912121">
        <w:rPr>
          <w:i/>
          <w:iCs/>
          <w:sz w:val="20"/>
          <w:szCs w:val="20"/>
        </w:rPr>
        <w:t>n</w:t>
      </w:r>
      <w:r w:rsidR="00FA3E24">
        <w:rPr>
          <w:i/>
          <w:iCs/>
          <w:sz w:val="20"/>
          <w:szCs w:val="20"/>
        </w:rPr>
        <w:t xml:space="preserve"> und</w:t>
      </w:r>
      <w:r w:rsidR="00912121">
        <w:rPr>
          <w:i/>
          <w:iCs/>
          <w:sz w:val="20"/>
          <w:szCs w:val="20"/>
        </w:rPr>
        <w:t xml:space="preserve"> </w:t>
      </w:r>
      <w:r w:rsidRPr="00DF479A" w:rsidR="003B1FD1">
        <w:rPr>
          <w:i/>
          <w:iCs/>
          <w:sz w:val="20"/>
          <w:szCs w:val="20"/>
        </w:rPr>
        <w:t xml:space="preserve">standardisierten Verfahren können </w:t>
      </w:r>
      <w:r w:rsidR="007302A3">
        <w:rPr>
          <w:i/>
          <w:iCs/>
          <w:sz w:val="20"/>
          <w:szCs w:val="20"/>
        </w:rPr>
        <w:t xml:space="preserve">sichere und </w:t>
      </w:r>
      <w:r w:rsidRPr="00DF479A" w:rsidR="003B1FD1">
        <w:rPr>
          <w:i/>
          <w:iCs/>
          <w:sz w:val="20"/>
          <w:szCs w:val="20"/>
        </w:rPr>
        <w:t xml:space="preserve">qualifizierte Entscheidungen in Bezug auf die </w:t>
      </w:r>
      <w:r w:rsidR="008D5307">
        <w:rPr>
          <w:i/>
          <w:iCs/>
          <w:sz w:val="20"/>
          <w:szCs w:val="20"/>
        </w:rPr>
        <w:t>Anforderungen</w:t>
      </w:r>
      <w:r w:rsidRPr="00DF479A" w:rsidR="008D5307">
        <w:rPr>
          <w:i/>
          <w:iCs/>
          <w:sz w:val="20"/>
          <w:szCs w:val="20"/>
        </w:rPr>
        <w:t xml:space="preserve"> </w:t>
      </w:r>
      <w:r w:rsidRPr="00DF479A" w:rsidR="003B1FD1">
        <w:rPr>
          <w:i/>
          <w:iCs/>
          <w:sz w:val="20"/>
          <w:szCs w:val="20"/>
        </w:rPr>
        <w:t>an den Trittschallschutz</w:t>
      </w:r>
      <w:r w:rsidR="00FA3E24">
        <w:rPr>
          <w:i/>
          <w:iCs/>
          <w:sz w:val="20"/>
          <w:szCs w:val="20"/>
        </w:rPr>
        <w:t xml:space="preserve"> bei Balkonen</w:t>
      </w:r>
      <w:r w:rsidRPr="00DF479A" w:rsidR="003B1FD1">
        <w:rPr>
          <w:i/>
          <w:iCs/>
          <w:sz w:val="20"/>
          <w:szCs w:val="20"/>
        </w:rPr>
        <w:t xml:space="preserve"> </w:t>
      </w:r>
      <w:r w:rsidRPr="00DF479A" w:rsidR="00986072">
        <w:rPr>
          <w:i/>
          <w:iCs/>
          <w:sz w:val="20"/>
          <w:szCs w:val="20"/>
        </w:rPr>
        <w:t>getroffen</w:t>
      </w:r>
      <w:r w:rsidRPr="00DF479A" w:rsidR="003B1FD1">
        <w:rPr>
          <w:i/>
          <w:iCs/>
          <w:sz w:val="20"/>
          <w:szCs w:val="20"/>
        </w:rPr>
        <w:t xml:space="preserve"> werden</w:t>
      </w:r>
      <w:r w:rsidRPr="00DF479A" w:rsidR="00986072">
        <w:rPr>
          <w:i/>
          <w:iCs/>
          <w:sz w:val="20"/>
          <w:szCs w:val="20"/>
        </w:rPr>
        <w:t>.</w:t>
      </w:r>
    </w:p>
    <w:p w:rsidRPr="00DF479A" w:rsidR="0033429E" w:rsidP="0E839511" w:rsidRDefault="0033429E" w14:paraId="57281B2C" w14:textId="5554B8DC">
      <w:pPr>
        <w:tabs>
          <w:tab w:val="left" w:pos="7088"/>
        </w:tabs>
        <w:ind w:right="2379"/>
        <w:rPr>
          <w:i w:val="1"/>
          <w:iCs w:val="1"/>
          <w:sz w:val="20"/>
          <w:szCs w:val="20"/>
        </w:rPr>
      </w:pPr>
      <w:r w:rsidRPr="0E839511" w:rsidR="0033429E">
        <w:rPr>
          <w:i w:val="1"/>
          <w:iCs w:val="1"/>
          <w:sz w:val="20"/>
          <w:szCs w:val="20"/>
        </w:rPr>
        <w:t xml:space="preserve">Foto: </w:t>
      </w:r>
      <w:r w:rsidRPr="0E839511" w:rsidR="00BD21D5">
        <w:rPr>
          <w:i w:val="1"/>
          <w:iCs w:val="1"/>
          <w:sz w:val="20"/>
          <w:szCs w:val="20"/>
        </w:rPr>
        <w:t xml:space="preserve">Schöck Bauteile </w:t>
      </w:r>
      <w:r w:rsidRPr="0E839511" w:rsidR="00BD21D5">
        <w:rPr>
          <w:i w:val="1"/>
          <w:iCs w:val="1"/>
          <w:sz w:val="20"/>
          <w:szCs w:val="20"/>
        </w:rPr>
        <w:t>GmbH</w:t>
      </w:r>
    </w:p>
    <w:p w:rsidRPr="00DF479A" w:rsidR="0033429E" w:rsidP="00DF479A" w:rsidRDefault="0033429E" w14:paraId="2D012FB2" w14:textId="77777777">
      <w:pPr>
        <w:spacing w:line="240" w:lineRule="auto"/>
        <w:ind w:right="2126"/>
        <w:rPr>
          <w:rFonts w:eastAsia="CorpidE1s-Regular"/>
          <w:sz w:val="20"/>
          <w:szCs w:val="20"/>
          <w:u w:val="single"/>
        </w:rPr>
      </w:pPr>
    </w:p>
    <w:p w:rsidRPr="00DF479A" w:rsidR="00A06A8B" w:rsidP="00DF479A" w:rsidRDefault="00A06A8B" w14:paraId="3A2AC197" w14:textId="77777777">
      <w:pPr>
        <w:tabs>
          <w:tab w:val="left" w:pos="7088"/>
        </w:tabs>
        <w:spacing w:line="240" w:lineRule="auto"/>
        <w:ind w:right="2379"/>
        <w:rPr>
          <w:sz w:val="20"/>
          <w:szCs w:val="20"/>
        </w:rPr>
      </w:pPr>
    </w:p>
    <w:p w:rsidRPr="00B4137F" w:rsidR="00A06A8B" w:rsidP="00B4137F" w:rsidRDefault="00A06A8B" w14:paraId="7397A5DA" w14:textId="58CE4215">
      <w:pPr>
        <w:spacing w:line="360" w:lineRule="auto"/>
        <w:ind w:right="2126"/>
        <w:rPr>
          <w:rFonts w:eastAsia="CorpidE1s-Regular"/>
          <w:b/>
          <w:bCs/>
        </w:rPr>
      </w:pPr>
      <w:r w:rsidRPr="00B4137F">
        <w:rPr>
          <w:b/>
          <w:bCs/>
        </w:rPr>
        <w:t>[</w:t>
      </w:r>
      <w:sdt>
        <w:sdtPr>
          <w:rPr>
            <w:rFonts w:eastAsia="CorpidE1s-Regular"/>
            <w:b/>
            <w:bCs/>
          </w:rPr>
          <w:alias w:val="Bildbezeichnung.jpg"/>
          <w:tag w:val="Bildbeschreibung"/>
          <w:id w:val="1247153288"/>
          <w:placeholder>
            <w:docPart w:val="6AE9963A16EAB14A99856700DED1D54F"/>
          </w:placeholder>
          <w:text/>
        </w:sdtPr>
        <w:sdtEndPr/>
        <w:sdtContent>
          <w:r w:rsidR="00EF6A30">
            <w:rPr>
              <w:rFonts w:eastAsia="CorpidE1s-Regular"/>
              <w:b/>
              <w:bCs/>
            </w:rPr>
            <w:t>Schoeck_Trittschall</w:t>
          </w:r>
          <w:r w:rsidR="004157F0">
            <w:rPr>
              <w:rFonts w:eastAsia="CorpidE1s-Regular"/>
              <w:b/>
              <w:bCs/>
            </w:rPr>
            <w:t>-K</w:t>
          </w:r>
          <w:r w:rsidR="00EF6A30">
            <w:rPr>
              <w:rFonts w:eastAsia="CorpidE1s-Regular"/>
              <w:b/>
              <w:bCs/>
            </w:rPr>
            <w:t>ennwerte</w:t>
          </w:r>
        </w:sdtContent>
      </w:sdt>
      <w:r w:rsidR="004157F0">
        <w:rPr>
          <w:rFonts w:eastAsia="CorpidE1s-Regular"/>
          <w:b/>
          <w:bCs/>
        </w:rPr>
        <w:t>_</w:t>
      </w:r>
      <w:r w:rsidR="00C73CD2">
        <w:rPr>
          <w:rFonts w:eastAsia="CorpidE1s-Regular"/>
          <w:b/>
          <w:bCs/>
        </w:rPr>
        <w:t>2</w:t>
      </w:r>
      <w:r w:rsidRPr="00B4137F">
        <w:rPr>
          <w:b/>
          <w:bCs/>
        </w:rPr>
        <w:t>]</w:t>
      </w:r>
    </w:p>
    <w:p w:rsidR="00A06A8B" w:rsidP="00A06A8B" w:rsidRDefault="00884800" w14:paraId="4C11E6F9" w14:textId="7B588C66">
      <w:pPr>
        <w:tabs>
          <w:tab w:val="left" w:pos="7088"/>
        </w:tabs>
        <w:ind w:right="2379"/>
      </w:pPr>
      <w:r>
        <w:rPr>
          <w:noProof/>
          <w:lang w:eastAsia="de-DE"/>
        </w:rPr>
        <w:drawing>
          <wp:inline distT="0" distB="0" distL="0" distR="0" wp14:anchorId="7CE03D0A" wp14:editId="0F0F2C61">
            <wp:extent cx="2520000" cy="1417484"/>
            <wp:effectExtent l="0" t="0" r="0" b="5080"/>
            <wp:docPr id="1" name="Grafik 1" descr="Ein Bild, das Zement, Bet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Zement, Beton enthält.&#10;&#10;Automatisch generierte Beschreibu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417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DF479A" w:rsidR="00A06A8B" w:rsidP="00A06A8B" w:rsidRDefault="00061D10" w14:paraId="65D6BE70" w14:textId="6BB76805">
      <w:pPr>
        <w:tabs>
          <w:tab w:val="left" w:pos="7088"/>
        </w:tabs>
        <w:ind w:right="2379"/>
        <w:rPr>
          <w:i/>
          <w:iCs/>
          <w:sz w:val="20"/>
          <w:szCs w:val="20"/>
        </w:rPr>
      </w:pPr>
      <w:sdt>
        <w:sdtPr>
          <w:rPr>
            <w:i/>
            <w:iCs/>
            <w:sz w:val="20"/>
            <w:szCs w:val="20"/>
          </w:rPr>
          <w:alias w:val="Bildunterschrift kursiv"/>
          <w:tag w:val="Bildunterschrift kursiv"/>
          <w:id w:val="-1558309132"/>
          <w:placeholder>
            <w:docPart w:val="6AE9963A16EAB14A99856700DED1D54F"/>
          </w:placeholder>
        </w:sdtPr>
        <w:sdtEndPr/>
        <w:sdtContent>
          <w:r w:rsidR="007715E5">
            <w:rPr>
              <w:i/>
              <w:iCs/>
              <w:sz w:val="20"/>
              <w:szCs w:val="20"/>
            </w:rPr>
            <w:t>Neues und</w:t>
          </w:r>
          <w:r w:rsidR="00BE3A9D">
            <w:rPr>
              <w:i/>
              <w:iCs/>
              <w:sz w:val="20"/>
              <w:szCs w:val="20"/>
            </w:rPr>
            <w:t xml:space="preserve"> standardisierte</w:t>
          </w:r>
          <w:r w:rsidR="007715E5">
            <w:rPr>
              <w:i/>
              <w:iCs/>
              <w:sz w:val="20"/>
              <w:szCs w:val="20"/>
            </w:rPr>
            <w:t>s</w:t>
          </w:r>
          <w:r w:rsidRPr="00DF479A" w:rsidR="00E22918">
            <w:rPr>
              <w:i/>
              <w:iCs/>
              <w:sz w:val="20"/>
              <w:szCs w:val="20"/>
            </w:rPr>
            <w:t xml:space="preserve"> </w:t>
          </w:r>
          <w:r w:rsidR="00BE3A9D">
            <w:rPr>
              <w:i/>
              <w:iCs/>
              <w:sz w:val="20"/>
              <w:szCs w:val="20"/>
            </w:rPr>
            <w:t>EAD-</w:t>
          </w:r>
          <w:r w:rsidRPr="00DF479A" w:rsidR="00E22918">
            <w:rPr>
              <w:i/>
              <w:iCs/>
              <w:sz w:val="20"/>
              <w:szCs w:val="20"/>
            </w:rPr>
            <w:t>P</w:t>
          </w:r>
          <w:r w:rsidRPr="00DF479A" w:rsidR="00891D18">
            <w:rPr>
              <w:i/>
              <w:iCs/>
              <w:sz w:val="20"/>
              <w:szCs w:val="20"/>
            </w:rPr>
            <w:t xml:space="preserve">rüfverfahren </w:t>
          </w:r>
          <w:r w:rsidRPr="007715E5" w:rsidR="007715E5">
            <w:rPr>
              <w:i/>
              <w:iCs/>
              <w:sz w:val="20"/>
              <w:szCs w:val="20"/>
            </w:rPr>
            <w:t>050001-01-0301 (</w:t>
          </w:r>
          <w:proofErr w:type="spellStart"/>
          <w:r w:rsidRPr="007715E5" w:rsidR="007715E5">
            <w:rPr>
              <w:i/>
              <w:iCs/>
              <w:sz w:val="20"/>
              <w:szCs w:val="20"/>
            </w:rPr>
            <w:t>adopted</w:t>
          </w:r>
          <w:proofErr w:type="spellEnd"/>
          <w:r w:rsidRPr="007715E5" w:rsidR="007715E5">
            <w:rPr>
              <w:i/>
              <w:iCs/>
              <w:sz w:val="20"/>
              <w:szCs w:val="20"/>
            </w:rPr>
            <w:t xml:space="preserve"> </w:t>
          </w:r>
          <w:proofErr w:type="spellStart"/>
          <w:r w:rsidRPr="007715E5" w:rsidR="007715E5">
            <w:rPr>
              <w:i/>
              <w:iCs/>
              <w:sz w:val="20"/>
              <w:szCs w:val="20"/>
            </w:rPr>
            <w:t>version</w:t>
          </w:r>
          <w:proofErr w:type="spellEnd"/>
          <w:r w:rsidR="007715E5">
            <w:rPr>
              <w:i/>
              <w:iCs/>
              <w:sz w:val="20"/>
              <w:szCs w:val="20"/>
            </w:rPr>
            <w:t xml:space="preserve">) </w:t>
          </w:r>
          <w:r w:rsidR="00200181">
            <w:rPr>
              <w:i/>
              <w:iCs/>
              <w:sz w:val="20"/>
              <w:szCs w:val="20"/>
            </w:rPr>
            <w:t>sorgt für Verlässlichkeit bei der Bestimmung von Trittschall-Kennwerten</w:t>
          </w:r>
          <w:r w:rsidR="007715E5">
            <w:rPr>
              <w:i/>
              <w:iCs/>
              <w:sz w:val="20"/>
              <w:szCs w:val="20"/>
            </w:rPr>
            <w:t xml:space="preserve"> für </w:t>
          </w:r>
          <w:r w:rsidR="00200181">
            <w:rPr>
              <w:i/>
              <w:iCs/>
              <w:sz w:val="20"/>
              <w:szCs w:val="20"/>
            </w:rPr>
            <w:t>Balkondämmelemente</w:t>
          </w:r>
          <w:r w:rsidR="001760E9">
            <w:rPr>
              <w:i/>
              <w:iCs/>
              <w:sz w:val="20"/>
              <w:szCs w:val="20"/>
            </w:rPr>
            <w:t>.</w:t>
          </w:r>
          <w:r w:rsidRPr="00DF479A" w:rsidR="00E22918">
            <w:rPr>
              <w:i/>
              <w:iCs/>
              <w:sz w:val="20"/>
              <w:szCs w:val="20"/>
            </w:rPr>
            <w:t xml:space="preserve"> </w:t>
          </w:r>
        </w:sdtContent>
      </w:sdt>
    </w:p>
    <w:p w:rsidRPr="00DF479A" w:rsidR="00A06A8B" w:rsidP="00A06A8B" w:rsidRDefault="00A06A8B" w14:paraId="7A54C2AC" w14:textId="278ECB66">
      <w:pPr>
        <w:tabs>
          <w:tab w:val="left" w:pos="7088"/>
        </w:tabs>
        <w:ind w:right="2379"/>
        <w:rPr>
          <w:sz w:val="20"/>
          <w:szCs w:val="20"/>
        </w:rPr>
      </w:pPr>
      <w:r w:rsidRPr="00DF479A">
        <w:rPr>
          <w:i/>
          <w:sz w:val="20"/>
          <w:szCs w:val="20"/>
        </w:rPr>
        <w:t xml:space="preserve">Foto: Schöck </w:t>
      </w:r>
      <w:r w:rsidRPr="00DF479A" w:rsidR="00D808FF">
        <w:rPr>
          <w:i/>
          <w:sz w:val="20"/>
          <w:szCs w:val="20"/>
        </w:rPr>
        <w:t>Bauteile</w:t>
      </w:r>
      <w:r w:rsidRPr="00DF479A" w:rsidR="00227FB2">
        <w:rPr>
          <w:i/>
          <w:sz w:val="20"/>
          <w:szCs w:val="20"/>
        </w:rPr>
        <w:t xml:space="preserve"> GmbH</w:t>
      </w:r>
    </w:p>
    <w:p w:rsidRPr="00DF479A" w:rsidR="00A06A8B" w:rsidP="00A06A8B" w:rsidRDefault="00A06A8B" w14:paraId="20BD4795" w14:textId="77777777">
      <w:pPr>
        <w:tabs>
          <w:tab w:val="left" w:pos="7088"/>
        </w:tabs>
        <w:ind w:right="2379"/>
        <w:rPr>
          <w:sz w:val="20"/>
          <w:szCs w:val="20"/>
        </w:rPr>
      </w:pPr>
    </w:p>
    <w:p w:rsidRPr="00DF479A" w:rsidR="00B4137F" w:rsidP="00A06A8B" w:rsidRDefault="00B4137F" w14:paraId="6F8A76BB" w14:textId="77777777">
      <w:pPr>
        <w:tabs>
          <w:tab w:val="left" w:pos="7088"/>
        </w:tabs>
        <w:ind w:right="2379"/>
        <w:rPr>
          <w:sz w:val="20"/>
          <w:szCs w:val="20"/>
        </w:rPr>
      </w:pPr>
    </w:p>
    <w:p w:rsidRPr="00B4137F" w:rsidR="00B4137F" w:rsidP="00B4137F" w:rsidRDefault="00B4137F" w14:paraId="393C4CAE" w14:textId="57BB3248">
      <w:pPr>
        <w:spacing w:line="360" w:lineRule="auto"/>
        <w:ind w:right="2126"/>
        <w:rPr>
          <w:rFonts w:eastAsia="CorpidE1s-Regular"/>
          <w:b/>
          <w:bCs/>
        </w:rPr>
      </w:pPr>
      <w:r w:rsidRPr="00B4137F">
        <w:rPr>
          <w:b/>
          <w:bCs/>
        </w:rPr>
        <w:lastRenderedPageBreak/>
        <w:t>[</w:t>
      </w:r>
      <w:sdt>
        <w:sdtPr>
          <w:rPr>
            <w:rFonts w:eastAsia="CorpidE1s-Regular"/>
            <w:b/>
            <w:bCs/>
          </w:rPr>
          <w:alias w:val="Bildbezeichnung.jpg"/>
          <w:tag w:val="Bildbeschreibung"/>
          <w:id w:val="864952203"/>
          <w:placeholder>
            <w:docPart w:val="E9C5B2757463584391674A124EA940FB"/>
          </w:placeholder>
          <w:text/>
        </w:sdtPr>
        <w:sdtEndPr/>
        <w:sdtContent>
          <w:r w:rsidR="00EF6A30">
            <w:rPr>
              <w:rFonts w:eastAsia="CorpidE1s-Regular"/>
              <w:b/>
              <w:bCs/>
            </w:rPr>
            <w:t>Schoeck_Trittschall-Kennwerte</w:t>
          </w:r>
          <w:r w:rsidR="004157F0">
            <w:rPr>
              <w:rFonts w:eastAsia="CorpidE1s-Regular"/>
              <w:b/>
              <w:bCs/>
            </w:rPr>
            <w:t>_</w:t>
          </w:r>
          <w:r w:rsidR="00C73CD2">
            <w:rPr>
              <w:rFonts w:eastAsia="CorpidE1s-Regular"/>
              <w:b/>
              <w:bCs/>
            </w:rPr>
            <w:t>3</w:t>
          </w:r>
        </w:sdtContent>
      </w:sdt>
      <w:r w:rsidRPr="00B4137F">
        <w:rPr>
          <w:b/>
          <w:bCs/>
        </w:rPr>
        <w:t>]</w:t>
      </w:r>
    </w:p>
    <w:p w:rsidR="007715E5" w:rsidP="00B4137F" w:rsidRDefault="00C65F07" w14:paraId="1B96EF34" w14:textId="7B7E67CA">
      <w:pPr>
        <w:tabs>
          <w:tab w:val="left" w:pos="7088"/>
        </w:tabs>
        <w:ind w:right="2379"/>
        <w:rPr>
          <w:rFonts w:ascii="Helvetica Neue" w:hAnsi="Helvetica Neue" w:cs="Helvetica Neue"/>
          <w:color w:val="000000"/>
          <w:sz w:val="26"/>
          <w:szCs w:val="26"/>
        </w:rPr>
      </w:pPr>
      <w:r>
        <w:rPr>
          <w:rFonts w:ascii="Helvetica Neue" w:hAnsi="Helvetica Neue" w:cs="Helvetica Neue"/>
          <w:noProof/>
          <w:color w:val="000000"/>
          <w:sz w:val="26"/>
          <w:szCs w:val="26"/>
        </w:rPr>
        <w:drawing>
          <wp:inline distT="0" distB="0" distL="0" distR="0" wp14:anchorId="4E4D30AC" wp14:editId="7CF45A6A">
            <wp:extent cx="2514600" cy="1930400"/>
            <wp:effectExtent l="0" t="0" r="0" b="0"/>
            <wp:docPr id="6" name="Grafik 6" descr="Ein Bild, das drinnen, Werkze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drinnen, Werkzeug enthält.&#10;&#10;Automatisch generierte Beschreibu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93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7715E5" w:rsidR="007715E5" w:rsidP="00B4137F" w:rsidRDefault="007715E5" w14:paraId="2B00C34E" w14:textId="4A23FEDC">
      <w:pPr>
        <w:tabs>
          <w:tab w:val="left" w:pos="7088"/>
        </w:tabs>
        <w:ind w:right="2379"/>
        <w:rPr>
          <w:i/>
          <w:sz w:val="20"/>
          <w:szCs w:val="20"/>
        </w:rPr>
      </w:pPr>
      <w:r w:rsidRPr="007715E5">
        <w:rPr>
          <w:i/>
          <w:sz w:val="20"/>
          <w:szCs w:val="20"/>
        </w:rPr>
        <w:t>Erstmals verlässliche und vergleichbare Trittschall-Kennwerte für tragende Wärmedämmelemente wie dem Schöck Isokorb durch neues EAD-Prüfverfahren</w:t>
      </w:r>
      <w:r>
        <w:rPr>
          <w:i/>
          <w:sz w:val="20"/>
          <w:szCs w:val="20"/>
        </w:rPr>
        <w:t>.</w:t>
      </w:r>
    </w:p>
    <w:p w:rsidRPr="00553EE3" w:rsidR="00B4137F" w:rsidP="00B4137F" w:rsidRDefault="00B4137F" w14:paraId="2DC96F44" w14:textId="1A4D8555">
      <w:pPr>
        <w:tabs>
          <w:tab w:val="left" w:pos="7088"/>
        </w:tabs>
        <w:ind w:right="2379"/>
        <w:rPr>
          <w:i/>
          <w:sz w:val="20"/>
          <w:szCs w:val="20"/>
        </w:rPr>
      </w:pPr>
      <w:r w:rsidRPr="00553EE3">
        <w:rPr>
          <w:i/>
          <w:sz w:val="20"/>
          <w:szCs w:val="20"/>
        </w:rPr>
        <w:t>Foto: Schöck Bauteile GmbH</w:t>
      </w:r>
    </w:p>
    <w:p w:rsidRPr="00553EE3" w:rsidR="00B4137F" w:rsidP="00A06A8B" w:rsidRDefault="00B4137F" w14:paraId="7A99BD23" w14:textId="77777777">
      <w:pPr>
        <w:tabs>
          <w:tab w:val="left" w:pos="7088"/>
        </w:tabs>
        <w:ind w:right="2379"/>
        <w:rPr>
          <w:i/>
          <w:sz w:val="20"/>
          <w:szCs w:val="20"/>
        </w:rPr>
      </w:pPr>
    </w:p>
    <w:p w:rsidR="00B4137F" w:rsidP="00A06A8B" w:rsidRDefault="00B4137F" w14:paraId="6C4B93CD" w14:textId="77777777">
      <w:pPr>
        <w:tabs>
          <w:tab w:val="left" w:pos="7088"/>
        </w:tabs>
        <w:ind w:right="2379"/>
      </w:pPr>
    </w:p>
    <w:p w:rsidRPr="000755B0" w:rsidR="00A06A8B" w:rsidP="00A06A8B" w:rsidRDefault="00A06A8B" w14:paraId="032C3B96" w14:textId="202EA02F">
      <w:pPr>
        <w:rPr>
          <w:b/>
          <w:sz w:val="18"/>
        </w:rPr>
      </w:pPr>
      <w:r w:rsidRPr="000755B0">
        <w:rPr>
          <w:b/>
          <w:bCs/>
          <w:sz w:val="18"/>
        </w:rPr>
        <w:t>I</w:t>
      </w:r>
      <w:r w:rsidRPr="000755B0">
        <w:rPr>
          <w:b/>
          <w:sz w:val="18"/>
        </w:rPr>
        <w:t>hre Fragen beantworte</w:t>
      </w:r>
      <w:r w:rsidR="00801D1A">
        <w:rPr>
          <w:b/>
          <w:sz w:val="18"/>
        </w:rPr>
        <w:t>t</w:t>
      </w:r>
      <w:r w:rsidRPr="000755B0">
        <w:rPr>
          <w:b/>
          <w:sz w:val="18"/>
        </w:rPr>
        <w:t xml:space="preserve"> gern: </w:t>
      </w:r>
    </w:p>
    <w:p w:rsidRPr="000755B0" w:rsidR="00A06A8B" w:rsidP="00A06A8B" w:rsidRDefault="00A06A8B" w14:paraId="52F6A489" w14:textId="77777777">
      <w:pPr>
        <w:rPr>
          <w:sz w:val="18"/>
        </w:rPr>
      </w:pPr>
    </w:p>
    <w:p w:rsidRPr="000755B0" w:rsidR="00A06A8B" w:rsidP="00A06A8B" w:rsidRDefault="00A06A8B" w14:paraId="5B12FAB4" w14:textId="77777777">
      <w:pPr>
        <w:spacing w:line="240" w:lineRule="auto"/>
        <w:rPr>
          <w:b/>
          <w:sz w:val="18"/>
        </w:rPr>
      </w:pPr>
      <w:r w:rsidRPr="000755B0">
        <w:rPr>
          <w:b/>
          <w:sz w:val="18"/>
        </w:rPr>
        <w:t>Ansel &amp; Möllers GmbH</w:t>
      </w:r>
    </w:p>
    <w:p w:rsidRPr="000755B0" w:rsidR="00A06A8B" w:rsidP="00A06A8B" w:rsidRDefault="00A06A8B" w14:paraId="0228C18E" w14:textId="77777777">
      <w:pPr>
        <w:spacing w:line="240" w:lineRule="auto"/>
        <w:rPr>
          <w:sz w:val="18"/>
        </w:rPr>
      </w:pPr>
      <w:r w:rsidRPr="361D9934">
        <w:rPr>
          <w:sz w:val="18"/>
        </w:rPr>
        <w:t>Christine Schams</w:t>
      </w:r>
    </w:p>
    <w:p w:rsidRPr="000755B0" w:rsidR="00A06A8B" w:rsidP="00A06A8B" w:rsidRDefault="00A06A8B" w14:paraId="70962938" w14:textId="77777777">
      <w:pPr>
        <w:spacing w:line="240" w:lineRule="auto"/>
        <w:rPr>
          <w:bCs/>
          <w:sz w:val="18"/>
        </w:rPr>
      </w:pPr>
      <w:r w:rsidRPr="000755B0">
        <w:rPr>
          <w:bCs/>
          <w:sz w:val="18"/>
        </w:rPr>
        <w:t>König-Karl-Straße 10</w:t>
      </w:r>
    </w:p>
    <w:p w:rsidRPr="000755B0" w:rsidR="00A06A8B" w:rsidP="00A06A8B" w:rsidRDefault="00A06A8B" w14:paraId="4BB831DF" w14:textId="77777777">
      <w:pPr>
        <w:spacing w:line="240" w:lineRule="auto"/>
        <w:rPr>
          <w:bCs/>
          <w:sz w:val="18"/>
        </w:rPr>
      </w:pPr>
      <w:r w:rsidRPr="000755B0">
        <w:rPr>
          <w:bCs/>
          <w:sz w:val="18"/>
        </w:rPr>
        <w:t>70372 Stuttgart</w:t>
      </w:r>
    </w:p>
    <w:p w:rsidR="00A06A8B" w:rsidP="00A06A8B" w:rsidRDefault="00A06A8B" w14:paraId="745E1166" w14:textId="77777777">
      <w:pPr>
        <w:spacing w:line="240" w:lineRule="auto"/>
        <w:rPr>
          <w:rFonts w:eastAsia="Calibri"/>
          <w:sz w:val="18"/>
        </w:rPr>
      </w:pPr>
      <w:r w:rsidRPr="361D9934">
        <w:rPr>
          <w:sz w:val="18"/>
        </w:rPr>
        <w:t>Tel.: 0711 – 92545-284</w:t>
      </w:r>
    </w:p>
    <w:p w:rsidRPr="000755B0" w:rsidR="00A06A8B" w:rsidP="00A06A8B" w:rsidRDefault="00A06A8B" w14:paraId="57CE6AA4" w14:textId="42277355">
      <w:pPr>
        <w:pStyle w:val="Textkrper"/>
        <w:shd w:val="clear" w:color="auto" w:fill="FFFFFF" w:themeFill="background1"/>
        <w:spacing w:line="240" w:lineRule="auto"/>
        <w:ind w:left="3402" w:right="2336" w:hanging="3402"/>
        <w:jc w:val="left"/>
        <w:rPr>
          <w:rFonts w:cs="Arial"/>
          <w:b w:val="0"/>
          <w:bCs w:val="0"/>
          <w:sz w:val="18"/>
          <w:szCs w:val="18"/>
        </w:rPr>
      </w:pPr>
      <w:r w:rsidRPr="361D9934">
        <w:rPr>
          <w:rFonts w:cs="Arial"/>
          <w:b w:val="0"/>
          <w:bCs w:val="0"/>
          <w:sz w:val="18"/>
          <w:szCs w:val="18"/>
        </w:rPr>
        <w:t>E-Mail:</w:t>
      </w:r>
      <w:r w:rsidR="007172FA">
        <w:rPr>
          <w:rFonts w:cs="Arial"/>
          <w:b w:val="0"/>
          <w:bCs w:val="0"/>
          <w:sz w:val="18"/>
          <w:szCs w:val="18"/>
        </w:rPr>
        <w:t xml:space="preserve"> </w:t>
      </w:r>
      <w:hyperlink w:history="1" r:id="rId16">
        <w:r w:rsidRPr="00035D81" w:rsidR="007172FA">
          <w:rPr>
            <w:rStyle w:val="Hyperlink"/>
            <w:rFonts w:cs="Arial"/>
            <w:b w:val="0"/>
            <w:bCs w:val="0"/>
            <w:sz w:val="18"/>
            <w:szCs w:val="18"/>
          </w:rPr>
          <w:t>c.schams@anselmoellers.de</w:t>
        </w:r>
      </w:hyperlink>
      <w:r w:rsidR="007172FA">
        <w:rPr>
          <w:rFonts w:cs="Arial"/>
          <w:b w:val="0"/>
          <w:bCs w:val="0"/>
          <w:sz w:val="18"/>
          <w:szCs w:val="18"/>
        </w:rPr>
        <w:t xml:space="preserve"> </w:t>
      </w:r>
    </w:p>
    <w:p w:rsidR="00A06A8B" w:rsidP="00A06A8B" w:rsidRDefault="00A06A8B" w14:paraId="24DE07B2" w14:textId="77777777">
      <w:pPr>
        <w:tabs>
          <w:tab w:val="left" w:pos="7088"/>
        </w:tabs>
        <w:ind w:right="2379"/>
      </w:pPr>
    </w:p>
    <w:p w:rsidR="003732E2" w:rsidP="003732E2" w:rsidRDefault="003732E2" w14:paraId="67166827" w14:textId="77777777">
      <w:pPr>
        <w:pStyle w:val="paragraph"/>
        <w:spacing w:before="0" w:beforeAutospacing="0" w:after="0" w:afterAutospacing="0" w:line="360" w:lineRule="auto"/>
        <w:ind w:right="2370"/>
        <w:textAlignment w:val="baseline"/>
        <w:rPr>
          <w:rFonts w:ascii="Segoe UI" w:hAnsi="Segoe UI" w:cs="Segoe UI"/>
          <w:color w:val="333333"/>
          <w:sz w:val="18"/>
          <w:szCs w:val="18"/>
        </w:rPr>
      </w:pPr>
      <w:r>
        <w:rPr>
          <w:rStyle w:val="eop"/>
          <w:rFonts w:ascii="Arial" w:hAnsi="Arial" w:cs="Arial"/>
          <w:color w:val="333333"/>
          <w:sz w:val="22"/>
          <w:szCs w:val="22"/>
        </w:rPr>
        <w:t> </w:t>
      </w:r>
    </w:p>
    <w:p w:rsidRPr="00A06A8B" w:rsidR="003732E2" w:rsidP="003732E2" w:rsidRDefault="003732E2" w14:paraId="61A698E0" w14:textId="77777777">
      <w:pPr>
        <w:pStyle w:val="paragraph"/>
        <w:spacing w:before="0" w:beforeAutospacing="0" w:after="0" w:afterAutospacing="0" w:line="360" w:lineRule="auto"/>
        <w:ind w:right="2370"/>
        <w:textAlignment w:val="baseline"/>
        <w:rPr>
          <w:rFonts w:ascii="Arial" w:hAnsi="Arial" w:cs="Arial"/>
          <w:color w:val="333333"/>
          <w:sz w:val="18"/>
          <w:szCs w:val="18"/>
        </w:rPr>
      </w:pPr>
      <w:r w:rsidRPr="00A06A8B">
        <w:rPr>
          <w:rStyle w:val="normaltextrun"/>
          <w:rFonts w:ascii="Arial" w:hAnsi="Arial" w:cs="Arial"/>
          <w:b/>
          <w:bCs/>
          <w:color w:val="333333"/>
          <w:sz w:val="22"/>
          <w:szCs w:val="22"/>
        </w:rPr>
        <w:t>Über Schöck:</w:t>
      </w:r>
      <w:r w:rsidRPr="00A06A8B">
        <w:rPr>
          <w:rStyle w:val="eop"/>
          <w:rFonts w:ascii="Arial" w:hAnsi="Arial" w:cs="Arial"/>
          <w:color w:val="333333"/>
          <w:sz w:val="22"/>
          <w:szCs w:val="22"/>
        </w:rPr>
        <w:t> </w:t>
      </w:r>
    </w:p>
    <w:p w:rsidR="000C4508" w:rsidP="000C4508" w:rsidRDefault="000C4508" w14:paraId="7391CD1E" w14:textId="77777777">
      <w:pPr>
        <w:tabs>
          <w:tab w:val="left" w:pos="7088"/>
        </w:tabs>
        <w:spacing w:line="240" w:lineRule="auto"/>
        <w:ind w:right="2379"/>
        <w:jc w:val="both"/>
      </w:pPr>
      <w:r w:rsidRPr="007D47CD">
        <w:t xml:space="preserve">Die Schöck Bauteile GmbH ist ein Unternehmen der </w:t>
      </w:r>
      <w:r>
        <w:t>internationalen</w:t>
      </w:r>
      <w:r w:rsidRPr="007D47CD">
        <w:t xml:space="preserve"> Schöck</w:t>
      </w:r>
      <w:r>
        <w:t>-</w:t>
      </w:r>
      <w:r w:rsidRPr="007D47CD">
        <w:t>Gruppe</w:t>
      </w:r>
      <w:r>
        <w:t>, die mit über 1.100 Mitarbeitern in mehr als 40 Märkten aktiv ist. Der Hauptsitz liegt in Baden-Baden am Fuße des Schwarzwalds, wo 1962 d</w:t>
      </w:r>
      <w:r w:rsidRPr="009E5E14">
        <w:t xml:space="preserve">ie Erfolgsgeschichte </w:t>
      </w:r>
      <w:r>
        <w:t>des Unternehmens begann. Firmengründer Eberhard Schöck nutzte sein</w:t>
      </w:r>
      <w:r w:rsidRPr="009E5E14">
        <w:t xml:space="preserve"> Wissen und seine Baustellenerfahrung, um Produkte zu entwickeln, die den Bauablauf vereinfachen </w:t>
      </w:r>
      <w:r>
        <w:t>und</w:t>
      </w:r>
      <w:r w:rsidRPr="009E5E14">
        <w:t xml:space="preserve"> bauphysikalische Probleme lösen. </w:t>
      </w:r>
      <w:r>
        <w:t xml:space="preserve">Diese Mission ist bis heute Fundament der Unternehmensphilosophie. Sie hat </w:t>
      </w:r>
      <w:r w:rsidRPr="009E5E14">
        <w:t>Schöck</w:t>
      </w:r>
      <w:r>
        <w:t xml:space="preserve"> zum</w:t>
      </w:r>
      <w:r w:rsidRPr="009E5E14">
        <w:t xml:space="preserve"> führend</w:t>
      </w:r>
      <w:r>
        <w:t>en</w:t>
      </w:r>
      <w:r w:rsidRPr="009E5E14">
        <w:t xml:space="preserve"> Anbieter für zuverlässige </w:t>
      </w:r>
      <w:r>
        <w:t xml:space="preserve">und innovative </w:t>
      </w:r>
      <w:r w:rsidRPr="009E5E14">
        <w:t xml:space="preserve">Lösungen </w:t>
      </w:r>
      <w:r>
        <w:t xml:space="preserve">zur Verminderung von </w:t>
      </w:r>
      <w:r w:rsidRPr="009E5E14">
        <w:t>Wärme</w:t>
      </w:r>
      <w:r>
        <w:t xml:space="preserve">brücken und Trittschall, für thermisch trennende Fassadenbefestigungen </w:t>
      </w:r>
      <w:r w:rsidRPr="009E5E14">
        <w:t>sowie Bewehrungstechnik</w:t>
      </w:r>
      <w:r>
        <w:t xml:space="preserve"> werden lassen. Produkte von Schöck ermöglichen </w:t>
      </w:r>
      <w:r w:rsidRPr="009E5E14">
        <w:t>eine rationellere Bauweise</w:t>
      </w:r>
      <w:r>
        <w:t xml:space="preserve"> und </w:t>
      </w:r>
      <w:r w:rsidRPr="009E5E14">
        <w:t>sichern nachhaltig die Bauqualität.</w:t>
      </w:r>
      <w:r>
        <w:t xml:space="preserve"> I</w:t>
      </w:r>
      <w:r w:rsidRPr="00B06116">
        <w:t>m Mittelpunkt steh</w:t>
      </w:r>
      <w:r>
        <w:t>en</w:t>
      </w:r>
      <w:r w:rsidRPr="00B06116">
        <w:t xml:space="preserve"> der bauphysikalische Nutzen und die Energieeffizienz. Für das Bauen von </w:t>
      </w:r>
      <w:r>
        <w:t>m</w:t>
      </w:r>
      <w:r w:rsidRPr="00B06116">
        <w:t>orgen treibt Schöck mit dem Bereich Digitalisierung den Workflow von der Planung bis zur Baustelle voran.</w:t>
      </w:r>
    </w:p>
    <w:p w:rsidR="00EA39EA" w:rsidP="00EA39EA" w:rsidRDefault="00EA39EA" w14:paraId="58392F5E" w14:textId="52B06080">
      <w:pPr>
        <w:tabs>
          <w:tab w:val="left" w:pos="7088"/>
        </w:tabs>
        <w:spacing w:line="240" w:lineRule="auto"/>
        <w:ind w:right="2379"/>
        <w:jc w:val="both"/>
      </w:pPr>
    </w:p>
    <w:p w:rsidR="003732E2" w:rsidP="003732E2" w:rsidRDefault="003732E2" w14:paraId="746E3D65" w14:textId="77777777">
      <w:pPr>
        <w:pStyle w:val="paragraph"/>
        <w:spacing w:before="0" w:beforeAutospacing="0" w:after="0" w:afterAutospacing="0" w:line="360" w:lineRule="auto"/>
        <w:ind w:right="2370"/>
        <w:textAlignment w:val="baseline"/>
        <w:rPr>
          <w:rFonts w:ascii="Segoe UI" w:hAnsi="Segoe UI" w:cs="Segoe UI"/>
          <w:color w:val="333333"/>
          <w:sz w:val="18"/>
          <w:szCs w:val="18"/>
        </w:rPr>
      </w:pPr>
      <w:r>
        <w:rPr>
          <w:rStyle w:val="eop"/>
          <w:rFonts w:ascii="Arial" w:hAnsi="Arial" w:cs="Arial"/>
          <w:color w:val="333333"/>
          <w:sz w:val="22"/>
          <w:szCs w:val="22"/>
        </w:rPr>
        <w:t> </w:t>
      </w:r>
    </w:p>
    <w:p w:rsidRPr="006B74A5" w:rsidR="009463C2" w:rsidP="006B74A5" w:rsidRDefault="003732E2" w14:paraId="65720098" w14:textId="7B02B550">
      <w:pPr>
        <w:pStyle w:val="paragraph"/>
        <w:spacing w:before="0" w:beforeAutospacing="0" w:after="0" w:afterAutospacing="0" w:line="360" w:lineRule="auto"/>
        <w:ind w:right="2370"/>
        <w:textAlignment w:val="baseline"/>
        <w:rPr>
          <w:rFonts w:ascii="Segoe UI" w:hAnsi="Segoe UI" w:cs="Segoe UI"/>
          <w:color w:val="333333"/>
          <w:sz w:val="18"/>
          <w:szCs w:val="18"/>
        </w:rPr>
      </w:pPr>
      <w:r>
        <w:rPr>
          <w:rStyle w:val="eop"/>
          <w:rFonts w:ascii="Arial" w:hAnsi="Arial" w:cs="Arial"/>
          <w:color w:val="333333"/>
          <w:sz w:val="22"/>
          <w:szCs w:val="22"/>
        </w:rPr>
        <w:t> </w:t>
      </w:r>
    </w:p>
    <w:p w:rsidR="00322298" w:rsidP="003732E2" w:rsidRDefault="00322298" w14:paraId="14F68F95" w14:textId="77777777">
      <w:pPr>
        <w:tabs>
          <w:tab w:val="left" w:pos="7088"/>
        </w:tabs>
        <w:spacing w:line="360" w:lineRule="auto"/>
        <w:ind w:right="2379"/>
      </w:pPr>
    </w:p>
    <w:sectPr w:rsidR="00322298" w:rsidSect="00797FCD">
      <w:headerReference w:type="default" r:id="rId17"/>
      <w:footerReference w:type="default" r:id="rId18"/>
      <w:pgSz w:w="11906" w:h="16838" w:orient="portrait"/>
      <w:pgMar w:top="1911" w:right="1021" w:bottom="1021" w:left="1276" w:header="709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61D10" w:rsidP="00A8096F" w:rsidRDefault="00061D10" w14:paraId="15C311B8" w14:textId="77777777">
      <w:pPr>
        <w:spacing w:line="240" w:lineRule="auto"/>
      </w:pPr>
      <w:r>
        <w:separator/>
      </w:r>
    </w:p>
  </w:endnote>
  <w:endnote w:type="continuationSeparator" w:id="0">
    <w:p w:rsidR="00061D10" w:rsidP="00A8096F" w:rsidRDefault="00061D10" w14:paraId="3EFB9E1F" w14:textId="77777777">
      <w:pPr>
        <w:spacing w:line="240" w:lineRule="auto"/>
      </w:pPr>
      <w:r>
        <w:continuationSeparator/>
      </w:r>
    </w:p>
  </w:endnote>
  <w:endnote w:type="continuationNotice" w:id="1">
    <w:p w:rsidR="00061D10" w:rsidRDefault="00061D10" w14:paraId="215B750D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pidE1s-Regular">
    <w:altName w:val="Calibri"/>
    <w:panose1 w:val="020B0604020202020204"/>
    <w:charset w:val="00"/>
    <w:family w:val="swiss"/>
    <w:pitch w:val="variable"/>
    <w:sig w:usb0="800002EF" w:usb1="5000205B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(W1)">
    <w:altName w:val="Arial"/>
    <w:panose1 w:val="020B0604020202020204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420" w:type="dxa"/>
      <w:tblBorders>
        <w:top w:val="single" w:color="auto" w:sz="4" w:space="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4253"/>
      <w:gridCol w:w="4261"/>
    </w:tblGrid>
    <w:tr w:rsidRPr="00A8096F" w:rsidR="00A8096F" w:rsidTr="00EB00FE" w14:paraId="54DA37FD" w14:textId="77777777">
      <w:tc>
        <w:tcPr>
          <w:tcW w:w="2906" w:type="dxa"/>
          <w:tcBorders>
            <w:top w:val="nil"/>
            <w:left w:val="nil"/>
            <w:bottom w:val="nil"/>
            <w:right w:val="nil"/>
          </w:tcBorders>
        </w:tcPr>
        <w:p w:rsidRPr="00F02063" w:rsidR="00A8096F" w:rsidP="00797FCD" w:rsidRDefault="00A8096F" w14:paraId="41CB53E5" w14:textId="77777777">
          <w:pPr>
            <w:spacing w:line="200" w:lineRule="exact"/>
            <w:rPr>
              <w:rFonts w:eastAsia="Times New Roman" w:cs="Times New Roman"/>
              <w:color w:val="002060"/>
              <w:sz w:val="14"/>
              <w:szCs w:val="14"/>
              <w:lang w:eastAsia="de-DE"/>
            </w:rPr>
          </w:pPr>
        </w:p>
      </w:tc>
      <w:tc>
        <w:tcPr>
          <w:tcW w:w="4253" w:type="dxa"/>
          <w:tcBorders>
            <w:top w:val="nil"/>
            <w:left w:val="nil"/>
            <w:bottom w:val="nil"/>
            <w:right w:val="nil"/>
          </w:tcBorders>
        </w:tcPr>
        <w:p w:rsidRPr="00F02063" w:rsidR="00D452A5" w:rsidP="00797FCD" w:rsidRDefault="00D452A5" w14:paraId="305E3CE7" w14:textId="77777777">
          <w:pPr>
            <w:spacing w:line="200" w:lineRule="exact"/>
            <w:rPr>
              <w:rFonts w:ascii="Arial (W1)" w:hAnsi="Arial (W1)" w:eastAsia="Times New Roman" w:cs="Times New Roman"/>
              <w:color w:val="002060"/>
              <w:sz w:val="14"/>
              <w:szCs w:val="14"/>
              <w:lang w:eastAsia="de-DE"/>
            </w:rPr>
          </w:pPr>
        </w:p>
      </w:tc>
      <w:tc>
        <w:tcPr>
          <w:tcW w:w="4261" w:type="dxa"/>
          <w:tcBorders>
            <w:top w:val="nil"/>
            <w:left w:val="nil"/>
            <w:bottom w:val="nil"/>
            <w:right w:val="nil"/>
          </w:tcBorders>
        </w:tcPr>
        <w:p w:rsidRPr="00F02063" w:rsidR="00A8096F" w:rsidP="00797FCD" w:rsidRDefault="00A8096F" w14:paraId="2A53330D" w14:textId="77777777">
          <w:pPr>
            <w:spacing w:line="200" w:lineRule="exact"/>
            <w:rPr>
              <w:rFonts w:eastAsia="Times New Roman" w:cs="Times New Roman"/>
              <w:color w:val="002060"/>
              <w:sz w:val="14"/>
              <w:szCs w:val="14"/>
              <w:lang w:val="sv-SE" w:eastAsia="de-DE"/>
            </w:rPr>
          </w:pPr>
        </w:p>
      </w:tc>
    </w:tr>
  </w:tbl>
  <w:p w:rsidRPr="00A8096F" w:rsidR="00A8096F" w:rsidP="00A8096F" w:rsidRDefault="00A8096F" w14:paraId="52A2BC93" w14:textId="77777777">
    <w:pPr>
      <w:pStyle w:val="Fuzeile"/>
      <w:spacing w:line="200" w:lineRule="exact"/>
      <w:rPr>
        <w:color w:val="0070C0"/>
        <w:sz w:val="14"/>
        <w:szCs w:val="14"/>
      </w:rPr>
    </w:pPr>
  </w:p>
  <w:p w:rsidR="00A8096F" w:rsidRDefault="00A8096F" w14:paraId="4829412C" w14:textId="7777777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61D10" w:rsidP="00A8096F" w:rsidRDefault="00061D10" w14:paraId="1BCF4A89" w14:textId="77777777">
      <w:pPr>
        <w:spacing w:line="240" w:lineRule="auto"/>
      </w:pPr>
      <w:r>
        <w:separator/>
      </w:r>
    </w:p>
  </w:footnote>
  <w:footnote w:type="continuationSeparator" w:id="0">
    <w:p w:rsidR="00061D10" w:rsidP="00A8096F" w:rsidRDefault="00061D10" w14:paraId="7B36A114" w14:textId="77777777">
      <w:pPr>
        <w:spacing w:line="240" w:lineRule="auto"/>
      </w:pPr>
      <w:r>
        <w:continuationSeparator/>
      </w:r>
    </w:p>
  </w:footnote>
  <w:footnote w:type="continuationNotice" w:id="1">
    <w:p w:rsidR="00061D10" w:rsidRDefault="00061D10" w14:paraId="03334634" w14:textId="7777777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033A2" w:rsidP="00A8096F" w:rsidRDefault="00A033A2" w14:paraId="4CB75428" w14:textId="497D7E04">
    <w:pPr>
      <w:pStyle w:val="Kopfzeile"/>
      <w:jc w:val="right"/>
    </w:pPr>
  </w:p>
  <w:p w:rsidR="00A8096F" w:rsidP="00A8096F" w:rsidRDefault="49A1376C" w14:paraId="30246D75" w14:textId="77777777">
    <w:pPr>
      <w:pStyle w:val="Kopfzeile"/>
      <w:jc w:val="right"/>
    </w:pPr>
    <w:r>
      <w:rPr>
        <w:noProof/>
        <w:lang w:eastAsia="de-DE"/>
      </w:rPr>
      <w:drawing>
        <wp:inline distT="0" distB="0" distL="0" distR="0" wp14:anchorId="0F7DDA9D" wp14:editId="38225456">
          <wp:extent cx="2164080" cy="435864"/>
          <wp:effectExtent l="0" t="0" r="7620" b="2540"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4080" cy="4358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05DAF" w:rsidP="00A8096F" w:rsidRDefault="00105DAF" w14:paraId="0087DCB4" w14:textId="77777777">
    <w:pPr>
      <w:pStyle w:val="Kopfzeile"/>
      <w:jc w:val="right"/>
    </w:pPr>
  </w:p>
  <w:p w:rsidR="001730A0" w:rsidP="00A8096F" w:rsidRDefault="001730A0" w14:paraId="772A8588" w14:textId="77777777">
    <w:pPr>
      <w:pStyle w:val="Kopfzeile"/>
      <w:jc w:val="right"/>
    </w:pPr>
  </w:p>
  <w:p w:rsidR="00105DAF" w:rsidP="00A8096F" w:rsidRDefault="00105DAF" w14:paraId="3551AFB0" w14:textId="77777777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8E410F"/>
    <w:multiLevelType w:val="hybridMultilevel"/>
    <w:tmpl w:val="4BE6051E"/>
    <w:lvl w:ilvl="0" w:tplc="D9BCA6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94B40"/>
    <w:multiLevelType w:val="hybridMultilevel"/>
    <w:tmpl w:val="A786569C"/>
    <w:lvl w:ilvl="0" w:tplc="0CD47040">
      <w:start w:val="3"/>
      <w:numFmt w:val="bullet"/>
      <w:lvlText w:val=""/>
      <w:lvlJc w:val="left"/>
      <w:pPr>
        <w:ind w:left="720" w:hanging="360"/>
      </w:pPr>
      <w:rPr>
        <w:rFonts w:hint="default" w:ascii="Wingdings" w:hAnsi="Wingdings" w:cs="Arial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9E416CD"/>
    <w:multiLevelType w:val="hybridMultilevel"/>
    <w:tmpl w:val="DD6AA586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9E54AF9"/>
    <w:multiLevelType w:val="hybridMultilevel"/>
    <w:tmpl w:val="E3FE3360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C523897"/>
    <w:multiLevelType w:val="hybridMultilevel"/>
    <w:tmpl w:val="3ABEE192"/>
    <w:lvl w:ilvl="0" w:tplc="CE68EB5E">
      <w:start w:val="3"/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630044036">
    <w:abstractNumId w:val="4"/>
  </w:num>
  <w:num w:numId="2" w16cid:durableId="1886746644">
    <w:abstractNumId w:val="1"/>
  </w:num>
  <w:num w:numId="3" w16cid:durableId="1782410198">
    <w:abstractNumId w:val="2"/>
  </w:num>
  <w:num w:numId="4" w16cid:durableId="1578438896">
    <w:abstractNumId w:val="0"/>
  </w:num>
  <w:num w:numId="5" w16cid:durableId="7395188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attachedTemplate r:id="rId1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4DC"/>
    <w:rsid w:val="0000695B"/>
    <w:rsid w:val="0003178E"/>
    <w:rsid w:val="000331FF"/>
    <w:rsid w:val="0004026F"/>
    <w:rsid w:val="00040374"/>
    <w:rsid w:val="00045B96"/>
    <w:rsid w:val="00051F12"/>
    <w:rsid w:val="00061D10"/>
    <w:rsid w:val="00063E9D"/>
    <w:rsid w:val="000652F5"/>
    <w:rsid w:val="00072011"/>
    <w:rsid w:val="000755B0"/>
    <w:rsid w:val="00077A16"/>
    <w:rsid w:val="000832D6"/>
    <w:rsid w:val="00092015"/>
    <w:rsid w:val="00094263"/>
    <w:rsid w:val="000951DE"/>
    <w:rsid w:val="000A0497"/>
    <w:rsid w:val="000B68A3"/>
    <w:rsid w:val="000B6FA7"/>
    <w:rsid w:val="000C09BE"/>
    <w:rsid w:val="000C1C15"/>
    <w:rsid w:val="000C2CE0"/>
    <w:rsid w:val="000C4508"/>
    <w:rsid w:val="000D3177"/>
    <w:rsid w:val="000D43BA"/>
    <w:rsid w:val="000D4496"/>
    <w:rsid w:val="000D7132"/>
    <w:rsid w:val="000E28E3"/>
    <w:rsid w:val="000F4FB0"/>
    <w:rsid w:val="00103F89"/>
    <w:rsid w:val="00105DAF"/>
    <w:rsid w:val="0010617D"/>
    <w:rsid w:val="001278EE"/>
    <w:rsid w:val="00127E46"/>
    <w:rsid w:val="00132A37"/>
    <w:rsid w:val="00136AA0"/>
    <w:rsid w:val="00141A88"/>
    <w:rsid w:val="001429E7"/>
    <w:rsid w:val="00151C8D"/>
    <w:rsid w:val="00152747"/>
    <w:rsid w:val="00163132"/>
    <w:rsid w:val="00167F1A"/>
    <w:rsid w:val="001719EF"/>
    <w:rsid w:val="001730A0"/>
    <w:rsid w:val="001760E9"/>
    <w:rsid w:val="00181060"/>
    <w:rsid w:val="00191B5F"/>
    <w:rsid w:val="00196191"/>
    <w:rsid w:val="001A1D03"/>
    <w:rsid w:val="001A64C8"/>
    <w:rsid w:val="001B6387"/>
    <w:rsid w:val="001B673E"/>
    <w:rsid w:val="001B7F4C"/>
    <w:rsid w:val="001C1F37"/>
    <w:rsid w:val="001C4281"/>
    <w:rsid w:val="001C4A22"/>
    <w:rsid w:val="001C7195"/>
    <w:rsid w:val="001D06B2"/>
    <w:rsid w:val="001D152B"/>
    <w:rsid w:val="001E779C"/>
    <w:rsid w:val="001F067F"/>
    <w:rsid w:val="001F1667"/>
    <w:rsid w:val="001F6831"/>
    <w:rsid w:val="001F6AB5"/>
    <w:rsid w:val="00200181"/>
    <w:rsid w:val="00204108"/>
    <w:rsid w:val="00205C14"/>
    <w:rsid w:val="00207022"/>
    <w:rsid w:val="002117C4"/>
    <w:rsid w:val="00222399"/>
    <w:rsid w:val="0022464C"/>
    <w:rsid w:val="00227FB2"/>
    <w:rsid w:val="002555A8"/>
    <w:rsid w:val="002579FB"/>
    <w:rsid w:val="00262347"/>
    <w:rsid w:val="00264A1C"/>
    <w:rsid w:val="00265142"/>
    <w:rsid w:val="00266E0E"/>
    <w:rsid w:val="00277371"/>
    <w:rsid w:val="00285C9C"/>
    <w:rsid w:val="002A13D0"/>
    <w:rsid w:val="002A40FE"/>
    <w:rsid w:val="002A4FC8"/>
    <w:rsid w:val="002B3818"/>
    <w:rsid w:val="002B6B61"/>
    <w:rsid w:val="002B7B9B"/>
    <w:rsid w:val="002C268C"/>
    <w:rsid w:val="002D0B82"/>
    <w:rsid w:val="002E06EA"/>
    <w:rsid w:val="002E31A2"/>
    <w:rsid w:val="002E38F2"/>
    <w:rsid w:val="00313B19"/>
    <w:rsid w:val="0031671E"/>
    <w:rsid w:val="00322147"/>
    <w:rsid w:val="00322298"/>
    <w:rsid w:val="00325B07"/>
    <w:rsid w:val="0033429E"/>
    <w:rsid w:val="003461AF"/>
    <w:rsid w:val="00346AEA"/>
    <w:rsid w:val="003510C9"/>
    <w:rsid w:val="00351188"/>
    <w:rsid w:val="0035672B"/>
    <w:rsid w:val="00367084"/>
    <w:rsid w:val="00371EB4"/>
    <w:rsid w:val="003732E2"/>
    <w:rsid w:val="003750C5"/>
    <w:rsid w:val="003962A5"/>
    <w:rsid w:val="003A79C8"/>
    <w:rsid w:val="003B1FD1"/>
    <w:rsid w:val="003B2A47"/>
    <w:rsid w:val="003B5214"/>
    <w:rsid w:val="003B66ED"/>
    <w:rsid w:val="003C25A6"/>
    <w:rsid w:val="003C3FD3"/>
    <w:rsid w:val="003D1FCF"/>
    <w:rsid w:val="003D221B"/>
    <w:rsid w:val="003D2DE0"/>
    <w:rsid w:val="003E3492"/>
    <w:rsid w:val="003E625E"/>
    <w:rsid w:val="003F4054"/>
    <w:rsid w:val="003F476D"/>
    <w:rsid w:val="003F5625"/>
    <w:rsid w:val="00401DCC"/>
    <w:rsid w:val="004157F0"/>
    <w:rsid w:val="004176CB"/>
    <w:rsid w:val="00432C05"/>
    <w:rsid w:val="0044506D"/>
    <w:rsid w:val="00447A8B"/>
    <w:rsid w:val="00452091"/>
    <w:rsid w:val="00457599"/>
    <w:rsid w:val="004806C7"/>
    <w:rsid w:val="004839C5"/>
    <w:rsid w:val="0049355C"/>
    <w:rsid w:val="004938DE"/>
    <w:rsid w:val="00494BB9"/>
    <w:rsid w:val="004B2C1A"/>
    <w:rsid w:val="004B6629"/>
    <w:rsid w:val="004C1436"/>
    <w:rsid w:val="004E0EA2"/>
    <w:rsid w:val="004E2C3B"/>
    <w:rsid w:val="004E3164"/>
    <w:rsid w:val="004E3AEA"/>
    <w:rsid w:val="004E7AE2"/>
    <w:rsid w:val="004F382C"/>
    <w:rsid w:val="00516A6E"/>
    <w:rsid w:val="00520E28"/>
    <w:rsid w:val="00525CC0"/>
    <w:rsid w:val="00553EE3"/>
    <w:rsid w:val="00562435"/>
    <w:rsid w:val="00562CBE"/>
    <w:rsid w:val="00563422"/>
    <w:rsid w:val="0057078D"/>
    <w:rsid w:val="005734FD"/>
    <w:rsid w:val="00582278"/>
    <w:rsid w:val="00587AE3"/>
    <w:rsid w:val="00591F48"/>
    <w:rsid w:val="005937AF"/>
    <w:rsid w:val="00594BF7"/>
    <w:rsid w:val="00595167"/>
    <w:rsid w:val="00595A1E"/>
    <w:rsid w:val="005A3E09"/>
    <w:rsid w:val="005B1CD7"/>
    <w:rsid w:val="005B3860"/>
    <w:rsid w:val="005C05C8"/>
    <w:rsid w:val="005C3EDB"/>
    <w:rsid w:val="005D3605"/>
    <w:rsid w:val="005D7831"/>
    <w:rsid w:val="005E01FA"/>
    <w:rsid w:val="005E5D8B"/>
    <w:rsid w:val="005E74D4"/>
    <w:rsid w:val="005F506A"/>
    <w:rsid w:val="005F76FD"/>
    <w:rsid w:val="006004DC"/>
    <w:rsid w:val="00606F81"/>
    <w:rsid w:val="00607693"/>
    <w:rsid w:val="00610F59"/>
    <w:rsid w:val="00611270"/>
    <w:rsid w:val="00614BFA"/>
    <w:rsid w:val="00626C13"/>
    <w:rsid w:val="00627122"/>
    <w:rsid w:val="00641B9A"/>
    <w:rsid w:val="00653967"/>
    <w:rsid w:val="00657E93"/>
    <w:rsid w:val="0066505E"/>
    <w:rsid w:val="00674CB3"/>
    <w:rsid w:val="00692E9D"/>
    <w:rsid w:val="006934E2"/>
    <w:rsid w:val="00694921"/>
    <w:rsid w:val="006B5394"/>
    <w:rsid w:val="006B74A5"/>
    <w:rsid w:val="006D21FE"/>
    <w:rsid w:val="006D365B"/>
    <w:rsid w:val="006D798E"/>
    <w:rsid w:val="006E3032"/>
    <w:rsid w:val="00701624"/>
    <w:rsid w:val="00703DBF"/>
    <w:rsid w:val="0071724E"/>
    <w:rsid w:val="007172FA"/>
    <w:rsid w:val="00720316"/>
    <w:rsid w:val="00720600"/>
    <w:rsid w:val="007302A3"/>
    <w:rsid w:val="00730536"/>
    <w:rsid w:val="00732B61"/>
    <w:rsid w:val="00752D90"/>
    <w:rsid w:val="00761469"/>
    <w:rsid w:val="00762C3C"/>
    <w:rsid w:val="007640BA"/>
    <w:rsid w:val="00764D77"/>
    <w:rsid w:val="007715E5"/>
    <w:rsid w:val="00797FA2"/>
    <w:rsid w:val="00797FCD"/>
    <w:rsid w:val="007C1C55"/>
    <w:rsid w:val="007D6707"/>
    <w:rsid w:val="007E5F64"/>
    <w:rsid w:val="007F57F0"/>
    <w:rsid w:val="0080082E"/>
    <w:rsid w:val="0080084B"/>
    <w:rsid w:val="008016D9"/>
    <w:rsid w:val="00801D1A"/>
    <w:rsid w:val="00805365"/>
    <w:rsid w:val="00814FD6"/>
    <w:rsid w:val="00830D80"/>
    <w:rsid w:val="00834004"/>
    <w:rsid w:val="0084004F"/>
    <w:rsid w:val="008424AF"/>
    <w:rsid w:val="00845F42"/>
    <w:rsid w:val="008511C1"/>
    <w:rsid w:val="00851512"/>
    <w:rsid w:val="00866ECD"/>
    <w:rsid w:val="00874BFF"/>
    <w:rsid w:val="00884800"/>
    <w:rsid w:val="00891567"/>
    <w:rsid w:val="00891D18"/>
    <w:rsid w:val="008B0B91"/>
    <w:rsid w:val="008B4837"/>
    <w:rsid w:val="008B7167"/>
    <w:rsid w:val="008C5E63"/>
    <w:rsid w:val="008D16A0"/>
    <w:rsid w:val="008D2BB9"/>
    <w:rsid w:val="008D4056"/>
    <w:rsid w:val="008D45BA"/>
    <w:rsid w:val="008D5307"/>
    <w:rsid w:val="008D7FA1"/>
    <w:rsid w:val="008F3241"/>
    <w:rsid w:val="008F3E4C"/>
    <w:rsid w:val="00912121"/>
    <w:rsid w:val="009133B2"/>
    <w:rsid w:val="00925F49"/>
    <w:rsid w:val="00932C14"/>
    <w:rsid w:val="009347E2"/>
    <w:rsid w:val="009349FC"/>
    <w:rsid w:val="00936211"/>
    <w:rsid w:val="009463C2"/>
    <w:rsid w:val="0094757F"/>
    <w:rsid w:val="00952735"/>
    <w:rsid w:val="009679BC"/>
    <w:rsid w:val="00971240"/>
    <w:rsid w:val="0098303F"/>
    <w:rsid w:val="00986072"/>
    <w:rsid w:val="0098779C"/>
    <w:rsid w:val="00987A20"/>
    <w:rsid w:val="009A10CD"/>
    <w:rsid w:val="009A7B6B"/>
    <w:rsid w:val="009C1E25"/>
    <w:rsid w:val="009C4368"/>
    <w:rsid w:val="009E5DAB"/>
    <w:rsid w:val="009F1486"/>
    <w:rsid w:val="009F73C0"/>
    <w:rsid w:val="00A016E2"/>
    <w:rsid w:val="00A033A2"/>
    <w:rsid w:val="00A06A8B"/>
    <w:rsid w:val="00A078B4"/>
    <w:rsid w:val="00A13039"/>
    <w:rsid w:val="00A24BB9"/>
    <w:rsid w:val="00A40719"/>
    <w:rsid w:val="00A40C39"/>
    <w:rsid w:val="00A455B2"/>
    <w:rsid w:val="00A547E9"/>
    <w:rsid w:val="00A54E6F"/>
    <w:rsid w:val="00A55345"/>
    <w:rsid w:val="00A67279"/>
    <w:rsid w:val="00A7282D"/>
    <w:rsid w:val="00A8096F"/>
    <w:rsid w:val="00A8213B"/>
    <w:rsid w:val="00A833F3"/>
    <w:rsid w:val="00A872BC"/>
    <w:rsid w:val="00A943AB"/>
    <w:rsid w:val="00AB66BB"/>
    <w:rsid w:val="00AC2707"/>
    <w:rsid w:val="00AD2357"/>
    <w:rsid w:val="00AD7098"/>
    <w:rsid w:val="00AE1DAE"/>
    <w:rsid w:val="00AE3FAF"/>
    <w:rsid w:val="00AE68E5"/>
    <w:rsid w:val="00AF4D74"/>
    <w:rsid w:val="00B17D11"/>
    <w:rsid w:val="00B23399"/>
    <w:rsid w:val="00B2399F"/>
    <w:rsid w:val="00B26CF7"/>
    <w:rsid w:val="00B32BFB"/>
    <w:rsid w:val="00B4137F"/>
    <w:rsid w:val="00B42600"/>
    <w:rsid w:val="00B42F34"/>
    <w:rsid w:val="00B47C96"/>
    <w:rsid w:val="00B52976"/>
    <w:rsid w:val="00B63BE1"/>
    <w:rsid w:val="00B66067"/>
    <w:rsid w:val="00B71E79"/>
    <w:rsid w:val="00B73872"/>
    <w:rsid w:val="00B75EA9"/>
    <w:rsid w:val="00B80173"/>
    <w:rsid w:val="00B81ACE"/>
    <w:rsid w:val="00BA167E"/>
    <w:rsid w:val="00BD21D5"/>
    <w:rsid w:val="00BD5079"/>
    <w:rsid w:val="00BE1B59"/>
    <w:rsid w:val="00BE3A9D"/>
    <w:rsid w:val="00BF3D49"/>
    <w:rsid w:val="00BF58D3"/>
    <w:rsid w:val="00BF5F03"/>
    <w:rsid w:val="00BF6214"/>
    <w:rsid w:val="00C00A4E"/>
    <w:rsid w:val="00C071E1"/>
    <w:rsid w:val="00C16503"/>
    <w:rsid w:val="00C43E39"/>
    <w:rsid w:val="00C47A02"/>
    <w:rsid w:val="00C62EFC"/>
    <w:rsid w:val="00C65C4F"/>
    <w:rsid w:val="00C65F07"/>
    <w:rsid w:val="00C661E1"/>
    <w:rsid w:val="00C70E33"/>
    <w:rsid w:val="00C71923"/>
    <w:rsid w:val="00C72337"/>
    <w:rsid w:val="00C73CD2"/>
    <w:rsid w:val="00C87CAC"/>
    <w:rsid w:val="00C90343"/>
    <w:rsid w:val="00C92CBF"/>
    <w:rsid w:val="00CA7605"/>
    <w:rsid w:val="00CB0C74"/>
    <w:rsid w:val="00CB0DD3"/>
    <w:rsid w:val="00CD1122"/>
    <w:rsid w:val="00CD2264"/>
    <w:rsid w:val="00CD3553"/>
    <w:rsid w:val="00CE05BB"/>
    <w:rsid w:val="00CE27EA"/>
    <w:rsid w:val="00CE5CC1"/>
    <w:rsid w:val="00CE6448"/>
    <w:rsid w:val="00CF5314"/>
    <w:rsid w:val="00D02EFB"/>
    <w:rsid w:val="00D24611"/>
    <w:rsid w:val="00D37232"/>
    <w:rsid w:val="00D423FB"/>
    <w:rsid w:val="00D452A5"/>
    <w:rsid w:val="00D60EB0"/>
    <w:rsid w:val="00D623A0"/>
    <w:rsid w:val="00D630F8"/>
    <w:rsid w:val="00D73524"/>
    <w:rsid w:val="00D744B5"/>
    <w:rsid w:val="00D7547B"/>
    <w:rsid w:val="00D808FF"/>
    <w:rsid w:val="00D86721"/>
    <w:rsid w:val="00D93AED"/>
    <w:rsid w:val="00D947AE"/>
    <w:rsid w:val="00DA032A"/>
    <w:rsid w:val="00DA2755"/>
    <w:rsid w:val="00DB1951"/>
    <w:rsid w:val="00DB24BD"/>
    <w:rsid w:val="00DB6CB8"/>
    <w:rsid w:val="00DC0612"/>
    <w:rsid w:val="00DC7060"/>
    <w:rsid w:val="00DD0E9F"/>
    <w:rsid w:val="00DE0182"/>
    <w:rsid w:val="00DF082D"/>
    <w:rsid w:val="00DF0A8C"/>
    <w:rsid w:val="00DF479A"/>
    <w:rsid w:val="00DF613E"/>
    <w:rsid w:val="00DF7B1A"/>
    <w:rsid w:val="00E02B2B"/>
    <w:rsid w:val="00E03353"/>
    <w:rsid w:val="00E056ED"/>
    <w:rsid w:val="00E17A3C"/>
    <w:rsid w:val="00E22918"/>
    <w:rsid w:val="00E23B04"/>
    <w:rsid w:val="00E34494"/>
    <w:rsid w:val="00E46CE6"/>
    <w:rsid w:val="00E52A19"/>
    <w:rsid w:val="00E6176E"/>
    <w:rsid w:val="00E62F56"/>
    <w:rsid w:val="00E83B1C"/>
    <w:rsid w:val="00E9083F"/>
    <w:rsid w:val="00E97DE8"/>
    <w:rsid w:val="00EA39EA"/>
    <w:rsid w:val="00EA48B1"/>
    <w:rsid w:val="00EB00FE"/>
    <w:rsid w:val="00EB1B67"/>
    <w:rsid w:val="00EB3913"/>
    <w:rsid w:val="00EB55E9"/>
    <w:rsid w:val="00EC357A"/>
    <w:rsid w:val="00EE12FB"/>
    <w:rsid w:val="00EE29E5"/>
    <w:rsid w:val="00EE30CD"/>
    <w:rsid w:val="00EE6A72"/>
    <w:rsid w:val="00EF33AB"/>
    <w:rsid w:val="00EF6A30"/>
    <w:rsid w:val="00F00671"/>
    <w:rsid w:val="00F01CD4"/>
    <w:rsid w:val="00F02063"/>
    <w:rsid w:val="00F03C8F"/>
    <w:rsid w:val="00F07D7F"/>
    <w:rsid w:val="00F51A21"/>
    <w:rsid w:val="00F71746"/>
    <w:rsid w:val="00F93F52"/>
    <w:rsid w:val="00F974DC"/>
    <w:rsid w:val="00F976A4"/>
    <w:rsid w:val="00FA13D5"/>
    <w:rsid w:val="00FA3E24"/>
    <w:rsid w:val="00FA65E3"/>
    <w:rsid w:val="00FB05C8"/>
    <w:rsid w:val="00FB1D70"/>
    <w:rsid w:val="00FC4208"/>
    <w:rsid w:val="00FE44A0"/>
    <w:rsid w:val="00FE450B"/>
    <w:rsid w:val="00FE5871"/>
    <w:rsid w:val="00FF0689"/>
    <w:rsid w:val="00FF21A0"/>
    <w:rsid w:val="0E839511"/>
    <w:rsid w:val="170ADDD5"/>
    <w:rsid w:val="2330D1E3"/>
    <w:rsid w:val="23A3FF60"/>
    <w:rsid w:val="30626022"/>
    <w:rsid w:val="39400D00"/>
    <w:rsid w:val="49A1376C"/>
    <w:rsid w:val="5325A6B5"/>
    <w:rsid w:val="6F439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C79BFA"/>
  <w15:docId w15:val="{E1E32C23-31F9-604B-B557-74A1CF5A5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sid w:val="00834004"/>
    <w:pPr>
      <w:spacing w:after="0" w:line="240" w:lineRule="atLeast"/>
    </w:pPr>
    <w:rPr>
      <w:rFonts w:ascii="Arial" w:hAnsi="Arial" w:cs="Arial"/>
      <w:color w:val="333333"/>
      <w:szCs w:val="18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Hyperlink">
    <w:name w:val="Hyperlink"/>
    <w:basedOn w:val="Absatz-Standardschriftart"/>
    <w:unhideWhenUsed/>
    <w:rsid w:val="00D947AE"/>
    <w:rPr>
      <w:color w:val="0000FF" w:themeColor="hyperlink"/>
      <w:u w:val="single"/>
    </w:rPr>
  </w:style>
  <w:style w:type="character" w:styleId="NichtaufgelsteErwhnung1" w:customStyle="1">
    <w:name w:val="Nicht aufgelöste Erwähnung1"/>
    <w:basedOn w:val="Absatz-Standardschriftart"/>
    <w:uiPriority w:val="99"/>
    <w:semiHidden/>
    <w:unhideWhenUsed/>
    <w:rsid w:val="00D947AE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A8096F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color w:val="auto"/>
      <w:szCs w:val="22"/>
    </w:rPr>
  </w:style>
  <w:style w:type="character" w:styleId="KopfzeileZchn" w:customStyle="1">
    <w:name w:val="Kopfzeile Zchn"/>
    <w:basedOn w:val="Absatz-Standardschriftart"/>
    <w:link w:val="Kopfzeile"/>
    <w:uiPriority w:val="99"/>
    <w:rsid w:val="00A8096F"/>
  </w:style>
  <w:style w:type="paragraph" w:styleId="Fuzeile">
    <w:name w:val="footer"/>
    <w:basedOn w:val="Standard"/>
    <w:link w:val="FuzeileZchn"/>
    <w:uiPriority w:val="99"/>
    <w:unhideWhenUsed/>
    <w:rsid w:val="00A8096F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color w:val="auto"/>
      <w:szCs w:val="22"/>
    </w:rPr>
  </w:style>
  <w:style w:type="character" w:styleId="FuzeileZchn" w:customStyle="1">
    <w:name w:val="Fußzeile Zchn"/>
    <w:basedOn w:val="Absatz-Standardschriftart"/>
    <w:link w:val="Fuzeile"/>
    <w:uiPriority w:val="99"/>
    <w:rsid w:val="00A8096F"/>
  </w:style>
  <w:style w:type="paragraph" w:styleId="Textkrper">
    <w:name w:val="Body Text"/>
    <w:basedOn w:val="Standard"/>
    <w:link w:val="TextkrperZchn"/>
    <w:rsid w:val="00322298"/>
    <w:pPr>
      <w:suppressAutoHyphens/>
      <w:spacing w:line="360" w:lineRule="atLeast"/>
      <w:jc w:val="both"/>
    </w:pPr>
    <w:rPr>
      <w:rFonts w:eastAsia="Times New Roman" w:cs="Times New Roman"/>
      <w:b/>
      <w:bCs/>
      <w:color w:val="auto"/>
      <w:sz w:val="24"/>
      <w:szCs w:val="24"/>
      <w:lang w:eastAsia="ar-SA"/>
    </w:rPr>
  </w:style>
  <w:style w:type="character" w:styleId="TextkrperZchn" w:customStyle="1">
    <w:name w:val="Textkörper Zchn"/>
    <w:basedOn w:val="Absatz-Standardschriftart"/>
    <w:link w:val="Textkrper"/>
    <w:rsid w:val="00322298"/>
    <w:rPr>
      <w:rFonts w:ascii="Arial" w:hAnsi="Arial" w:eastAsia="Times New Roman" w:cs="Times New Roman"/>
      <w:b/>
      <w:bCs/>
      <w:sz w:val="24"/>
      <w:szCs w:val="24"/>
      <w:lang w:eastAsia="ar-SA"/>
    </w:rPr>
  </w:style>
  <w:style w:type="character" w:styleId="Platzhaltertext">
    <w:name w:val="Placeholder Text"/>
    <w:basedOn w:val="Absatz-Standardschriftart"/>
    <w:uiPriority w:val="99"/>
    <w:semiHidden/>
    <w:rsid w:val="00D423FB"/>
    <w:rPr>
      <w:color w:val="808080"/>
    </w:rPr>
  </w:style>
  <w:style w:type="character" w:styleId="normaltextrun" w:customStyle="1">
    <w:name w:val="normaltextrun"/>
    <w:basedOn w:val="Absatz-Standardschriftart"/>
    <w:rsid w:val="000D7132"/>
  </w:style>
  <w:style w:type="character" w:styleId="eop" w:customStyle="1">
    <w:name w:val="eop"/>
    <w:basedOn w:val="Absatz-Standardschriftart"/>
    <w:rsid w:val="000D7132"/>
  </w:style>
  <w:style w:type="paragraph" w:styleId="paragraph" w:customStyle="1">
    <w:name w:val="paragraph"/>
    <w:basedOn w:val="Standard"/>
    <w:rsid w:val="003732E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auto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E625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E625E"/>
    <w:pPr>
      <w:spacing w:line="240" w:lineRule="auto"/>
    </w:pPr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rsid w:val="003E625E"/>
    <w:rPr>
      <w:rFonts w:ascii="Arial" w:hAnsi="Arial" w:cs="Arial"/>
      <w:color w:val="333333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E625E"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sid w:val="003E625E"/>
    <w:rPr>
      <w:rFonts w:ascii="Arial" w:hAnsi="Arial" w:cs="Arial"/>
      <w:b/>
      <w:bCs/>
      <w:color w:val="333333"/>
      <w:sz w:val="20"/>
      <w:szCs w:val="20"/>
    </w:rPr>
  </w:style>
  <w:style w:type="paragraph" w:styleId="berarbeitung">
    <w:name w:val="Revision"/>
    <w:hidden/>
    <w:uiPriority w:val="99"/>
    <w:semiHidden/>
    <w:rsid w:val="000D4496"/>
    <w:pPr>
      <w:spacing w:after="0" w:line="240" w:lineRule="auto"/>
    </w:pPr>
    <w:rPr>
      <w:rFonts w:ascii="Arial" w:hAnsi="Arial" w:cs="Arial"/>
      <w:color w:val="333333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282D"/>
    <w:pPr>
      <w:spacing w:line="240" w:lineRule="auto"/>
    </w:pPr>
    <w:rPr>
      <w:rFonts w:ascii="Segoe UI" w:hAnsi="Segoe UI" w:cs="Segoe UI"/>
      <w:sz w:val="18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rsid w:val="00A7282D"/>
    <w:rPr>
      <w:rFonts w:ascii="Segoe UI" w:hAnsi="Segoe UI" w:cs="Segoe UI"/>
      <w:color w:val="333333"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64D77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64D77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F976A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auto"/>
      <w:sz w:val="24"/>
      <w:szCs w:val="24"/>
      <w:lang w:val="en-US"/>
    </w:rPr>
  </w:style>
  <w:style w:type="paragraph" w:styleId="Listenabsatz">
    <w:name w:val="List Paragraph"/>
    <w:basedOn w:val="Standard"/>
    <w:uiPriority w:val="34"/>
    <w:qFormat/>
    <w:rsid w:val="002A4F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8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6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46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3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5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9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7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4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7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1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4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3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2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4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4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4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6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0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0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2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8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2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5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4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6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8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5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1.jpg" Id="rId13" /><Relationship Type="http://schemas.openxmlformats.org/officeDocument/2006/relationships/footer" Target="footer1.xml" Id="rId1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settings" Target="settings.xml" Id="rId7" /><Relationship Type="http://schemas.openxmlformats.org/officeDocument/2006/relationships/hyperlink" Target="http://www.schoeck.com/ead-isokorb/de" TargetMode="External" Id="rId12" /><Relationship Type="http://schemas.openxmlformats.org/officeDocument/2006/relationships/header" Target="header1.xml" Id="rId17" /><Relationship Type="http://schemas.openxmlformats.org/officeDocument/2006/relationships/customXml" Target="../customXml/item2.xml" Id="rId2" /><Relationship Type="http://schemas.openxmlformats.org/officeDocument/2006/relationships/hyperlink" Target="mailto:c.schams@anselmoellers.de" TargetMode="External" Id="rId16" /><Relationship Type="http://schemas.openxmlformats.org/officeDocument/2006/relationships/glossaryDocument" Target="glossary/document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www.schoeck.com/trittschall-isokorb/de" TargetMode="External" Id="rId11" /><Relationship Type="http://schemas.openxmlformats.org/officeDocument/2006/relationships/numbering" Target="numbering.xml" Id="rId5" /><Relationship Type="http://schemas.openxmlformats.org/officeDocument/2006/relationships/image" Target="media/image3.jpg" Id="rId15" /><Relationship Type="http://schemas.openxmlformats.org/officeDocument/2006/relationships/endnotes" Target="end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2.png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ebmart\Desktop\ELO-Zwischenablage\Vorlagen%20mit%20Logo%20neu\Blanko%20Word%20mit%20Logo%20neutr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AE9963A16EAB14A99856700DED1D5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5FB726-B79B-F04E-8C56-17088EE15210}"/>
      </w:docPartPr>
      <w:docPartBody>
        <w:p w:rsidR="0013349E" w:rsidRDefault="00752D90" w:rsidP="00752D90">
          <w:pPr>
            <w:pStyle w:val="6AE9963A16EAB14A99856700DED1D54F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B2F523E29320246A10520433CE9E86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C00A2E3-B662-A447-AC96-C805A3327570}"/>
      </w:docPartPr>
      <w:docPartBody>
        <w:p w:rsidR="00BF2818" w:rsidRDefault="00077A16" w:rsidP="00077A16">
          <w:pPr>
            <w:pStyle w:val="BB2F523E29320246A10520433CE9E86A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C506203E74DDA458029A61B80D5E5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C46545-4E6A-8D4D-8C5D-6A50AD718053}"/>
      </w:docPartPr>
      <w:docPartBody>
        <w:p w:rsidR="00BF2818" w:rsidRDefault="00077A16" w:rsidP="00077A16">
          <w:pPr>
            <w:pStyle w:val="EC506203E74DDA458029A61B80D5E52C"/>
          </w:pPr>
          <w:r w:rsidRPr="0034768C">
            <w:rPr>
              <w:rStyle w:val="Platzhaltertext"/>
            </w:rPr>
            <w:t>Klicken oder tippen Sie, um ein Datum einzugeben.</w:t>
          </w:r>
        </w:p>
      </w:docPartBody>
    </w:docPart>
    <w:docPart>
      <w:docPartPr>
        <w:name w:val="AEDD27EDC02F2B49946A378EFCE0743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327BE9-EB41-C74E-A25A-B2B4B7615BDD}"/>
      </w:docPartPr>
      <w:docPartBody>
        <w:p w:rsidR="00BF2818" w:rsidRDefault="00077A16" w:rsidP="00077A16">
          <w:pPr>
            <w:pStyle w:val="AEDD27EDC02F2B49946A378EFCE07431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42AEF736D3D1045B8690313885F827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819635-950C-324D-B918-8B68F28C12BC}"/>
      </w:docPartPr>
      <w:docPartBody>
        <w:p w:rsidR="00BF2818" w:rsidRDefault="00077A16" w:rsidP="00077A16">
          <w:pPr>
            <w:pStyle w:val="D42AEF736D3D1045B8690313885F827C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06EC3881A29814C969920A108D85D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BE847C-6FDC-C14A-AED1-D87BC9CCE030}"/>
      </w:docPartPr>
      <w:docPartBody>
        <w:p w:rsidR="00BF2818" w:rsidRDefault="00077A16" w:rsidP="00077A16">
          <w:pPr>
            <w:pStyle w:val="806EC3881A29814C969920A108D85D7A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9C5B2757463584391674A124EA940F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3A84891-802E-5647-95E0-E07C34B45EB4}"/>
      </w:docPartPr>
      <w:docPartBody>
        <w:p w:rsidR="002A13D0" w:rsidRDefault="00DA032A" w:rsidP="00DA032A">
          <w:pPr>
            <w:pStyle w:val="E9C5B2757463584391674A124EA940FB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538B793860AA74480A08F5BEF7468E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BD6DF2-96BF-ED4B-9B3E-EA80ABDE25B6}"/>
      </w:docPartPr>
      <w:docPartBody>
        <w:p w:rsidR="00835B19" w:rsidRDefault="002A13D0" w:rsidP="002A13D0">
          <w:pPr>
            <w:pStyle w:val="4538B793860AA74480A08F5BEF7468E9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E332A8F992744C4B6654F30576F01D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F79F1D-D388-4F13-A101-D9E947381B10}"/>
      </w:docPartPr>
      <w:docPartBody>
        <w:p w:rsidR="005A6833" w:rsidRDefault="00167F1A" w:rsidP="00167F1A">
          <w:pPr>
            <w:pStyle w:val="5E332A8F992744C4B6654F30576F01DD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E51BC3055284E16B77BCDA8421C32C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D3AAF2-A12C-4AE8-93E7-96EEF3E94AE8}"/>
      </w:docPartPr>
      <w:docPartBody>
        <w:p w:rsidR="005A6833" w:rsidRDefault="00167F1A" w:rsidP="00167F1A">
          <w:pPr>
            <w:pStyle w:val="8E51BC3055284E16B77BCDA8421C32C5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D1BE66D4B164A01A4DCA9C9016500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36F031-1339-42FF-AEB2-847819BF8FE7}"/>
      </w:docPartPr>
      <w:docPartBody>
        <w:p w:rsidR="00E003CC" w:rsidRDefault="005734FD" w:rsidP="005734FD">
          <w:pPr>
            <w:pStyle w:val="0D1BE66D4B164A01A4DCA9C90165002C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pidE1s-Regular">
    <w:altName w:val="Calibri"/>
    <w:panose1 w:val="020B0604020202020204"/>
    <w:charset w:val="00"/>
    <w:family w:val="swiss"/>
    <w:pitch w:val="variable"/>
    <w:sig w:usb0="800002EF" w:usb1="5000205B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(W1)">
    <w:altName w:val="Arial"/>
    <w:panose1 w:val="020B0604020202020204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D90"/>
    <w:rsid w:val="000164BF"/>
    <w:rsid w:val="000625B0"/>
    <w:rsid w:val="00077A16"/>
    <w:rsid w:val="000E433C"/>
    <w:rsid w:val="000F0822"/>
    <w:rsid w:val="0013349E"/>
    <w:rsid w:val="00167F1A"/>
    <w:rsid w:val="001C424C"/>
    <w:rsid w:val="0022056F"/>
    <w:rsid w:val="00222F8B"/>
    <w:rsid w:val="002275FE"/>
    <w:rsid w:val="00264B37"/>
    <w:rsid w:val="002927DA"/>
    <w:rsid w:val="002A13D0"/>
    <w:rsid w:val="002D64D1"/>
    <w:rsid w:val="00353438"/>
    <w:rsid w:val="005539FE"/>
    <w:rsid w:val="005734FD"/>
    <w:rsid w:val="005A6833"/>
    <w:rsid w:val="007073A4"/>
    <w:rsid w:val="00752D90"/>
    <w:rsid w:val="007E70C8"/>
    <w:rsid w:val="00835B19"/>
    <w:rsid w:val="0084121B"/>
    <w:rsid w:val="008F717F"/>
    <w:rsid w:val="009333DD"/>
    <w:rsid w:val="009471EB"/>
    <w:rsid w:val="009E11F6"/>
    <w:rsid w:val="009E1FFA"/>
    <w:rsid w:val="00A25D25"/>
    <w:rsid w:val="00A5216D"/>
    <w:rsid w:val="00B146A2"/>
    <w:rsid w:val="00BF2818"/>
    <w:rsid w:val="00C508DB"/>
    <w:rsid w:val="00C76872"/>
    <w:rsid w:val="00CC66AB"/>
    <w:rsid w:val="00D64A0A"/>
    <w:rsid w:val="00DA032A"/>
    <w:rsid w:val="00E003CC"/>
    <w:rsid w:val="00E5644B"/>
    <w:rsid w:val="00F2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CC66AB"/>
    <w:rPr>
      <w:color w:val="808080"/>
    </w:rPr>
  </w:style>
  <w:style w:type="paragraph" w:customStyle="1" w:styleId="6AE9963A16EAB14A99856700DED1D54F">
    <w:name w:val="6AE9963A16EAB14A99856700DED1D54F"/>
    <w:rsid w:val="00752D90"/>
  </w:style>
  <w:style w:type="paragraph" w:customStyle="1" w:styleId="4538B793860AA74480A08F5BEF7468E9">
    <w:name w:val="4538B793860AA74480A08F5BEF7468E9"/>
    <w:rsid w:val="002A13D0"/>
  </w:style>
  <w:style w:type="paragraph" w:customStyle="1" w:styleId="E9C5B2757463584391674A124EA940FB">
    <w:name w:val="E9C5B2757463584391674A124EA940FB"/>
    <w:rsid w:val="00DA032A"/>
  </w:style>
  <w:style w:type="paragraph" w:customStyle="1" w:styleId="BB2F523E29320246A10520433CE9E86A">
    <w:name w:val="BB2F523E29320246A10520433CE9E86A"/>
    <w:rsid w:val="00077A16"/>
  </w:style>
  <w:style w:type="paragraph" w:customStyle="1" w:styleId="EC506203E74DDA458029A61B80D5E52C">
    <w:name w:val="EC506203E74DDA458029A61B80D5E52C"/>
    <w:rsid w:val="00077A16"/>
  </w:style>
  <w:style w:type="paragraph" w:customStyle="1" w:styleId="AEDD27EDC02F2B49946A378EFCE07431">
    <w:name w:val="AEDD27EDC02F2B49946A378EFCE07431"/>
    <w:rsid w:val="00077A16"/>
  </w:style>
  <w:style w:type="paragraph" w:customStyle="1" w:styleId="D42AEF736D3D1045B8690313885F827C">
    <w:name w:val="D42AEF736D3D1045B8690313885F827C"/>
    <w:rsid w:val="00077A16"/>
  </w:style>
  <w:style w:type="paragraph" w:customStyle="1" w:styleId="806EC3881A29814C969920A108D85D7A">
    <w:name w:val="806EC3881A29814C969920A108D85D7A"/>
    <w:rsid w:val="00077A16"/>
  </w:style>
  <w:style w:type="paragraph" w:customStyle="1" w:styleId="5E332A8F992744C4B6654F30576F01DD">
    <w:name w:val="5E332A8F992744C4B6654F30576F01DD"/>
    <w:rsid w:val="00167F1A"/>
    <w:pPr>
      <w:spacing w:after="160" w:line="259" w:lineRule="auto"/>
    </w:pPr>
    <w:rPr>
      <w:sz w:val="22"/>
      <w:szCs w:val="22"/>
    </w:rPr>
  </w:style>
  <w:style w:type="paragraph" w:customStyle="1" w:styleId="8E51BC3055284E16B77BCDA8421C32C5">
    <w:name w:val="8E51BC3055284E16B77BCDA8421C32C5"/>
    <w:rsid w:val="00167F1A"/>
    <w:pPr>
      <w:spacing w:after="160" w:line="259" w:lineRule="auto"/>
    </w:pPr>
    <w:rPr>
      <w:sz w:val="22"/>
      <w:szCs w:val="22"/>
    </w:rPr>
  </w:style>
  <w:style w:type="paragraph" w:customStyle="1" w:styleId="0D1BE66D4B164A01A4DCA9C90165002C">
    <w:name w:val="0D1BE66D4B164A01A4DCA9C90165002C"/>
    <w:rsid w:val="005734FD"/>
    <w:pPr>
      <w:spacing w:after="160" w:line="259" w:lineRule="auto"/>
    </w:pPr>
    <w:rPr>
      <w:sz w:val="22"/>
      <w:szCs w:val="22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09AA38055B7F4C88C30D788E901AD1" ma:contentTypeVersion="17" ma:contentTypeDescription="Ein neues Dokument erstellen." ma:contentTypeScope="" ma:versionID="d893de043015f7c292f236bd7a919bc5">
  <xsd:schema xmlns:xsd="http://www.w3.org/2001/XMLSchema" xmlns:xs="http://www.w3.org/2001/XMLSchema" xmlns:p="http://schemas.microsoft.com/office/2006/metadata/properties" xmlns:ns2="a881e725-481a-4aca-9717-81a5e1f4fa4c" xmlns:ns3="e59efd25-d2e3-4729-85b5-54e358c4dbcf" targetNamespace="http://schemas.microsoft.com/office/2006/metadata/properties" ma:root="true" ma:fieldsID="90721f99997d809f38f191e8d573a5b7" ns2:_="" ns3:_="">
    <xsd:import namespace="a881e725-481a-4aca-9717-81a5e1f4fa4c"/>
    <xsd:import namespace="e59efd25-d2e3-4729-85b5-54e358c4dbcf"/>
    <xsd:element name="properties">
      <xsd:complexType>
        <xsd:sequence>
          <xsd:element name="documentManagement">
            <xsd:complexType>
              <xsd:all>
                <xsd:element ref="ns2:Bildrechte" minOccurs="0"/>
                <xsd:element ref="ns2:KeywordsBild_x002f_Video" minOccurs="0"/>
                <xsd:element ref="ns2:Kommentar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81e725-481a-4aca-9717-81a5e1f4fa4c" elementFormDefault="qualified">
    <xsd:import namespace="http://schemas.microsoft.com/office/2006/documentManagement/types"/>
    <xsd:import namespace="http://schemas.microsoft.com/office/infopath/2007/PartnerControls"/>
    <xsd:element name="Bildrechte" ma:index="8" nillable="true" ma:displayName="Bildrechte" ma:format="Dropdown" ma:internalName="Bildrechte">
      <xsd:simpleType>
        <xsd:restriction base="dms:Note">
          <xsd:maxLength value="255"/>
        </xsd:restriction>
      </xsd:simpleType>
    </xsd:element>
    <xsd:element name="KeywordsBild_x002f_Video" ma:index="9" nillable="true" ma:displayName="Keywords Bild/Video" ma:format="Dropdown" ma:internalName="KeywordsBild_x002f_Video">
      <xsd:simpleType>
        <xsd:restriction base="dms:Note">
          <xsd:maxLength value="255"/>
        </xsd:restriction>
      </xsd:simpleType>
    </xsd:element>
    <xsd:element name="Kommentar" ma:index="10" nillable="true" ma:displayName="Kommentar" ma:description="Isokorb Attika" ma:format="Dropdown" ma:internalName="Kommentar">
      <xsd:simpleType>
        <xsd:restriction base="dms:Note">
          <xsd:maxLength value="255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98201f79-bc7b-4960-b5ee-f9b0f1a178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efd25-d2e3-4729-85b5-54e358c4dbcf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fcb82fb5-df2b-4832-8eb7-cf90dad7c6a1}" ma:internalName="TaxCatchAll" ma:showField="CatchAllData" ma:web="e59efd25-d2e3-4729-85b5-54e358c4db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eywordsBild_x002f_Video xmlns="a881e725-481a-4aca-9717-81a5e1f4fa4c" xsi:nil="true"/>
    <Bildrechte xmlns="a881e725-481a-4aca-9717-81a5e1f4fa4c" xsi:nil="true"/>
    <Kommentar xmlns="a881e725-481a-4aca-9717-81a5e1f4fa4c" xsi:nil="true"/>
    <TaxCatchAll xmlns="e59efd25-d2e3-4729-85b5-54e358c4dbcf" xsi:nil="true"/>
    <lcf76f155ced4ddcb4097134ff3c332f xmlns="a881e725-481a-4aca-9717-81a5e1f4fa4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432DCE9-F3F8-446D-A1C3-72FC12F7C5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81e725-481a-4aca-9717-81a5e1f4fa4c"/>
    <ds:schemaRef ds:uri="e59efd25-d2e3-4729-85b5-54e358c4d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BD3A47-57CF-4E4F-82D1-AF06DDD322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FCB53A-631C-46FA-9306-A16D7BA91C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E193C7-E56B-4306-A87E-09F07B511134}">
  <ds:schemaRefs>
    <ds:schemaRef ds:uri="http://schemas.microsoft.com/office/2006/metadata/properties"/>
    <ds:schemaRef ds:uri="http://schemas.microsoft.com/office/infopath/2007/PartnerControls"/>
    <ds:schemaRef ds:uri="a881e725-481a-4aca-9717-81a5e1f4fa4c"/>
    <ds:schemaRef ds:uri="e59efd25-d2e3-4729-85b5-54e358c4dbcf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C:\Users\riebmart\Desktop\ELO-Zwischenablage\Vorlagen mit Logo neu\Blanko Word mit Logo neutral.dotx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Martina Riebold</dc:creator>
  <keywords/>
  <dc:description/>
  <lastModifiedBy>Annemarie Klepacki</lastModifiedBy>
  <revision>57</revision>
  <lastPrinted>2022-04-29T08:34:00.0000000Z</lastPrinted>
  <dcterms:created xsi:type="dcterms:W3CDTF">2022-04-11T13:04:00.0000000Z</dcterms:created>
  <dcterms:modified xsi:type="dcterms:W3CDTF">2022-05-02T13:09:32.8694604Z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0x0101008509AA38055B7F4C88C30D788E901AD1</vt:lpwstr>
  </property>
  <property fmtid="{D5CDD505-2E9C-101B-9397-08002B2CF9AE}" pid="3" name="xd_ProgID">
    <vt:lpwstr/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xd_Signature">
    <vt:bool>false</vt:bool>
  </property>
  <property fmtid="{D5CDD505-2E9C-101B-9397-08002B2CF9AE}" pid="10" name="MediaServiceImageTags">
    <vt:lpwstr/>
  </property>
</Properties>
</file>